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7C6" w:rsidRPr="003457C6" w:rsidRDefault="003457C6" w:rsidP="003457C6">
      <w:pPr>
        <w:rPr>
          <w:rFonts w:asciiTheme="minorHAnsi" w:hAnsiTheme="minorHAnsi" w:cstheme="minorBidi"/>
        </w:rPr>
      </w:pPr>
      <w:r w:rsidRPr="003457C6">
        <w:rPr>
          <w:rFonts w:asciiTheme="minorHAnsi" w:hAnsiTheme="minorHAnsi" w:cstheme="minorBidi"/>
        </w:rPr>
        <w:t>Questionario valutazione corso n. 33a</w:t>
      </w:r>
    </w:p>
    <w:p w:rsidR="003457C6" w:rsidRPr="003457C6" w:rsidRDefault="003457C6" w:rsidP="003457C6">
      <w:pPr>
        <w:rPr>
          <w:rFonts w:asciiTheme="minorHAnsi" w:hAnsiTheme="minorHAnsi" w:cstheme="minorBidi"/>
        </w:rPr>
      </w:pPr>
      <w:r w:rsidRPr="003457C6">
        <w:rPr>
          <w:rFonts w:asciiTheme="minorHAnsi" w:hAnsiTheme="minorHAnsi" w:cstheme="minorBidi"/>
        </w:rPr>
        <w:t>Per permetterci di migliorare sempre più i nostri servizi, ti chiediamo di rispondere, in modo anonimo, alle seguenti domande</w:t>
      </w:r>
      <w:r>
        <w:rPr>
          <w:rFonts w:asciiTheme="minorHAnsi" w:hAnsiTheme="minorHAnsi" w:cstheme="minorBidi"/>
        </w:rPr>
        <w:t>.</w:t>
      </w:r>
    </w:p>
    <w:p w:rsidR="003457C6" w:rsidRPr="003457C6" w:rsidRDefault="003457C6" w:rsidP="003457C6">
      <w:pPr>
        <w:rPr>
          <w:rFonts w:asciiTheme="minorHAnsi" w:hAnsiTheme="minorHAnsi" w:cstheme="minorBidi"/>
        </w:rPr>
      </w:pPr>
      <w:r w:rsidRPr="003457C6">
        <w:rPr>
          <w:rFonts w:asciiTheme="minorHAnsi" w:hAnsiTheme="minorHAnsi" w:cstheme="minorBidi"/>
        </w:rPr>
        <w:t>Argomenti</w:t>
      </w:r>
    </w:p>
    <w:p w:rsidR="003457C6" w:rsidRDefault="003457C6" w:rsidP="00D71A8D">
      <w:pPr>
        <w:pStyle w:val="Paragrafoelenco"/>
        <w:numPr>
          <w:ilvl w:val="0"/>
          <w:numId w:val="2"/>
        </w:numPr>
        <w:spacing w:after="0"/>
        <w:contextualSpacing w:val="0"/>
      </w:pPr>
      <w:r w:rsidRPr="003457C6">
        <w:t>Gli argomenti affrontati sono</w:t>
      </w:r>
      <w:r w:rsidR="0000449A">
        <w:t xml:space="preserve"> stati di tuo interesse?</w:t>
      </w:r>
      <w:r>
        <w:br/>
      </w:r>
    </w:p>
    <w:p w:rsidR="003457C6" w:rsidRPr="003457C6" w:rsidRDefault="003457C6" w:rsidP="00543ADE">
      <w:pPr>
        <w:pStyle w:val="Paragrafoelenco"/>
        <w:numPr>
          <w:ilvl w:val="0"/>
          <w:numId w:val="2"/>
        </w:numPr>
        <w:spacing w:after="0"/>
        <w:contextualSpacing w:val="0"/>
      </w:pPr>
      <w:r w:rsidRPr="003457C6">
        <w:t>Gli argomenti affrontati hanno arricchito</w:t>
      </w:r>
      <w:r w:rsidR="0000449A">
        <w:t xml:space="preserve"> la tua competenza linguistica?</w:t>
      </w:r>
      <w:r>
        <w:br/>
      </w:r>
    </w:p>
    <w:p w:rsidR="003457C6" w:rsidRPr="003457C6" w:rsidRDefault="003457C6" w:rsidP="003457C6">
      <w:pPr>
        <w:pStyle w:val="Paragrafoelenco"/>
        <w:numPr>
          <w:ilvl w:val="0"/>
          <w:numId w:val="2"/>
        </w:numPr>
        <w:spacing w:after="0"/>
        <w:contextualSpacing w:val="0"/>
      </w:pPr>
      <w:r w:rsidRPr="003457C6">
        <w:t>Quale/i aspetto/i hai ritenuto più interessante/i e quali meno?</w:t>
      </w:r>
      <w:r>
        <w:br/>
      </w:r>
    </w:p>
    <w:p w:rsidR="003457C6" w:rsidRPr="003457C6" w:rsidRDefault="003457C6" w:rsidP="003457C6">
      <w:pPr>
        <w:rPr>
          <w:rFonts w:asciiTheme="minorHAnsi" w:hAnsiTheme="minorHAnsi" w:cstheme="minorBidi"/>
        </w:rPr>
      </w:pPr>
      <w:r w:rsidRPr="003457C6">
        <w:rPr>
          <w:rFonts w:asciiTheme="minorHAnsi" w:hAnsiTheme="minorHAnsi" w:cstheme="minorBidi"/>
        </w:rPr>
        <w:t>Materiali e sussidi</w:t>
      </w:r>
    </w:p>
    <w:p w:rsidR="003457C6" w:rsidRPr="003457C6" w:rsidRDefault="003457C6" w:rsidP="00F22542">
      <w:pPr>
        <w:pStyle w:val="Paragrafoelenco"/>
        <w:numPr>
          <w:ilvl w:val="0"/>
          <w:numId w:val="2"/>
        </w:numPr>
        <w:spacing w:after="0"/>
        <w:contextualSpacing w:val="0"/>
      </w:pPr>
      <w:r w:rsidRPr="003457C6">
        <w:t>I materiali e i sussidi utilizzati (audiovisivi) hanno</w:t>
      </w:r>
      <w:r w:rsidR="0000449A">
        <w:t xml:space="preserve"> risposto alle tue esigenze?</w:t>
      </w:r>
      <w:r>
        <w:br/>
      </w:r>
    </w:p>
    <w:p w:rsidR="003457C6" w:rsidRPr="003457C6" w:rsidRDefault="003457C6" w:rsidP="003457C6">
      <w:pPr>
        <w:pStyle w:val="Paragrafoelenco"/>
        <w:numPr>
          <w:ilvl w:val="0"/>
          <w:numId w:val="2"/>
        </w:numPr>
        <w:spacing w:after="0"/>
        <w:contextualSpacing w:val="0"/>
      </w:pPr>
      <w:r w:rsidRPr="003457C6">
        <w:t>Ritieni che si dovrebbe fare maggior uso di:</w:t>
      </w:r>
      <w:r>
        <w:br/>
      </w:r>
    </w:p>
    <w:p w:rsidR="003457C6" w:rsidRPr="003457C6" w:rsidRDefault="003457C6" w:rsidP="003457C6">
      <w:pPr>
        <w:rPr>
          <w:rFonts w:asciiTheme="minorHAnsi" w:hAnsiTheme="minorHAnsi" w:cstheme="minorBidi"/>
        </w:rPr>
      </w:pPr>
      <w:r w:rsidRPr="003457C6">
        <w:rPr>
          <w:rFonts w:asciiTheme="minorHAnsi" w:hAnsiTheme="minorHAnsi" w:cstheme="minorBidi"/>
        </w:rPr>
        <w:t>Docenza</w:t>
      </w:r>
    </w:p>
    <w:p w:rsidR="003457C6" w:rsidRPr="003457C6" w:rsidRDefault="003457C6" w:rsidP="003457C6">
      <w:pPr>
        <w:pStyle w:val="Paragrafoelenco"/>
        <w:numPr>
          <w:ilvl w:val="0"/>
          <w:numId w:val="2"/>
        </w:numPr>
        <w:spacing w:after="0"/>
        <w:contextualSpacing w:val="0"/>
      </w:pPr>
      <w:r w:rsidRPr="003457C6">
        <w:t>Il/la docente ha esposto gli argomenti in modo chiaro?</w:t>
      </w:r>
      <w:r>
        <w:br/>
      </w:r>
    </w:p>
    <w:p w:rsidR="005F30E4" w:rsidRPr="003457C6" w:rsidRDefault="003457C6" w:rsidP="006B7E61">
      <w:pPr>
        <w:pStyle w:val="Paragrafoelenco"/>
        <w:numPr>
          <w:ilvl w:val="0"/>
          <w:numId w:val="2"/>
        </w:numPr>
        <w:spacing w:after="0"/>
        <w:contextualSpacing w:val="0"/>
      </w:pPr>
      <w:r w:rsidRPr="003457C6">
        <w:t>Hai qualche suggerimento e/o commento in proposito?</w:t>
      </w:r>
      <w:bookmarkStart w:id="0" w:name="_GoBack"/>
      <w:bookmarkEnd w:id="0"/>
      <w:r>
        <w:br/>
      </w:r>
    </w:p>
    <w:sectPr w:rsidR="005F30E4" w:rsidRPr="003457C6" w:rsidSect="00ED3E19">
      <w:headerReference w:type="default" r:id="rId7"/>
      <w:pgSz w:w="11906" w:h="16838"/>
      <w:pgMar w:top="1134" w:right="851" w:bottom="1134" w:left="1701" w:header="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427" w:rsidRDefault="007E2427" w:rsidP="007F7E42">
      <w:r>
        <w:separator/>
      </w:r>
    </w:p>
  </w:endnote>
  <w:endnote w:type="continuationSeparator" w:id="0">
    <w:p w:rsidR="007E2427" w:rsidRDefault="007E2427" w:rsidP="007F7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427" w:rsidRDefault="007E2427" w:rsidP="007F7E42">
      <w:r>
        <w:separator/>
      </w:r>
    </w:p>
  </w:footnote>
  <w:footnote w:type="continuationSeparator" w:id="0">
    <w:p w:rsidR="007E2427" w:rsidRDefault="007E2427" w:rsidP="007F7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0" w:type="auto"/>
      <w:tblInd w:w="-714" w:type="dxa"/>
      <w:tblBorders>
        <w:top w:val="none" w:sz="0" w:space="0" w:color="auto"/>
        <w:left w:val="none" w:sz="0" w:space="0" w:color="auto"/>
        <w:bottom w:val="single" w:sz="18" w:space="0" w:color="99FFCC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6"/>
      <w:gridCol w:w="4382"/>
    </w:tblGrid>
    <w:tr w:rsidR="00CD5CD2" w:rsidTr="005F30E4">
      <w:tc>
        <w:tcPr>
          <w:tcW w:w="5676" w:type="dxa"/>
        </w:tcPr>
        <w:p w:rsidR="00CD5CD2" w:rsidRDefault="00CD5CD2" w:rsidP="00CD5CD2">
          <w:pPr>
            <w:pStyle w:val="Intestazione"/>
            <w:tabs>
              <w:tab w:val="clear" w:pos="4819"/>
              <w:tab w:val="clear" w:pos="9638"/>
              <w:tab w:val="right" w:pos="9354"/>
            </w:tabs>
            <w:rPr>
              <w:color w:val="0033CC"/>
              <w:sz w:val="20"/>
              <w:szCs w:val="20"/>
            </w:rPr>
          </w:pPr>
          <w:r w:rsidRPr="00B654D7">
            <w:rPr>
              <w:noProof/>
              <w:color w:val="0033CC"/>
              <w:sz w:val="20"/>
              <w:szCs w:val="20"/>
              <w:lang w:eastAsia="it-CH"/>
            </w:rPr>
            <w:drawing>
              <wp:anchor distT="0" distB="0" distL="114300" distR="114300" simplePos="0" relativeHeight="251659264" behindDoc="1" locked="0" layoutInCell="1" allowOverlap="1" wp14:anchorId="290B74F0" wp14:editId="3791DF4C">
                <wp:simplePos x="0" y="0"/>
                <wp:positionH relativeFrom="margin">
                  <wp:posOffset>-6350</wp:posOffset>
                </wp:positionH>
                <wp:positionV relativeFrom="margin">
                  <wp:posOffset>147955</wp:posOffset>
                </wp:positionV>
                <wp:extent cx="2200275" cy="524510"/>
                <wp:effectExtent l="0" t="0" r="9525" b="8890"/>
                <wp:wrapThrough wrapText="bothSides">
                  <wp:wrapPolygon edited="0">
                    <wp:start x="0" y="0"/>
                    <wp:lineTo x="0" y="21182"/>
                    <wp:lineTo x="21506" y="21182"/>
                    <wp:lineTo x="21506" y="0"/>
                    <wp:lineTo x="0" y="0"/>
                  </wp:wrapPolygon>
                </wp:wrapThrough>
                <wp:docPr id="22" name="Immagine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00275" cy="5245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382" w:type="dxa"/>
        </w:tcPr>
        <w:p w:rsidR="00CD5CD2" w:rsidRPr="00B654D7" w:rsidRDefault="00CD5CD2" w:rsidP="00CD5CD2">
          <w:pPr>
            <w:pStyle w:val="Intestazione"/>
            <w:tabs>
              <w:tab w:val="clear" w:pos="4819"/>
              <w:tab w:val="clear" w:pos="9638"/>
              <w:tab w:val="right" w:pos="9354"/>
            </w:tabs>
            <w:spacing w:before="360"/>
            <w:rPr>
              <w:color w:val="0033CC"/>
              <w:sz w:val="20"/>
              <w:szCs w:val="20"/>
            </w:rPr>
          </w:pPr>
          <w:r w:rsidRPr="00B654D7">
            <w:rPr>
              <w:color w:val="0033CC"/>
              <w:sz w:val="20"/>
              <w:szCs w:val="20"/>
            </w:rPr>
            <w:t>Via Francesco Borromini 18, 6850 Mendrisio</w:t>
          </w:r>
        </w:p>
        <w:p w:rsidR="00CD5CD2" w:rsidRPr="00B654D7" w:rsidRDefault="00CD5CD2" w:rsidP="00CD5CD2">
          <w:pPr>
            <w:pStyle w:val="Intestazione"/>
            <w:tabs>
              <w:tab w:val="clear" w:pos="4819"/>
              <w:tab w:val="clear" w:pos="9638"/>
              <w:tab w:val="left" w:pos="952"/>
              <w:tab w:val="right" w:pos="9354"/>
            </w:tabs>
            <w:rPr>
              <w:color w:val="0033CC"/>
              <w:sz w:val="20"/>
              <w:szCs w:val="20"/>
            </w:rPr>
          </w:pPr>
          <w:r w:rsidRPr="00B654D7">
            <w:rPr>
              <w:color w:val="0033CC"/>
              <w:sz w:val="20"/>
              <w:szCs w:val="20"/>
            </w:rPr>
            <w:t>Tel. +41 91 646 90 90 Fax +41 91 646 90 91</w:t>
          </w:r>
        </w:p>
        <w:p w:rsidR="00ED3E19" w:rsidRDefault="00CD5CD2" w:rsidP="00ED3E19">
          <w:pPr>
            <w:pStyle w:val="Intestazione"/>
            <w:tabs>
              <w:tab w:val="clear" w:pos="4819"/>
              <w:tab w:val="clear" w:pos="9638"/>
              <w:tab w:val="right" w:pos="9354"/>
            </w:tabs>
            <w:rPr>
              <w:color w:val="0033CC"/>
              <w:sz w:val="20"/>
              <w:szCs w:val="20"/>
            </w:rPr>
          </w:pPr>
          <w:proofErr w:type="gramStart"/>
          <w:r w:rsidRPr="00B654D7">
            <w:rPr>
              <w:color w:val="0033CC"/>
              <w:sz w:val="20"/>
              <w:szCs w:val="20"/>
            </w:rPr>
            <w:t>www.linguemondo.ch</w:t>
          </w:r>
          <w:r w:rsidRPr="00D94E90">
            <w:rPr>
              <w:color w:val="FFFFFF" w:themeColor="background1"/>
              <w:sz w:val="20"/>
              <w:szCs w:val="20"/>
            </w:rPr>
            <w:t xml:space="preserve">  </w:t>
          </w:r>
          <w:hyperlink r:id="rId2" w:history="1">
            <w:r w:rsidRPr="00AB2ED6">
              <w:rPr>
                <w:rStyle w:val="Collegamentoipertestuale"/>
                <w:sz w:val="20"/>
                <w:szCs w:val="20"/>
                <w:u w:val="none"/>
              </w:rPr>
              <w:t>info@linguemondo.ch</w:t>
            </w:r>
            <w:proofErr w:type="gramEnd"/>
          </w:hyperlink>
        </w:p>
      </w:tc>
    </w:tr>
  </w:tbl>
  <w:p w:rsidR="00CD5CD2" w:rsidRPr="00ED3E19" w:rsidRDefault="00CD5CD2" w:rsidP="00AB2ED6">
    <w:pPr>
      <w:pStyle w:val="Intestazione"/>
      <w:tabs>
        <w:tab w:val="clear" w:pos="4819"/>
        <w:tab w:val="clear" w:pos="9638"/>
        <w:tab w:val="right" w:pos="9354"/>
      </w:tabs>
      <w:spacing w:after="120"/>
      <w:rPr>
        <w:color w:val="FFFFFF" w:themeColor="background1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F4FFD"/>
    <w:multiLevelType w:val="hybridMultilevel"/>
    <w:tmpl w:val="A7062A3C"/>
    <w:lvl w:ilvl="0" w:tplc="1FDEF884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50545D"/>
    <w:multiLevelType w:val="hybridMultilevel"/>
    <w:tmpl w:val="729C55B2"/>
    <w:lvl w:ilvl="0" w:tplc="0810000F">
      <w:start w:val="1"/>
      <w:numFmt w:val="decimal"/>
      <w:lvlText w:val="%1."/>
      <w:lvlJc w:val="left"/>
      <w:pPr>
        <w:ind w:left="720" w:hanging="360"/>
      </w:p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A9643E"/>
    <w:multiLevelType w:val="hybridMultilevel"/>
    <w:tmpl w:val="BB66EBA0"/>
    <w:lvl w:ilvl="0" w:tplc="0810000F">
      <w:start w:val="1"/>
      <w:numFmt w:val="decimal"/>
      <w:lvlText w:val="%1."/>
      <w:lvlJc w:val="left"/>
      <w:pPr>
        <w:ind w:left="720" w:hanging="360"/>
      </w:p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9F3A23"/>
    <w:multiLevelType w:val="hybridMultilevel"/>
    <w:tmpl w:val="F55676BA"/>
    <w:lvl w:ilvl="0" w:tplc="60507676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5A6"/>
    <w:rsid w:val="0000449A"/>
    <w:rsid w:val="001D3C4B"/>
    <w:rsid w:val="001E455C"/>
    <w:rsid w:val="0029128E"/>
    <w:rsid w:val="00336F71"/>
    <w:rsid w:val="003457C6"/>
    <w:rsid w:val="00472051"/>
    <w:rsid w:val="004865A6"/>
    <w:rsid w:val="005F30E4"/>
    <w:rsid w:val="00642A4F"/>
    <w:rsid w:val="007E2427"/>
    <w:rsid w:val="007F7E42"/>
    <w:rsid w:val="00875FBB"/>
    <w:rsid w:val="00946C20"/>
    <w:rsid w:val="0095236F"/>
    <w:rsid w:val="00AB2ED6"/>
    <w:rsid w:val="00B654D7"/>
    <w:rsid w:val="00BD5D16"/>
    <w:rsid w:val="00C013AB"/>
    <w:rsid w:val="00C708D4"/>
    <w:rsid w:val="00CB41D7"/>
    <w:rsid w:val="00CD5CD2"/>
    <w:rsid w:val="00D94E90"/>
    <w:rsid w:val="00EA7714"/>
    <w:rsid w:val="00ED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28806350-12B2-454E-B64D-471D266DC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it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F7E4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7E42"/>
  </w:style>
  <w:style w:type="paragraph" w:styleId="Pidipagina">
    <w:name w:val="footer"/>
    <w:basedOn w:val="Normale"/>
    <w:link w:val="PidipaginaCarattere"/>
    <w:uiPriority w:val="99"/>
    <w:unhideWhenUsed/>
    <w:rsid w:val="007F7E4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7E42"/>
  </w:style>
  <w:style w:type="character" w:styleId="Collegamentoipertestuale">
    <w:name w:val="Hyperlink"/>
    <w:basedOn w:val="Carpredefinitoparagrafo"/>
    <w:uiPriority w:val="99"/>
    <w:unhideWhenUsed/>
    <w:rsid w:val="00946C20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rsid w:val="00CD5C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41D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41D7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3457C6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linguemondo.ch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URA\AppData\Roaming\Microsoft\Templates\carta%20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</Template>
  <TotalTime>4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</cp:lastModifiedBy>
  <cp:revision>4</cp:revision>
  <cp:lastPrinted>2016-10-17T21:38:00Z</cp:lastPrinted>
  <dcterms:created xsi:type="dcterms:W3CDTF">2017-01-16T12:19:00Z</dcterms:created>
  <dcterms:modified xsi:type="dcterms:W3CDTF">2017-01-16T12:49:00Z</dcterms:modified>
</cp:coreProperties>
</file>