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4B6" w:rsidRPr="007959B6" w:rsidRDefault="003424B6" w:rsidP="003424B6">
      <w:pPr>
        <w:tabs>
          <w:tab w:val="left" w:pos="5245"/>
        </w:tabs>
        <w:jc w:val="center"/>
        <w:rPr>
          <w:rFonts w:ascii="Arial" w:hAnsi="Arial" w:cs="Arial"/>
          <w:b/>
          <w:sz w:val="36"/>
          <w:szCs w:val="36"/>
        </w:rPr>
      </w:pPr>
      <w:bookmarkStart w:id="0" w:name="OLE_LINK3"/>
      <w:r w:rsidRPr="007959B6">
        <w:rPr>
          <w:rFonts w:ascii="Arial" w:hAnsi="Arial" w:cs="Arial"/>
          <w:b/>
          <w:sz w:val="36"/>
          <w:szCs w:val="36"/>
        </w:rPr>
        <w:t>COMMISSIONE CANTONALE</w:t>
      </w:r>
    </w:p>
    <w:p w:rsidR="003424B6" w:rsidRPr="007959B6" w:rsidRDefault="003424B6" w:rsidP="003424B6">
      <w:pPr>
        <w:keepNext/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7959B6">
        <w:rPr>
          <w:rFonts w:ascii="Arial" w:hAnsi="Arial" w:cs="Arial"/>
          <w:b/>
          <w:sz w:val="36"/>
          <w:szCs w:val="36"/>
        </w:rPr>
        <w:t xml:space="preserve">PER </w:t>
      </w:r>
      <w:smartTag w:uri="urn:schemas-microsoft-com:office:smarttags" w:element="PersonName">
        <w:smartTagPr>
          <w:attr w:name="ProductID" w:val="LA FORMAZIONE NEL"/>
        </w:smartTagPr>
        <w:r w:rsidRPr="007959B6">
          <w:rPr>
            <w:rFonts w:ascii="Arial" w:hAnsi="Arial" w:cs="Arial"/>
            <w:b/>
            <w:sz w:val="36"/>
            <w:szCs w:val="36"/>
          </w:rPr>
          <w:t>LA FORMAZIONE NEL</w:t>
        </w:r>
      </w:smartTag>
      <w:r w:rsidRPr="007959B6">
        <w:rPr>
          <w:rFonts w:ascii="Arial" w:hAnsi="Arial" w:cs="Arial"/>
          <w:b/>
          <w:sz w:val="36"/>
          <w:szCs w:val="36"/>
        </w:rPr>
        <w:t xml:space="preserve"> COMMERCIO</w:t>
      </w:r>
    </w:p>
    <w:p w:rsidR="003424B6" w:rsidRPr="007959B6" w:rsidRDefault="003424B6" w:rsidP="003424B6">
      <w:pPr>
        <w:jc w:val="center"/>
        <w:rPr>
          <w:rFonts w:ascii="Arial" w:hAnsi="Arial" w:cs="Arial"/>
          <w:b/>
          <w:sz w:val="32"/>
        </w:rPr>
      </w:pPr>
      <w:r w:rsidRPr="007959B6">
        <w:rPr>
          <w:rFonts w:ascii="Arial" w:hAnsi="Arial" w:cs="Arial"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58AE5D6A" wp14:editId="344286EC">
                <wp:simplePos x="0" y="0"/>
                <wp:positionH relativeFrom="column">
                  <wp:posOffset>1905</wp:posOffset>
                </wp:positionH>
                <wp:positionV relativeFrom="paragraph">
                  <wp:posOffset>146685</wp:posOffset>
                </wp:positionV>
                <wp:extent cx="6132195" cy="635"/>
                <wp:effectExtent l="7620" t="13335" r="13335" b="14605"/>
                <wp:wrapNone/>
                <wp:docPr id="19" name="Connettore 1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21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43FC25A" id="Connettore 1 19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11.55pt" to="483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3424B6" w:rsidRPr="007959B6" w:rsidRDefault="003424B6" w:rsidP="003424B6">
      <w:pPr>
        <w:tabs>
          <w:tab w:val="right" w:pos="4536"/>
          <w:tab w:val="left" w:pos="4962"/>
        </w:tabs>
        <w:jc w:val="both"/>
        <w:rPr>
          <w:rFonts w:ascii="Arial" w:hAnsi="Arial" w:cs="Arial"/>
          <w:b/>
          <w:sz w:val="28"/>
        </w:rPr>
      </w:pPr>
      <w:r w:rsidRPr="007959B6">
        <w:rPr>
          <w:rFonts w:ascii="Arial" w:hAnsi="Arial" w:cs="Arial"/>
          <w:sz w:val="28"/>
        </w:rPr>
        <w:tab/>
        <w:t>Sessione</w:t>
      </w:r>
      <w:r w:rsidRPr="007959B6">
        <w:rPr>
          <w:rFonts w:ascii="Arial" w:hAnsi="Arial" w:cs="Arial"/>
          <w:sz w:val="28"/>
        </w:rPr>
        <w:tab/>
      </w:r>
      <w:r w:rsidRPr="007959B6">
        <w:rPr>
          <w:rFonts w:ascii="Arial" w:hAnsi="Arial" w:cs="Arial"/>
          <w:b/>
          <w:sz w:val="28"/>
        </w:rPr>
        <w:t>ESAMI 201</w:t>
      </w:r>
      <w:r w:rsidR="00C32B17">
        <w:rPr>
          <w:rFonts w:ascii="Arial" w:hAnsi="Arial" w:cs="Arial"/>
          <w:b/>
          <w:sz w:val="28"/>
        </w:rPr>
        <w:t>8</w:t>
      </w:r>
    </w:p>
    <w:p w:rsidR="003424B6" w:rsidRPr="007959B6" w:rsidRDefault="003424B6" w:rsidP="003424B6">
      <w:pPr>
        <w:tabs>
          <w:tab w:val="left" w:pos="4962"/>
          <w:tab w:val="left" w:pos="5245"/>
        </w:tabs>
        <w:jc w:val="both"/>
        <w:rPr>
          <w:rFonts w:ascii="Arial" w:hAnsi="Arial" w:cs="Arial"/>
          <w:b/>
          <w:sz w:val="28"/>
        </w:rPr>
      </w:pPr>
    </w:p>
    <w:p w:rsidR="003424B6" w:rsidRPr="007959B6" w:rsidRDefault="003424B6" w:rsidP="003424B6">
      <w:pPr>
        <w:tabs>
          <w:tab w:val="right" w:pos="4536"/>
          <w:tab w:val="left" w:pos="4962"/>
        </w:tabs>
        <w:jc w:val="both"/>
        <w:rPr>
          <w:rFonts w:ascii="Arial" w:hAnsi="Arial" w:cs="Arial"/>
          <w:b/>
          <w:sz w:val="28"/>
        </w:rPr>
      </w:pPr>
      <w:r w:rsidRPr="007959B6">
        <w:rPr>
          <w:rFonts w:ascii="Arial" w:hAnsi="Arial" w:cs="Arial"/>
          <w:sz w:val="28"/>
        </w:rPr>
        <w:tab/>
        <w:t>Sezione</w:t>
      </w:r>
      <w:r w:rsidRPr="007959B6">
        <w:rPr>
          <w:rFonts w:ascii="Arial" w:hAnsi="Arial" w:cs="Arial"/>
          <w:sz w:val="28"/>
        </w:rPr>
        <w:tab/>
      </w:r>
      <w:r w:rsidRPr="007959B6">
        <w:rPr>
          <w:rFonts w:ascii="Arial" w:hAnsi="Arial" w:cs="Arial"/>
          <w:b/>
          <w:sz w:val="28"/>
        </w:rPr>
        <w:t>ASSISTENTI D’UFFICIO</w:t>
      </w:r>
    </w:p>
    <w:p w:rsidR="003424B6" w:rsidRPr="007959B6" w:rsidRDefault="005D78CF" w:rsidP="00506CB4">
      <w:pPr>
        <w:tabs>
          <w:tab w:val="left" w:pos="4962"/>
          <w:tab w:val="left" w:pos="5954"/>
        </w:tabs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</w:p>
    <w:p w:rsidR="003424B6" w:rsidRPr="007959B6" w:rsidRDefault="003424B6" w:rsidP="003424B6">
      <w:pPr>
        <w:tabs>
          <w:tab w:val="right" w:pos="4536"/>
          <w:tab w:val="left" w:pos="4962"/>
        </w:tabs>
        <w:jc w:val="both"/>
        <w:rPr>
          <w:rFonts w:ascii="Arial" w:hAnsi="Arial" w:cs="Arial"/>
          <w:b/>
          <w:sz w:val="28"/>
        </w:rPr>
      </w:pPr>
      <w:r w:rsidRPr="007959B6">
        <w:rPr>
          <w:rFonts w:ascii="Arial" w:hAnsi="Arial" w:cs="Arial"/>
          <w:sz w:val="28"/>
        </w:rPr>
        <w:tab/>
        <w:t>Materia</w:t>
      </w:r>
      <w:r w:rsidRPr="007959B6">
        <w:rPr>
          <w:rFonts w:ascii="Arial" w:hAnsi="Arial" w:cs="Arial"/>
          <w:sz w:val="28"/>
        </w:rPr>
        <w:tab/>
      </w:r>
      <w:r w:rsidRPr="007959B6">
        <w:rPr>
          <w:rFonts w:ascii="Arial" w:hAnsi="Arial" w:cs="Arial"/>
          <w:b/>
          <w:sz w:val="28"/>
        </w:rPr>
        <w:t>ICA</w:t>
      </w:r>
    </w:p>
    <w:p w:rsidR="003424B6" w:rsidRPr="007959B6" w:rsidRDefault="003424B6" w:rsidP="003424B6">
      <w:pPr>
        <w:tabs>
          <w:tab w:val="left" w:pos="5245"/>
        </w:tabs>
        <w:jc w:val="both"/>
        <w:rPr>
          <w:rFonts w:ascii="Arial" w:hAnsi="Arial" w:cs="Arial"/>
          <w:b/>
          <w:sz w:val="28"/>
        </w:rPr>
      </w:pPr>
      <w:r w:rsidRPr="007959B6">
        <w:rPr>
          <w:rFonts w:ascii="Arial" w:hAnsi="Arial" w:cs="Arial"/>
          <w:b/>
          <w:sz w:val="28"/>
        </w:rPr>
        <w:tab/>
      </w:r>
    </w:p>
    <w:p w:rsidR="003424B6" w:rsidRPr="007959B6" w:rsidRDefault="003424B6" w:rsidP="003424B6">
      <w:pPr>
        <w:tabs>
          <w:tab w:val="left" w:pos="5245"/>
        </w:tabs>
        <w:jc w:val="both"/>
        <w:rPr>
          <w:rFonts w:ascii="Arial" w:hAnsi="Arial" w:cs="Arial"/>
          <w:b/>
        </w:rPr>
      </w:pPr>
    </w:p>
    <w:p w:rsidR="003424B6" w:rsidRPr="00793908" w:rsidRDefault="003424B6" w:rsidP="003424B6">
      <w:pPr>
        <w:tabs>
          <w:tab w:val="right" w:pos="4536"/>
          <w:tab w:val="left" w:pos="4962"/>
        </w:tabs>
        <w:jc w:val="both"/>
        <w:rPr>
          <w:rFonts w:ascii="Arial" w:hAnsi="Arial" w:cs="Arial"/>
          <w:b/>
          <w:sz w:val="28"/>
          <w:szCs w:val="28"/>
        </w:rPr>
      </w:pPr>
      <w:r w:rsidRPr="007959B6">
        <w:rPr>
          <w:rFonts w:ascii="Arial" w:hAnsi="Arial" w:cs="Arial"/>
          <w:sz w:val="32"/>
        </w:rPr>
        <w:tab/>
      </w:r>
      <w:r w:rsidRPr="00793908">
        <w:rPr>
          <w:rFonts w:ascii="Arial" w:hAnsi="Arial" w:cs="Arial"/>
          <w:sz w:val="28"/>
          <w:szCs w:val="28"/>
        </w:rPr>
        <w:t>Serie</w:t>
      </w:r>
      <w:r w:rsidRPr="00793908">
        <w:rPr>
          <w:rFonts w:ascii="Arial" w:hAnsi="Arial" w:cs="Arial"/>
          <w:sz w:val="28"/>
          <w:szCs w:val="28"/>
        </w:rPr>
        <w:tab/>
      </w:r>
      <w:r w:rsidRPr="00793908">
        <w:rPr>
          <w:rFonts w:ascii="Arial" w:hAnsi="Arial" w:cs="Arial"/>
          <w:b/>
          <w:sz w:val="28"/>
          <w:szCs w:val="28"/>
        </w:rPr>
        <w:t>1</w:t>
      </w:r>
    </w:p>
    <w:p w:rsidR="003424B6" w:rsidRPr="007959B6" w:rsidRDefault="003424B6" w:rsidP="003424B6">
      <w:pPr>
        <w:tabs>
          <w:tab w:val="left" w:pos="4820"/>
        </w:tabs>
        <w:jc w:val="both"/>
        <w:rPr>
          <w:rFonts w:ascii="Arial" w:hAnsi="Arial" w:cs="Arial"/>
          <w:b/>
          <w:sz w:val="32"/>
        </w:rPr>
      </w:pPr>
    </w:p>
    <w:p w:rsidR="003424B6" w:rsidRPr="007959B6" w:rsidRDefault="003424B6" w:rsidP="003424B6">
      <w:pPr>
        <w:tabs>
          <w:tab w:val="right" w:pos="4536"/>
          <w:tab w:val="left" w:pos="4820"/>
          <w:tab w:val="right" w:pos="4962"/>
          <w:tab w:val="left" w:pos="5387"/>
        </w:tabs>
        <w:ind w:firstLine="1416"/>
        <w:jc w:val="both"/>
        <w:rPr>
          <w:rFonts w:ascii="Arial" w:hAnsi="Arial" w:cs="Arial"/>
          <w:sz w:val="28"/>
        </w:rPr>
      </w:pPr>
      <w:r w:rsidRPr="007959B6">
        <w:rPr>
          <w:rFonts w:ascii="Arial" w:hAnsi="Arial" w:cs="Arial"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773ED649" wp14:editId="40AFA475">
                <wp:simplePos x="0" y="0"/>
                <wp:positionH relativeFrom="column">
                  <wp:posOffset>3140075</wp:posOffset>
                </wp:positionH>
                <wp:positionV relativeFrom="paragraph">
                  <wp:posOffset>-2540</wp:posOffset>
                </wp:positionV>
                <wp:extent cx="2345055" cy="271145"/>
                <wp:effectExtent l="12065" t="13970" r="14605" b="10160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5055" cy="2711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AF775FA" id="Rettangolo 18" o:spid="_x0000_s1026" style="position:absolute;margin-left:247.25pt;margin-top:-.2pt;width:184.65pt;height:21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" o:allowincell="f" filled="f" strokeweight="1pt"/>
            </w:pict>
          </mc:Fallback>
        </mc:AlternateContent>
      </w:r>
      <w:r w:rsidRPr="007959B6">
        <w:rPr>
          <w:rFonts w:ascii="Arial" w:hAnsi="Arial" w:cs="Arial"/>
          <w:sz w:val="28"/>
        </w:rPr>
        <w:tab/>
        <w:t>Luogo</w:t>
      </w:r>
    </w:p>
    <w:p w:rsidR="003424B6" w:rsidRPr="007959B6" w:rsidRDefault="003424B6" w:rsidP="003424B6">
      <w:pPr>
        <w:tabs>
          <w:tab w:val="left" w:pos="4820"/>
          <w:tab w:val="left" w:pos="5387"/>
        </w:tabs>
        <w:jc w:val="both"/>
        <w:rPr>
          <w:rFonts w:ascii="Arial" w:hAnsi="Arial" w:cs="Arial"/>
          <w:sz w:val="28"/>
        </w:rPr>
      </w:pPr>
    </w:p>
    <w:p w:rsidR="003424B6" w:rsidRPr="007959B6" w:rsidRDefault="003424B6" w:rsidP="003424B6">
      <w:pPr>
        <w:tabs>
          <w:tab w:val="right" w:pos="4536"/>
          <w:tab w:val="left" w:pos="4820"/>
          <w:tab w:val="right" w:pos="4962"/>
        </w:tabs>
        <w:jc w:val="both"/>
        <w:rPr>
          <w:rFonts w:ascii="Arial" w:hAnsi="Arial" w:cs="Arial"/>
          <w:b/>
          <w:sz w:val="32"/>
        </w:rPr>
      </w:pPr>
      <w:r w:rsidRPr="007959B6">
        <w:rPr>
          <w:rFonts w:ascii="Arial" w:hAnsi="Arial" w:cs="Arial"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2D44F299" wp14:editId="491BA61B">
                <wp:simplePos x="0" y="0"/>
                <wp:positionH relativeFrom="column">
                  <wp:posOffset>3146425</wp:posOffset>
                </wp:positionH>
                <wp:positionV relativeFrom="paragraph">
                  <wp:posOffset>-8255</wp:posOffset>
                </wp:positionV>
                <wp:extent cx="2345055" cy="271145"/>
                <wp:effectExtent l="8890" t="7620" r="8255" b="6985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5055" cy="2711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6562935" id="Rettangolo 17" o:spid="_x0000_s1026" style="position:absolute;margin-left:247.75pt;margin-top:-.65pt;width:184.65pt;height:21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" o:allowincell="f" filled="f" strokeweight="1pt"/>
            </w:pict>
          </mc:Fallback>
        </mc:AlternateContent>
      </w:r>
      <w:r w:rsidRPr="007959B6">
        <w:rPr>
          <w:rFonts w:ascii="Arial" w:hAnsi="Arial" w:cs="Arial"/>
          <w:sz w:val="28"/>
        </w:rPr>
        <w:tab/>
      </w:r>
      <w:r w:rsidR="002607E3">
        <w:rPr>
          <w:rFonts w:ascii="Arial" w:hAnsi="Arial" w:cs="Arial"/>
          <w:sz w:val="28"/>
        </w:rPr>
        <w:t>D</w:t>
      </w:r>
      <w:r w:rsidRPr="007959B6">
        <w:rPr>
          <w:rFonts w:ascii="Arial" w:hAnsi="Arial" w:cs="Arial"/>
          <w:sz w:val="28"/>
        </w:rPr>
        <w:t>ata</w:t>
      </w:r>
    </w:p>
    <w:p w:rsidR="003424B6" w:rsidRPr="007959B6" w:rsidRDefault="003424B6" w:rsidP="003424B6">
      <w:pPr>
        <w:tabs>
          <w:tab w:val="left" w:pos="5387"/>
        </w:tabs>
        <w:jc w:val="center"/>
        <w:rPr>
          <w:rFonts w:ascii="Arial" w:hAnsi="Arial" w:cs="Arial"/>
          <w:b/>
          <w:sz w:val="32"/>
        </w:rPr>
      </w:pPr>
    </w:p>
    <w:p w:rsidR="003424B6" w:rsidRPr="007959B6" w:rsidRDefault="003424B6" w:rsidP="003424B6">
      <w:pPr>
        <w:tabs>
          <w:tab w:val="right" w:pos="4536"/>
          <w:tab w:val="left" w:pos="4962"/>
        </w:tabs>
        <w:jc w:val="both"/>
        <w:rPr>
          <w:rFonts w:ascii="Arial" w:hAnsi="Arial" w:cs="Arial"/>
        </w:rPr>
      </w:pPr>
      <w:r w:rsidRPr="007959B6">
        <w:rPr>
          <w:rFonts w:ascii="Arial" w:hAnsi="Arial" w:cs="Arial"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44C0416F" wp14:editId="1E9B212F">
                <wp:simplePos x="0" y="0"/>
                <wp:positionH relativeFrom="column">
                  <wp:posOffset>3139440</wp:posOffset>
                </wp:positionH>
                <wp:positionV relativeFrom="paragraph">
                  <wp:posOffset>-4445</wp:posOffset>
                </wp:positionV>
                <wp:extent cx="952500" cy="271145"/>
                <wp:effectExtent l="11430" t="11430" r="7620" b="12700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27114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AD311B3" id="Rettangolo 16" o:spid="_x0000_s1026" style="position:absolute;margin-left:247.2pt;margin-top:-.35pt;width:75pt;height:21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" o:allowincell="f" fillcolor="#ddd" strokeweight="1pt"/>
            </w:pict>
          </mc:Fallback>
        </mc:AlternateContent>
      </w:r>
      <w:r w:rsidRPr="007959B6">
        <w:rPr>
          <w:rFonts w:ascii="Arial" w:hAnsi="Arial" w:cs="Arial"/>
          <w:sz w:val="28"/>
        </w:rPr>
        <w:tab/>
      </w:r>
      <w:r w:rsidR="002607E3">
        <w:rPr>
          <w:rFonts w:ascii="Arial" w:hAnsi="Arial" w:cs="Arial"/>
          <w:sz w:val="28"/>
        </w:rPr>
        <w:t>C</w:t>
      </w:r>
      <w:r w:rsidRPr="007959B6">
        <w:rPr>
          <w:rFonts w:ascii="Arial" w:hAnsi="Arial" w:cs="Arial"/>
          <w:sz w:val="28"/>
        </w:rPr>
        <w:t>andidato numero</w:t>
      </w:r>
    </w:p>
    <w:p w:rsidR="003424B6" w:rsidRPr="007959B6" w:rsidRDefault="003424B6" w:rsidP="003424B6">
      <w:pPr>
        <w:jc w:val="both"/>
        <w:rPr>
          <w:rFonts w:ascii="Arial" w:hAnsi="Arial" w:cs="Arial"/>
        </w:rPr>
      </w:pPr>
      <w:r w:rsidRPr="007959B6">
        <w:rPr>
          <w:rFonts w:ascii="Arial" w:hAnsi="Arial" w:cs="Arial"/>
        </w:rPr>
        <w:tab/>
      </w:r>
    </w:p>
    <w:p w:rsidR="003424B6" w:rsidRPr="007959B6" w:rsidRDefault="003424B6" w:rsidP="003424B6">
      <w:pPr>
        <w:tabs>
          <w:tab w:val="right" w:pos="4536"/>
          <w:tab w:val="right" w:pos="4962"/>
          <w:tab w:val="left" w:pos="5387"/>
        </w:tabs>
        <w:jc w:val="both"/>
        <w:rPr>
          <w:rFonts w:ascii="Arial" w:hAnsi="Arial" w:cs="Arial"/>
          <w:sz w:val="28"/>
        </w:rPr>
      </w:pPr>
      <w:r w:rsidRPr="007959B6">
        <w:rPr>
          <w:rFonts w:ascii="Arial" w:hAnsi="Arial" w:cs="Arial"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4054C418" wp14:editId="0EF39328">
                <wp:simplePos x="0" y="0"/>
                <wp:positionH relativeFrom="column">
                  <wp:posOffset>3146425</wp:posOffset>
                </wp:positionH>
                <wp:positionV relativeFrom="paragraph">
                  <wp:posOffset>9525</wp:posOffset>
                </wp:positionV>
                <wp:extent cx="2345055" cy="271145"/>
                <wp:effectExtent l="8890" t="13970" r="8255" b="10160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5055" cy="2711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846F126" id="Rettangolo 15" o:spid="_x0000_s1026" style="position:absolute;margin-left:247.75pt;margin-top:.75pt;width:184.65pt;height:21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" o:allowincell="f" filled="f" strokeweight="1pt"/>
            </w:pict>
          </mc:Fallback>
        </mc:AlternateContent>
      </w:r>
      <w:r w:rsidRPr="007959B6">
        <w:rPr>
          <w:rFonts w:ascii="Arial" w:hAnsi="Arial" w:cs="Arial"/>
          <w:sz w:val="28"/>
        </w:rPr>
        <w:tab/>
      </w:r>
      <w:r w:rsidR="002607E3">
        <w:rPr>
          <w:rFonts w:ascii="Arial" w:hAnsi="Arial" w:cs="Arial"/>
          <w:sz w:val="28"/>
        </w:rPr>
        <w:t>C</w:t>
      </w:r>
      <w:r w:rsidRPr="007959B6">
        <w:rPr>
          <w:rFonts w:ascii="Arial" w:hAnsi="Arial" w:cs="Arial"/>
          <w:sz w:val="28"/>
        </w:rPr>
        <w:t>ognome</w:t>
      </w:r>
    </w:p>
    <w:p w:rsidR="003424B6" w:rsidRPr="007959B6" w:rsidRDefault="003424B6" w:rsidP="003424B6">
      <w:pPr>
        <w:tabs>
          <w:tab w:val="right" w:pos="4962"/>
          <w:tab w:val="left" w:pos="5387"/>
        </w:tabs>
        <w:jc w:val="both"/>
        <w:rPr>
          <w:rFonts w:ascii="Arial" w:hAnsi="Arial" w:cs="Arial"/>
          <w:sz w:val="28"/>
        </w:rPr>
      </w:pPr>
      <w:r w:rsidRPr="007959B6">
        <w:rPr>
          <w:rFonts w:ascii="Arial" w:hAnsi="Arial" w:cs="Arial"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31610F1E" wp14:editId="738DC477">
                <wp:simplePos x="0" y="0"/>
                <wp:positionH relativeFrom="column">
                  <wp:posOffset>3142615</wp:posOffset>
                </wp:positionH>
                <wp:positionV relativeFrom="paragraph">
                  <wp:posOffset>194310</wp:posOffset>
                </wp:positionV>
                <wp:extent cx="2345055" cy="271145"/>
                <wp:effectExtent l="14605" t="12700" r="12065" b="11430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5055" cy="2711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8BE9BB4" id="Rettangolo 14" o:spid="_x0000_s1026" style="position:absolute;margin-left:247.45pt;margin-top:15.3pt;width:184.65pt;height:21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" o:allowincell="f" filled="f" strokeweight="1pt"/>
            </w:pict>
          </mc:Fallback>
        </mc:AlternateContent>
      </w:r>
    </w:p>
    <w:p w:rsidR="003424B6" w:rsidRPr="007959B6" w:rsidRDefault="003424B6" w:rsidP="003424B6">
      <w:pPr>
        <w:tabs>
          <w:tab w:val="right" w:pos="4536"/>
          <w:tab w:val="left" w:pos="5245"/>
        </w:tabs>
        <w:jc w:val="both"/>
        <w:rPr>
          <w:rFonts w:ascii="Arial" w:hAnsi="Arial" w:cs="Arial"/>
          <w:sz w:val="28"/>
        </w:rPr>
      </w:pPr>
      <w:r w:rsidRPr="007959B6">
        <w:rPr>
          <w:rFonts w:ascii="Arial" w:hAnsi="Arial" w:cs="Arial"/>
          <w:sz w:val="28"/>
        </w:rPr>
        <w:tab/>
      </w:r>
      <w:r w:rsidR="002607E3">
        <w:rPr>
          <w:rFonts w:ascii="Arial" w:hAnsi="Arial" w:cs="Arial"/>
          <w:sz w:val="28"/>
        </w:rPr>
        <w:t>N</w:t>
      </w:r>
      <w:r w:rsidRPr="007959B6">
        <w:rPr>
          <w:rFonts w:ascii="Arial" w:hAnsi="Arial" w:cs="Arial"/>
          <w:sz w:val="28"/>
        </w:rPr>
        <w:t>ome</w:t>
      </w:r>
    </w:p>
    <w:p w:rsidR="003424B6" w:rsidRPr="007959B6" w:rsidRDefault="003424B6" w:rsidP="003424B6">
      <w:pPr>
        <w:tabs>
          <w:tab w:val="right" w:pos="4536"/>
        </w:tabs>
        <w:rPr>
          <w:rFonts w:ascii="Arial" w:hAnsi="Arial" w:cs="Arial"/>
          <w:sz w:val="28"/>
        </w:rPr>
      </w:pPr>
    </w:p>
    <w:p w:rsidR="003424B6" w:rsidRPr="007959B6" w:rsidRDefault="003424B6" w:rsidP="003424B6">
      <w:pPr>
        <w:tabs>
          <w:tab w:val="right" w:pos="4536"/>
        </w:tabs>
        <w:jc w:val="both"/>
        <w:rPr>
          <w:rFonts w:ascii="Arial" w:hAnsi="Arial" w:cs="Arial"/>
          <w:sz w:val="28"/>
        </w:rPr>
      </w:pPr>
      <w:r w:rsidRPr="007959B6">
        <w:rPr>
          <w:rFonts w:ascii="Arial" w:hAnsi="Arial" w:cs="Arial"/>
          <w:sz w:val="28"/>
        </w:rPr>
        <w:tab/>
        <w:t xml:space="preserve">lettura delle consegne </w:t>
      </w:r>
      <w:r w:rsidRPr="007959B6">
        <w:rPr>
          <w:rFonts w:ascii="Arial" w:hAnsi="Arial" w:cs="Arial"/>
          <w:sz w:val="28"/>
        </w:rPr>
        <w:tab/>
        <w:t xml:space="preserve">  </w:t>
      </w:r>
      <w:r w:rsidRPr="007959B6">
        <w:rPr>
          <w:rFonts w:ascii="Arial" w:hAnsi="Arial" w:cs="Arial"/>
          <w:b/>
          <w:sz w:val="28"/>
        </w:rPr>
        <w:t>10 minuti</w:t>
      </w:r>
    </w:p>
    <w:p w:rsidR="003424B6" w:rsidRPr="007959B6" w:rsidRDefault="003424B6" w:rsidP="003424B6">
      <w:pPr>
        <w:tabs>
          <w:tab w:val="right" w:pos="4536"/>
          <w:tab w:val="left" w:pos="4962"/>
        </w:tabs>
        <w:rPr>
          <w:rFonts w:ascii="Arial" w:hAnsi="Arial" w:cs="Arial"/>
          <w:sz w:val="28"/>
        </w:rPr>
      </w:pPr>
      <w:r w:rsidRPr="007959B6">
        <w:rPr>
          <w:rFonts w:ascii="Arial" w:hAnsi="Arial" w:cs="Arial"/>
          <w:sz w:val="28"/>
        </w:rPr>
        <w:tab/>
        <w:t>tempo accordato per l’esame</w:t>
      </w:r>
      <w:r w:rsidRPr="007959B6">
        <w:rPr>
          <w:rFonts w:ascii="Arial" w:hAnsi="Arial" w:cs="Arial"/>
          <w:sz w:val="28"/>
        </w:rPr>
        <w:tab/>
        <w:t xml:space="preserve">  </w:t>
      </w:r>
      <w:r w:rsidRPr="007959B6">
        <w:rPr>
          <w:rFonts w:ascii="Arial" w:hAnsi="Arial" w:cs="Arial"/>
          <w:b/>
          <w:sz w:val="28"/>
        </w:rPr>
        <w:t>60 minuti</w:t>
      </w:r>
    </w:p>
    <w:p w:rsidR="003424B6" w:rsidRPr="007959B6" w:rsidRDefault="003424B6" w:rsidP="003424B6">
      <w:pPr>
        <w:tabs>
          <w:tab w:val="right" w:pos="4536"/>
          <w:tab w:val="left" w:pos="4962"/>
        </w:tabs>
        <w:jc w:val="both"/>
        <w:rPr>
          <w:rFonts w:ascii="Arial" w:hAnsi="Arial" w:cs="Arial"/>
          <w:sz w:val="20"/>
        </w:rPr>
      </w:pPr>
      <w:r w:rsidRPr="007959B6">
        <w:rPr>
          <w:rFonts w:ascii="Arial" w:hAnsi="Arial" w:cs="Arial"/>
          <w:sz w:val="28"/>
        </w:rPr>
        <w:tab/>
        <w:t>numero massimo di punti</w:t>
      </w:r>
      <w:r w:rsidRPr="007959B6">
        <w:rPr>
          <w:rFonts w:ascii="Arial" w:hAnsi="Arial" w:cs="Arial"/>
          <w:sz w:val="28"/>
        </w:rPr>
        <w:tab/>
      </w:r>
      <w:r w:rsidRPr="007959B6">
        <w:rPr>
          <w:rFonts w:ascii="Arial" w:hAnsi="Arial" w:cs="Arial"/>
          <w:b/>
          <w:sz w:val="28"/>
        </w:rPr>
        <w:t>10</w:t>
      </w:r>
      <w:r w:rsidR="008B0160">
        <w:rPr>
          <w:rFonts w:ascii="Arial" w:hAnsi="Arial" w:cs="Arial"/>
          <w:b/>
          <w:sz w:val="28"/>
        </w:rPr>
        <w:t>9</w:t>
      </w:r>
      <w:r w:rsidRPr="007959B6">
        <w:rPr>
          <w:rFonts w:ascii="Arial" w:hAnsi="Arial" w:cs="Arial"/>
          <w:b/>
          <w:sz w:val="28"/>
        </w:rPr>
        <w:t xml:space="preserve"> punti </w:t>
      </w:r>
    </w:p>
    <w:p w:rsidR="00506CB4" w:rsidRDefault="003424B6" w:rsidP="00506CB4">
      <w:pPr>
        <w:tabs>
          <w:tab w:val="right" w:pos="4536"/>
          <w:tab w:val="left" w:pos="4962"/>
        </w:tabs>
        <w:ind w:left="2832" w:hanging="2832"/>
        <w:rPr>
          <w:rFonts w:ascii="Arial" w:hAnsi="Arial" w:cs="Arial"/>
          <w:b/>
          <w:sz w:val="28"/>
        </w:rPr>
      </w:pPr>
      <w:r w:rsidRPr="007959B6">
        <w:rPr>
          <w:rFonts w:ascii="Arial" w:hAnsi="Arial" w:cs="Arial"/>
          <w:sz w:val="28"/>
        </w:rPr>
        <w:tab/>
      </w:r>
      <w:r w:rsidRPr="007306DD">
        <w:rPr>
          <w:rFonts w:ascii="Arial" w:hAnsi="Arial" w:cs="Arial"/>
          <w:sz w:val="28"/>
        </w:rPr>
        <w:t>mezzi ausiliari</w:t>
      </w:r>
      <w:r w:rsidRPr="007306DD">
        <w:rPr>
          <w:rFonts w:ascii="Arial" w:hAnsi="Arial" w:cs="Arial"/>
          <w:sz w:val="28"/>
        </w:rPr>
        <w:tab/>
      </w:r>
      <w:r w:rsidR="00506CB4">
        <w:rPr>
          <w:rFonts w:ascii="Arial" w:hAnsi="Arial" w:cs="Arial"/>
          <w:b/>
          <w:sz w:val="28"/>
        </w:rPr>
        <w:t>materiali didattici in forma</w:t>
      </w:r>
    </w:p>
    <w:p w:rsidR="00506CB4" w:rsidRDefault="00506CB4" w:rsidP="00506CB4">
      <w:pPr>
        <w:tabs>
          <w:tab w:val="right" w:pos="4536"/>
          <w:tab w:val="left" w:pos="4962"/>
        </w:tabs>
        <w:ind w:left="2832" w:hanging="2832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  <w:t>cartacea,</w:t>
      </w:r>
    </w:p>
    <w:p w:rsidR="003424B6" w:rsidRPr="00506CB4" w:rsidRDefault="00506CB4" w:rsidP="00506CB4">
      <w:pPr>
        <w:tabs>
          <w:tab w:val="right" w:pos="4536"/>
          <w:tab w:val="left" w:pos="4962"/>
        </w:tabs>
        <w:ind w:left="4956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  <w:t xml:space="preserve">aiuto con supporto di </w:t>
      </w:r>
      <w:r w:rsidR="00D03EFE">
        <w:rPr>
          <w:rFonts w:ascii="Arial" w:hAnsi="Arial" w:cs="Arial"/>
          <w:b/>
          <w:sz w:val="28"/>
        </w:rPr>
        <w:br/>
      </w:r>
      <w:r>
        <w:rPr>
          <w:rFonts w:ascii="Arial" w:hAnsi="Arial" w:cs="Arial"/>
          <w:b/>
          <w:sz w:val="28"/>
        </w:rPr>
        <w:t>Windows e Office</w:t>
      </w:r>
      <w:r>
        <w:rPr>
          <w:rFonts w:ascii="Arial" w:hAnsi="Arial" w:cs="Arial"/>
          <w:b/>
          <w:sz w:val="28"/>
        </w:rPr>
        <w:tab/>
      </w:r>
    </w:p>
    <w:p w:rsidR="003424B6" w:rsidRPr="00181159" w:rsidRDefault="003424B6" w:rsidP="003424B6">
      <w:pPr>
        <w:tabs>
          <w:tab w:val="left" w:pos="4820"/>
        </w:tabs>
        <w:jc w:val="both"/>
        <w:rPr>
          <w:rFonts w:ascii="Arial" w:hAnsi="Arial" w:cs="Arial"/>
          <w:sz w:val="20"/>
          <w:lang w:val="it-CH"/>
        </w:rPr>
      </w:pPr>
      <w:r w:rsidRPr="007959B6">
        <w:rPr>
          <w:rFonts w:ascii="Arial" w:hAnsi="Arial" w:cs="Arial"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F001597" wp14:editId="7149438E">
                <wp:simplePos x="0" y="0"/>
                <wp:positionH relativeFrom="column">
                  <wp:posOffset>4103370</wp:posOffset>
                </wp:positionH>
                <wp:positionV relativeFrom="paragraph">
                  <wp:posOffset>78740</wp:posOffset>
                </wp:positionV>
                <wp:extent cx="631825" cy="321310"/>
                <wp:effectExtent l="13335" t="12065" r="12065" b="9525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825" cy="32131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7EAF670" id="Rettangolo 13" o:spid="_x0000_s1026" style="position:absolute;margin-left:323.1pt;margin-top:6.2pt;width:49.75pt;height:25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" o:allowincell="f" fillcolor="#ddd" strokeweight="1pt"/>
            </w:pict>
          </mc:Fallback>
        </mc:AlternateContent>
      </w:r>
    </w:p>
    <w:p w:rsidR="003424B6" w:rsidRPr="007959B6" w:rsidRDefault="003424B6" w:rsidP="003424B6">
      <w:pPr>
        <w:tabs>
          <w:tab w:val="right" w:pos="4536"/>
          <w:tab w:val="left" w:pos="4820"/>
          <w:tab w:val="left" w:pos="4962"/>
        </w:tabs>
        <w:jc w:val="both"/>
        <w:rPr>
          <w:rFonts w:ascii="Arial" w:hAnsi="Arial" w:cs="Arial"/>
          <w:b/>
          <w:i/>
          <w:sz w:val="28"/>
        </w:rPr>
      </w:pPr>
      <w:r w:rsidRPr="00181159">
        <w:rPr>
          <w:rFonts w:ascii="Arial" w:hAnsi="Arial" w:cs="Arial"/>
          <w:b/>
          <w:i/>
          <w:sz w:val="28"/>
          <w:lang w:val="it-CH"/>
        </w:rPr>
        <w:tab/>
      </w:r>
      <w:proofErr w:type="gramStart"/>
      <w:r w:rsidRPr="007959B6">
        <w:rPr>
          <w:rFonts w:ascii="Arial" w:hAnsi="Arial" w:cs="Arial"/>
          <w:i/>
          <w:sz w:val="28"/>
        </w:rPr>
        <w:t>valutazione :</w:t>
      </w:r>
      <w:proofErr w:type="gramEnd"/>
      <w:r w:rsidRPr="007959B6">
        <w:rPr>
          <w:rFonts w:ascii="Arial" w:hAnsi="Arial" w:cs="Arial"/>
          <w:b/>
          <w:i/>
          <w:sz w:val="28"/>
        </w:rPr>
        <w:tab/>
      </w:r>
      <w:r w:rsidRPr="007959B6">
        <w:rPr>
          <w:rFonts w:ascii="Arial" w:hAnsi="Arial" w:cs="Arial"/>
          <w:b/>
          <w:i/>
          <w:sz w:val="28"/>
        </w:rPr>
        <w:tab/>
      </w:r>
      <w:r w:rsidRPr="007959B6">
        <w:rPr>
          <w:rFonts w:ascii="Arial" w:hAnsi="Arial" w:cs="Arial"/>
          <w:i/>
          <w:sz w:val="28"/>
        </w:rPr>
        <w:t>punti</w:t>
      </w:r>
    </w:p>
    <w:p w:rsidR="003424B6" w:rsidRPr="007959B6" w:rsidRDefault="003424B6" w:rsidP="003424B6">
      <w:pPr>
        <w:tabs>
          <w:tab w:val="left" w:pos="4820"/>
        </w:tabs>
        <w:jc w:val="both"/>
        <w:rPr>
          <w:rFonts w:ascii="Arial" w:hAnsi="Arial" w:cs="Arial"/>
          <w:i/>
          <w:sz w:val="28"/>
        </w:rPr>
      </w:pPr>
      <w:r w:rsidRPr="007959B6">
        <w:rPr>
          <w:rFonts w:ascii="Arial" w:hAnsi="Arial" w:cs="Arial"/>
          <w:i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67FD5A7E" wp14:editId="7D857E18">
                <wp:simplePos x="0" y="0"/>
                <wp:positionH relativeFrom="column">
                  <wp:posOffset>4115435</wp:posOffset>
                </wp:positionH>
                <wp:positionV relativeFrom="paragraph">
                  <wp:posOffset>186690</wp:posOffset>
                </wp:positionV>
                <wp:extent cx="631825" cy="332740"/>
                <wp:effectExtent l="6350" t="13335" r="9525" b="15875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825" cy="33274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E9D65CD" id="Rettangolo 12" o:spid="_x0000_s1026" style="position:absolute;margin-left:324.05pt;margin-top:14.7pt;width:49.75pt;height:26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" o:allowincell="f" fillcolor="#ddd" strokeweight="1pt"/>
            </w:pict>
          </mc:Fallback>
        </mc:AlternateContent>
      </w:r>
    </w:p>
    <w:p w:rsidR="003424B6" w:rsidRPr="007959B6" w:rsidRDefault="003424B6" w:rsidP="003424B6">
      <w:pPr>
        <w:tabs>
          <w:tab w:val="left" w:pos="4820"/>
          <w:tab w:val="left" w:pos="4962"/>
        </w:tabs>
        <w:jc w:val="both"/>
        <w:rPr>
          <w:rFonts w:ascii="Arial" w:hAnsi="Arial" w:cs="Arial"/>
          <w:i/>
          <w:sz w:val="28"/>
        </w:rPr>
      </w:pPr>
      <w:r w:rsidRPr="007959B6">
        <w:rPr>
          <w:rFonts w:ascii="Arial" w:hAnsi="Arial" w:cs="Arial"/>
          <w:i/>
          <w:sz w:val="28"/>
        </w:rPr>
        <w:t xml:space="preserve">                                                 </w:t>
      </w:r>
      <w:r w:rsidRPr="007959B6">
        <w:rPr>
          <w:rFonts w:ascii="Arial" w:hAnsi="Arial" w:cs="Arial"/>
          <w:i/>
          <w:sz w:val="28"/>
        </w:rPr>
        <w:tab/>
      </w:r>
      <w:r w:rsidRPr="007959B6">
        <w:rPr>
          <w:rFonts w:ascii="Arial" w:hAnsi="Arial" w:cs="Arial"/>
          <w:i/>
          <w:sz w:val="28"/>
        </w:rPr>
        <w:tab/>
        <w:t>nota</w:t>
      </w:r>
    </w:p>
    <w:p w:rsidR="003424B6" w:rsidRPr="007959B6" w:rsidRDefault="003424B6" w:rsidP="003424B6">
      <w:pPr>
        <w:tabs>
          <w:tab w:val="left" w:pos="4820"/>
          <w:tab w:val="left" w:pos="5245"/>
        </w:tabs>
        <w:jc w:val="both"/>
        <w:rPr>
          <w:rFonts w:ascii="Arial" w:hAnsi="Arial" w:cs="Arial"/>
          <w:i/>
          <w:sz w:val="28"/>
        </w:rPr>
      </w:pPr>
    </w:p>
    <w:p w:rsidR="003424B6" w:rsidRPr="007959B6" w:rsidRDefault="003424B6" w:rsidP="003424B6">
      <w:pPr>
        <w:tabs>
          <w:tab w:val="left" w:pos="4820"/>
          <w:tab w:val="right" w:pos="4962"/>
          <w:tab w:val="left" w:pos="5387"/>
        </w:tabs>
        <w:jc w:val="both"/>
        <w:rPr>
          <w:rFonts w:ascii="Arial" w:hAnsi="Arial" w:cs="Arial"/>
          <w:i/>
          <w:sz w:val="28"/>
        </w:rPr>
      </w:pPr>
      <w:r w:rsidRPr="007959B6">
        <w:rPr>
          <w:rFonts w:ascii="Arial" w:hAnsi="Arial" w:cs="Arial"/>
          <w:i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05435542" wp14:editId="032A8618">
                <wp:simplePos x="0" y="0"/>
                <wp:positionH relativeFrom="column">
                  <wp:posOffset>3141345</wp:posOffset>
                </wp:positionH>
                <wp:positionV relativeFrom="paragraph">
                  <wp:posOffset>80645</wp:posOffset>
                </wp:positionV>
                <wp:extent cx="2345055" cy="361315"/>
                <wp:effectExtent l="13335" t="10160" r="13335" b="952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5055" cy="3613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EFD6FD2" id="Rettangolo 5" o:spid="_x0000_s1026" style="position:absolute;margin-left:247.35pt;margin-top:6.35pt;width:184.65pt;height:28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" o:allowincell="f" filled="f" strokeweight="1pt"/>
            </w:pict>
          </mc:Fallback>
        </mc:AlternateContent>
      </w:r>
    </w:p>
    <w:p w:rsidR="003424B6" w:rsidRPr="007959B6" w:rsidRDefault="003424B6" w:rsidP="003424B6">
      <w:pPr>
        <w:tabs>
          <w:tab w:val="right" w:pos="4536"/>
          <w:tab w:val="left" w:pos="4820"/>
        </w:tabs>
        <w:jc w:val="both"/>
        <w:rPr>
          <w:rFonts w:ascii="Arial" w:hAnsi="Arial" w:cs="Arial"/>
          <w:i/>
          <w:sz w:val="28"/>
        </w:rPr>
      </w:pPr>
      <w:r w:rsidRPr="007959B6">
        <w:rPr>
          <w:rFonts w:ascii="Arial" w:hAnsi="Arial" w:cs="Arial"/>
          <w:i/>
          <w:sz w:val="28"/>
        </w:rPr>
        <w:tab/>
        <w:t>perito</w:t>
      </w:r>
    </w:p>
    <w:p w:rsidR="003424B6" w:rsidRPr="007959B6" w:rsidRDefault="003424B6" w:rsidP="003424B6">
      <w:pPr>
        <w:tabs>
          <w:tab w:val="left" w:pos="4820"/>
          <w:tab w:val="left" w:pos="5387"/>
        </w:tabs>
        <w:jc w:val="both"/>
        <w:rPr>
          <w:rFonts w:ascii="Arial" w:hAnsi="Arial" w:cs="Arial"/>
          <w:sz w:val="28"/>
        </w:rPr>
      </w:pPr>
      <w:r w:rsidRPr="007959B6">
        <w:rPr>
          <w:rFonts w:ascii="Arial" w:hAnsi="Arial" w:cs="Arial"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1166F447" wp14:editId="35B60C0E">
                <wp:simplePos x="0" y="0"/>
                <wp:positionH relativeFrom="column">
                  <wp:posOffset>3141345</wp:posOffset>
                </wp:positionH>
                <wp:positionV relativeFrom="paragraph">
                  <wp:posOffset>116840</wp:posOffset>
                </wp:positionV>
                <wp:extent cx="2345055" cy="361315"/>
                <wp:effectExtent l="13335" t="7620" r="13335" b="1206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5055" cy="3613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39605C4" id="Rettangolo 9" o:spid="_x0000_s1026" style="position:absolute;margin-left:247.35pt;margin-top:9.2pt;width:184.65pt;height:28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" o:allowincell="f" filled="f" strokeweight="1pt"/>
            </w:pict>
          </mc:Fallback>
        </mc:AlternateContent>
      </w:r>
    </w:p>
    <w:p w:rsidR="003424B6" w:rsidRPr="007959B6" w:rsidRDefault="003424B6" w:rsidP="003424B6">
      <w:pPr>
        <w:tabs>
          <w:tab w:val="right" w:pos="4536"/>
          <w:tab w:val="left" w:pos="4820"/>
        </w:tabs>
        <w:jc w:val="both"/>
        <w:rPr>
          <w:rFonts w:ascii="Arial" w:hAnsi="Arial" w:cs="Arial"/>
          <w:sz w:val="28"/>
        </w:rPr>
      </w:pPr>
      <w:r w:rsidRPr="007959B6">
        <w:rPr>
          <w:rFonts w:ascii="Arial" w:hAnsi="Arial" w:cs="Arial"/>
          <w:sz w:val="28"/>
        </w:rPr>
        <w:tab/>
        <w:t>perito</w:t>
      </w:r>
    </w:p>
    <w:p w:rsidR="003424B6" w:rsidRPr="007959B6" w:rsidRDefault="003424B6" w:rsidP="003424B6">
      <w:pPr>
        <w:tabs>
          <w:tab w:val="left" w:pos="4820"/>
        </w:tabs>
        <w:jc w:val="both"/>
        <w:rPr>
          <w:sz w:val="28"/>
        </w:rPr>
      </w:pPr>
    </w:p>
    <w:p w:rsidR="003424B6" w:rsidRPr="007959B6" w:rsidRDefault="003424B6" w:rsidP="003424B6">
      <w:pPr>
        <w:tabs>
          <w:tab w:val="left" w:pos="4820"/>
        </w:tabs>
        <w:jc w:val="both"/>
        <w:rPr>
          <w:sz w:val="28"/>
        </w:rPr>
      </w:pPr>
      <w:r w:rsidRPr="007959B6">
        <w:rPr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23F951C6" wp14:editId="2EC2E6DB">
                <wp:simplePos x="0" y="0"/>
                <wp:positionH relativeFrom="column">
                  <wp:posOffset>11430</wp:posOffset>
                </wp:positionH>
                <wp:positionV relativeFrom="paragraph">
                  <wp:posOffset>118745</wp:posOffset>
                </wp:positionV>
                <wp:extent cx="6126480" cy="731520"/>
                <wp:effectExtent l="7620" t="13970" r="9525" b="698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6480" cy="73152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67C6E01" id="Rettangolo 6" o:spid="_x0000_s1026" style="position:absolute;margin-left:.9pt;margin-top:9.35pt;width:482.4pt;height:57.6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" o:allowincell="f" fillcolor="#ddd" strokeweight="1pt"/>
            </w:pict>
          </mc:Fallback>
        </mc:AlternateContent>
      </w:r>
      <w:r w:rsidRPr="007959B6">
        <w:rPr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061F35CE" wp14:editId="765FD5EE">
                <wp:simplePos x="0" y="0"/>
                <wp:positionH relativeFrom="column">
                  <wp:posOffset>1905</wp:posOffset>
                </wp:positionH>
                <wp:positionV relativeFrom="paragraph">
                  <wp:posOffset>-4445</wp:posOffset>
                </wp:positionV>
                <wp:extent cx="6132195" cy="635"/>
                <wp:effectExtent l="7620" t="14605" r="13335" b="13335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21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8FC7839" id="Connettore 1 7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-.35pt" to="483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3424B6" w:rsidRPr="007959B6" w:rsidRDefault="003424B6" w:rsidP="003424B6">
      <w:pPr>
        <w:tabs>
          <w:tab w:val="right" w:pos="4536"/>
          <w:tab w:val="left" w:pos="4820"/>
        </w:tabs>
        <w:jc w:val="center"/>
        <w:rPr>
          <w:rFonts w:ascii="Arial" w:hAnsi="Arial" w:cs="Arial"/>
          <w:i/>
        </w:rPr>
      </w:pPr>
      <w:r w:rsidRPr="007959B6">
        <w:rPr>
          <w:rFonts w:ascii="Arial" w:hAnsi="Arial" w:cs="Arial"/>
          <w:i/>
        </w:rPr>
        <w:t>I Cantoni detengono il diritto d’uso degli esami ai fini scolastici.</w:t>
      </w:r>
    </w:p>
    <w:p w:rsidR="003424B6" w:rsidRPr="007959B6" w:rsidRDefault="003424B6" w:rsidP="003424B6">
      <w:pPr>
        <w:tabs>
          <w:tab w:val="right" w:pos="4536"/>
          <w:tab w:val="left" w:pos="4820"/>
        </w:tabs>
        <w:jc w:val="center"/>
        <w:rPr>
          <w:rFonts w:ascii="Arial" w:hAnsi="Arial" w:cs="Arial"/>
          <w:i/>
        </w:rPr>
      </w:pPr>
      <w:r w:rsidRPr="007959B6">
        <w:rPr>
          <w:rFonts w:ascii="Arial" w:hAnsi="Arial" w:cs="Arial"/>
          <w:i/>
        </w:rPr>
        <w:t>Il testo d’esame non va utilizzato nelle classi fino al 30.06.201</w:t>
      </w:r>
      <w:r w:rsidR="00C32B17">
        <w:rPr>
          <w:rFonts w:ascii="Arial" w:hAnsi="Arial" w:cs="Arial"/>
          <w:i/>
        </w:rPr>
        <w:t>9</w:t>
      </w:r>
    </w:p>
    <w:bookmarkEnd w:id="0"/>
    <w:p w:rsidR="003424B6" w:rsidRPr="003424B6" w:rsidRDefault="003424B6" w:rsidP="003424B6">
      <w:pPr>
        <w:tabs>
          <w:tab w:val="right" w:pos="4536"/>
          <w:tab w:val="left" w:pos="4820"/>
        </w:tabs>
        <w:jc w:val="center"/>
        <w:rPr>
          <w:rFonts w:ascii="Arial" w:hAnsi="Arial" w:cs="Arial"/>
          <w:sz w:val="20"/>
        </w:rPr>
      </w:pPr>
      <w:r w:rsidRPr="007959B6">
        <w:rPr>
          <w:rFonts w:ascii="Arial" w:hAnsi="Arial" w:cs="Arial"/>
          <w:i/>
        </w:rPr>
        <w:t xml:space="preserve">© </w:t>
      </w:r>
      <w:proofErr w:type="spellStart"/>
      <w:r w:rsidRPr="007959B6">
        <w:rPr>
          <w:rFonts w:ascii="Arial" w:hAnsi="Arial" w:cs="Arial"/>
          <w:i/>
        </w:rPr>
        <w:t>csfo</w:t>
      </w:r>
      <w:proofErr w:type="spellEnd"/>
      <w:r w:rsidRPr="007959B6">
        <w:rPr>
          <w:rFonts w:ascii="Arial" w:hAnsi="Arial" w:cs="Arial"/>
          <w:i/>
        </w:rPr>
        <w:t>, Berna - 201</w:t>
      </w:r>
      <w:r w:rsidR="00C32B17">
        <w:rPr>
          <w:rFonts w:ascii="Arial" w:hAnsi="Arial" w:cs="Arial"/>
          <w:i/>
        </w:rPr>
        <w:t>8</w:t>
      </w:r>
    </w:p>
    <w:p w:rsidR="003424B6" w:rsidRDefault="003424B6" w:rsidP="00AF0F7B">
      <w:pPr>
        <w:tabs>
          <w:tab w:val="right" w:pos="9356"/>
        </w:tabs>
        <w:rPr>
          <w:rFonts w:ascii="Arial" w:hAnsi="Arial" w:cs="Arial"/>
          <w:b/>
          <w:sz w:val="32"/>
          <w:szCs w:val="32"/>
        </w:rPr>
      </w:pPr>
    </w:p>
    <w:p w:rsidR="003424B6" w:rsidRDefault="003424B6" w:rsidP="00AF0F7B">
      <w:pPr>
        <w:tabs>
          <w:tab w:val="right" w:pos="9356"/>
        </w:tabs>
        <w:rPr>
          <w:rFonts w:ascii="Arial" w:hAnsi="Arial" w:cs="Arial"/>
          <w:b/>
          <w:sz w:val="32"/>
          <w:szCs w:val="32"/>
        </w:rPr>
        <w:sectPr w:rsidR="003424B6" w:rsidSect="003424B6">
          <w:headerReference w:type="default" r:id="rId8"/>
          <w:footerReference w:type="default" r:id="rId9"/>
          <w:type w:val="continuous"/>
          <w:pgSz w:w="11906" w:h="16838"/>
          <w:pgMar w:top="1418" w:right="851" w:bottom="1134" w:left="1418" w:header="709" w:footer="709" w:gutter="0"/>
          <w:cols w:space="708"/>
          <w:titlePg/>
          <w:docGrid w:linePitch="360"/>
        </w:sectPr>
      </w:pPr>
    </w:p>
    <w:p w:rsidR="00207AC5" w:rsidRDefault="00207AC5" w:rsidP="00AF0F7B">
      <w:pPr>
        <w:tabs>
          <w:tab w:val="right" w:pos="9356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Pianificazione del lavoro</w:t>
      </w:r>
    </w:p>
    <w:p w:rsidR="00207AC5" w:rsidRDefault="00207AC5" w:rsidP="00AF0F7B">
      <w:pPr>
        <w:tabs>
          <w:tab w:val="right" w:pos="9356"/>
        </w:tabs>
        <w:rPr>
          <w:rFonts w:ascii="Arial" w:hAnsi="Arial" w:cs="Arial"/>
          <w:b/>
          <w:sz w:val="32"/>
          <w:szCs w:val="32"/>
        </w:rPr>
      </w:pPr>
    </w:p>
    <w:p w:rsidR="00207AC5" w:rsidRDefault="00207AC5" w:rsidP="00AF0F7B">
      <w:pPr>
        <w:tabs>
          <w:tab w:val="right" w:pos="9356"/>
        </w:tabs>
        <w:rPr>
          <w:rFonts w:ascii="Arial" w:hAnsi="Arial" w:cs="Arial"/>
          <w:b/>
          <w:sz w:val="32"/>
          <w:szCs w:val="32"/>
        </w:rPr>
      </w:pPr>
    </w:p>
    <w:p w:rsidR="00207AC5" w:rsidRDefault="00207AC5" w:rsidP="00207AC5">
      <w:pPr>
        <w:tabs>
          <w:tab w:val="left" w:pos="5103"/>
          <w:tab w:val="right" w:pos="9356"/>
        </w:tabs>
        <w:rPr>
          <w:rFonts w:ascii="Arial" w:hAnsi="Arial" w:cs="Arial"/>
        </w:rPr>
      </w:pPr>
      <w:r>
        <w:rPr>
          <w:rFonts w:ascii="Arial" w:hAnsi="Arial" w:cs="Arial"/>
        </w:rPr>
        <w:t>Lettura della consegna: 10 minuti</w:t>
      </w:r>
      <w:r>
        <w:rPr>
          <w:rFonts w:ascii="Arial" w:hAnsi="Arial" w:cs="Arial"/>
        </w:rPr>
        <w:tab/>
        <w:t>Esecuzione dei lavori: 60 minuti</w:t>
      </w:r>
    </w:p>
    <w:p w:rsidR="00207AC5" w:rsidRDefault="00207AC5" w:rsidP="00207AC5">
      <w:pPr>
        <w:tabs>
          <w:tab w:val="left" w:pos="5103"/>
          <w:tab w:val="right" w:pos="9356"/>
        </w:tabs>
        <w:rPr>
          <w:rFonts w:ascii="Arial" w:hAnsi="Arial" w:cs="Arial"/>
        </w:rPr>
      </w:pPr>
    </w:p>
    <w:p w:rsidR="00207AC5" w:rsidRDefault="00207AC5" w:rsidP="00207AC5">
      <w:pPr>
        <w:tabs>
          <w:tab w:val="left" w:pos="5103"/>
          <w:tab w:val="right" w:pos="9356"/>
        </w:tabs>
        <w:rPr>
          <w:rFonts w:ascii="Arial" w:hAnsi="Arial" w:cs="Arial"/>
        </w:rPr>
      </w:pPr>
    </w:p>
    <w:p w:rsidR="00E649E1" w:rsidRPr="00E649E1" w:rsidRDefault="00E649E1" w:rsidP="00E649E1">
      <w:pPr>
        <w:tabs>
          <w:tab w:val="right" w:pos="9356"/>
        </w:tabs>
        <w:rPr>
          <w:rFonts w:ascii="Arial" w:hAnsi="Arial" w:cs="Arial"/>
        </w:rPr>
      </w:pPr>
      <w:r w:rsidRPr="00E649E1">
        <w:rPr>
          <w:rFonts w:ascii="Arial" w:hAnsi="Arial" w:cs="Arial"/>
          <w:b/>
          <w:bCs/>
        </w:rPr>
        <w:t>Situazione iniziale</w:t>
      </w:r>
    </w:p>
    <w:p w:rsidR="00E649E1" w:rsidRPr="00E649E1" w:rsidRDefault="00E649E1" w:rsidP="000877E9">
      <w:pPr>
        <w:tabs>
          <w:tab w:val="right" w:pos="9356"/>
        </w:tabs>
        <w:spacing w:after="120"/>
        <w:rPr>
          <w:rFonts w:ascii="Arial" w:hAnsi="Arial" w:cs="Arial"/>
        </w:rPr>
      </w:pPr>
      <w:r w:rsidRPr="00E649E1">
        <w:rPr>
          <w:rFonts w:ascii="Arial" w:hAnsi="Arial" w:cs="Arial"/>
        </w:rPr>
        <w:t>Lavorate per la Ferrovia Monte Generoso SA, il vostro lavoro consiste nel preparare i seguenti documenti</w:t>
      </w:r>
      <w:r w:rsidR="000877E9">
        <w:rPr>
          <w:rFonts w:ascii="Arial" w:hAnsi="Arial" w:cs="Arial"/>
        </w:rPr>
        <w:t>:</w:t>
      </w:r>
    </w:p>
    <w:p w:rsidR="00490D0D" w:rsidRDefault="00490D0D" w:rsidP="00DD181C">
      <w:pPr>
        <w:numPr>
          <w:ilvl w:val="0"/>
          <w:numId w:val="5"/>
        </w:numPr>
        <w:tabs>
          <w:tab w:val="num" w:pos="720"/>
          <w:tab w:val="right" w:pos="9356"/>
        </w:tabs>
        <w:spacing w:after="120"/>
        <w:rPr>
          <w:rFonts w:ascii="Arial" w:hAnsi="Arial" w:cs="Arial"/>
        </w:rPr>
      </w:pPr>
      <w:r w:rsidRPr="00E649E1">
        <w:rPr>
          <w:rFonts w:ascii="Arial" w:hAnsi="Arial" w:cs="Arial"/>
        </w:rPr>
        <w:t>Disporre il documento</w:t>
      </w:r>
      <w:r w:rsidR="000877E9">
        <w:rPr>
          <w:rFonts w:ascii="Arial" w:hAnsi="Arial" w:cs="Arial"/>
        </w:rPr>
        <w:t xml:space="preserve"> </w:t>
      </w:r>
      <w:r w:rsidR="00E649E1">
        <w:rPr>
          <w:rFonts w:ascii="Arial" w:hAnsi="Arial" w:cs="Arial"/>
        </w:rPr>
        <w:t>utilizzando il programma Word</w:t>
      </w:r>
    </w:p>
    <w:p w:rsidR="00E649E1" w:rsidRDefault="00E649E1" w:rsidP="00DD181C">
      <w:pPr>
        <w:numPr>
          <w:ilvl w:val="0"/>
          <w:numId w:val="5"/>
        </w:numPr>
        <w:tabs>
          <w:tab w:val="num" w:pos="720"/>
          <w:tab w:val="right" w:pos="9356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Completare la tabella</w:t>
      </w:r>
      <w:r w:rsidR="000877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utilizzando il programma Excel</w:t>
      </w:r>
    </w:p>
    <w:p w:rsidR="00E649E1" w:rsidRPr="00E649E1" w:rsidRDefault="00E649E1" w:rsidP="00DD181C">
      <w:pPr>
        <w:numPr>
          <w:ilvl w:val="0"/>
          <w:numId w:val="5"/>
        </w:numPr>
        <w:tabs>
          <w:tab w:val="num" w:pos="720"/>
          <w:tab w:val="right" w:pos="9356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Creare il grafico</w:t>
      </w:r>
    </w:p>
    <w:p w:rsidR="00E649E1" w:rsidRDefault="00E649E1" w:rsidP="007A4F0E">
      <w:pPr>
        <w:tabs>
          <w:tab w:val="right" w:pos="9356"/>
        </w:tabs>
        <w:rPr>
          <w:rFonts w:ascii="Arial" w:hAnsi="Arial" w:cs="Arial"/>
        </w:rPr>
      </w:pPr>
    </w:p>
    <w:p w:rsidR="00E649E1" w:rsidRDefault="00E649E1" w:rsidP="007A4F0E">
      <w:pPr>
        <w:tabs>
          <w:tab w:val="right" w:pos="9356"/>
        </w:tabs>
        <w:rPr>
          <w:rFonts w:ascii="Arial" w:hAnsi="Arial" w:cs="Arial"/>
        </w:rPr>
      </w:pPr>
    </w:p>
    <w:p w:rsidR="006E4A9C" w:rsidRPr="004B6BF7" w:rsidRDefault="006E4A9C" w:rsidP="006E4A9C">
      <w:pPr>
        <w:tabs>
          <w:tab w:val="right" w:pos="9356"/>
        </w:tabs>
        <w:rPr>
          <w:rFonts w:ascii="Arial" w:hAnsi="Arial" w:cs="Arial"/>
        </w:rPr>
      </w:pPr>
    </w:p>
    <w:p w:rsidR="006E4A9C" w:rsidRPr="004B6BF7" w:rsidRDefault="006E4A9C" w:rsidP="006E4A9C">
      <w:pPr>
        <w:tabs>
          <w:tab w:val="right" w:pos="9356"/>
        </w:tabs>
        <w:rPr>
          <w:rFonts w:ascii="Arial" w:hAnsi="Arial" w:cs="Arial"/>
        </w:rPr>
      </w:pPr>
    </w:p>
    <w:p w:rsidR="006E4A9C" w:rsidRPr="004B6BF7" w:rsidRDefault="006E4A9C" w:rsidP="006E4A9C">
      <w:pPr>
        <w:tabs>
          <w:tab w:val="right" w:pos="9356"/>
        </w:tabs>
        <w:spacing w:after="120"/>
        <w:rPr>
          <w:rFonts w:ascii="Arial" w:hAnsi="Arial" w:cs="Arial"/>
        </w:rPr>
      </w:pPr>
      <w:r w:rsidRPr="004B6BF7">
        <w:rPr>
          <w:rFonts w:ascii="Arial" w:hAnsi="Arial" w:cs="Arial"/>
        </w:rPr>
        <w:t xml:space="preserve">Avete a disposizione i seguenti </w:t>
      </w:r>
      <w:proofErr w:type="spellStart"/>
      <w:r w:rsidRPr="004B6BF7">
        <w:rPr>
          <w:rFonts w:ascii="Arial" w:hAnsi="Arial" w:cs="Arial"/>
        </w:rPr>
        <w:t>file</w:t>
      </w:r>
      <w:r w:rsidR="00924B42" w:rsidRPr="004B6BF7">
        <w:rPr>
          <w:rFonts w:ascii="Arial" w:hAnsi="Arial" w:cs="Arial"/>
        </w:rPr>
        <w:t>s</w:t>
      </w:r>
      <w:proofErr w:type="spellEnd"/>
      <w:r w:rsidRPr="004B6BF7">
        <w:rPr>
          <w:rFonts w:ascii="Arial" w:hAnsi="Arial" w:cs="Arial"/>
        </w:rPr>
        <w:t>:</w:t>
      </w:r>
    </w:p>
    <w:p w:rsidR="006E4A9C" w:rsidRDefault="0016246F" w:rsidP="00DD181C">
      <w:pPr>
        <w:pStyle w:val="Paragrafoelenco"/>
        <w:numPr>
          <w:ilvl w:val="0"/>
          <w:numId w:val="1"/>
        </w:numPr>
        <w:tabs>
          <w:tab w:val="right" w:pos="9356"/>
        </w:tabs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Presentazione Monte Generoso</w:t>
      </w:r>
    </w:p>
    <w:p w:rsidR="005C164D" w:rsidRPr="004B6BF7" w:rsidRDefault="005C164D" w:rsidP="00DD181C">
      <w:pPr>
        <w:pStyle w:val="Paragrafoelenco"/>
        <w:numPr>
          <w:ilvl w:val="0"/>
          <w:numId w:val="1"/>
        </w:numPr>
        <w:tabs>
          <w:tab w:val="right" w:pos="9356"/>
        </w:tabs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Logo Monte Generoso</w:t>
      </w:r>
    </w:p>
    <w:p w:rsidR="006E4A9C" w:rsidRDefault="0016246F" w:rsidP="00DD181C">
      <w:pPr>
        <w:pStyle w:val="Paragrafoelenco"/>
        <w:numPr>
          <w:ilvl w:val="0"/>
          <w:numId w:val="1"/>
        </w:numPr>
        <w:tabs>
          <w:tab w:val="right" w:pos="9356"/>
        </w:tabs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Spese giornaliere d’apertura</w:t>
      </w:r>
    </w:p>
    <w:p w:rsidR="00EA7075" w:rsidRPr="004B6BF7" w:rsidRDefault="00EA7075" w:rsidP="005C164D">
      <w:pPr>
        <w:pStyle w:val="Paragrafoelenco"/>
        <w:tabs>
          <w:tab w:val="right" w:pos="9356"/>
        </w:tabs>
        <w:spacing w:after="120"/>
        <w:ind w:left="360"/>
        <w:contextualSpacing w:val="0"/>
        <w:rPr>
          <w:rFonts w:ascii="Arial" w:hAnsi="Arial" w:cs="Arial"/>
        </w:rPr>
      </w:pPr>
    </w:p>
    <w:p w:rsidR="004B6BF7" w:rsidRPr="004B6BF7" w:rsidRDefault="004B6BF7" w:rsidP="004B6BF7">
      <w:pPr>
        <w:pStyle w:val="Paragrafoelenco"/>
        <w:tabs>
          <w:tab w:val="right" w:pos="9356"/>
        </w:tabs>
        <w:spacing w:after="120"/>
        <w:ind w:left="360"/>
        <w:contextualSpacing w:val="0"/>
        <w:rPr>
          <w:rFonts w:ascii="Arial" w:hAnsi="Arial" w:cs="Arial"/>
        </w:rPr>
      </w:pPr>
    </w:p>
    <w:p w:rsidR="00207AC5" w:rsidRPr="006538B1" w:rsidRDefault="00207AC5">
      <w:pPr>
        <w:rPr>
          <w:rFonts w:ascii="Arial" w:hAnsi="Arial" w:cs="Arial"/>
          <w:b/>
          <w:color w:val="FF0000"/>
          <w:sz w:val="32"/>
          <w:szCs w:val="32"/>
        </w:rPr>
      </w:pPr>
      <w:r w:rsidRPr="006538B1">
        <w:rPr>
          <w:rFonts w:ascii="Arial" w:hAnsi="Arial" w:cs="Arial"/>
          <w:b/>
          <w:color w:val="FF0000"/>
          <w:sz w:val="32"/>
          <w:szCs w:val="32"/>
        </w:rPr>
        <w:br w:type="page"/>
      </w:r>
    </w:p>
    <w:p w:rsidR="00F5397B" w:rsidRPr="00D650A7" w:rsidRDefault="00F5397B" w:rsidP="00AF0F7B">
      <w:pPr>
        <w:tabs>
          <w:tab w:val="right" w:pos="9356"/>
        </w:tabs>
        <w:rPr>
          <w:rFonts w:ascii="Arial" w:hAnsi="Arial" w:cs="Arial"/>
          <w:b/>
          <w:sz w:val="32"/>
          <w:szCs w:val="32"/>
        </w:rPr>
      </w:pPr>
      <w:r w:rsidRPr="00D650A7">
        <w:rPr>
          <w:rFonts w:ascii="Arial" w:hAnsi="Arial" w:cs="Arial"/>
          <w:b/>
          <w:sz w:val="32"/>
          <w:szCs w:val="32"/>
        </w:rPr>
        <w:lastRenderedPageBreak/>
        <w:t>Consegna</w:t>
      </w:r>
      <w:r w:rsidR="008C2906" w:rsidRPr="00D650A7">
        <w:rPr>
          <w:rFonts w:ascii="Arial" w:hAnsi="Arial" w:cs="Arial"/>
          <w:b/>
          <w:sz w:val="32"/>
          <w:szCs w:val="32"/>
        </w:rPr>
        <w:t xml:space="preserve"> 1</w:t>
      </w:r>
      <w:r w:rsidR="001A167A" w:rsidRPr="00D650A7">
        <w:rPr>
          <w:rFonts w:ascii="Arial" w:hAnsi="Arial" w:cs="Arial"/>
          <w:b/>
          <w:sz w:val="32"/>
          <w:szCs w:val="32"/>
        </w:rPr>
        <w:tab/>
      </w:r>
      <w:r w:rsidR="006872F2" w:rsidRPr="00D650A7">
        <w:rPr>
          <w:rFonts w:ascii="Arial" w:hAnsi="Arial" w:cs="Arial"/>
          <w:b/>
          <w:sz w:val="32"/>
          <w:szCs w:val="32"/>
        </w:rPr>
        <w:t>6</w:t>
      </w:r>
      <w:r w:rsidR="001A167A" w:rsidRPr="00D650A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1A167A" w:rsidRPr="00D650A7">
        <w:rPr>
          <w:rFonts w:ascii="Arial" w:hAnsi="Arial" w:cs="Arial"/>
          <w:b/>
          <w:sz w:val="32"/>
          <w:szCs w:val="32"/>
        </w:rPr>
        <w:t>pt</w:t>
      </w:r>
      <w:proofErr w:type="spellEnd"/>
    </w:p>
    <w:p w:rsidR="00F5397B" w:rsidRPr="00D650A7" w:rsidRDefault="00F5397B" w:rsidP="002A131B">
      <w:pPr>
        <w:jc w:val="center"/>
        <w:rPr>
          <w:rFonts w:ascii="Arial" w:hAnsi="Arial" w:cs="Arial"/>
          <w:b/>
          <w:sz w:val="32"/>
          <w:szCs w:val="32"/>
        </w:rPr>
      </w:pPr>
    </w:p>
    <w:p w:rsidR="002C6275" w:rsidRPr="00D650A7" w:rsidRDefault="002C6275" w:rsidP="002A131B">
      <w:pPr>
        <w:jc w:val="center"/>
        <w:rPr>
          <w:rFonts w:ascii="Arial" w:hAnsi="Arial" w:cs="Arial"/>
          <w:b/>
          <w:sz w:val="32"/>
          <w:szCs w:val="32"/>
        </w:rPr>
      </w:pPr>
    </w:p>
    <w:p w:rsidR="00F5397B" w:rsidRPr="00D650A7" w:rsidRDefault="005A1E8D">
      <w:pPr>
        <w:rPr>
          <w:rFonts w:ascii="Arial" w:hAnsi="Arial" w:cs="Arial"/>
          <w:sz w:val="22"/>
          <w:szCs w:val="22"/>
        </w:rPr>
      </w:pPr>
      <w:r w:rsidRPr="00D650A7">
        <w:rPr>
          <w:rFonts w:ascii="Arial" w:hAnsi="Arial" w:cs="Arial"/>
          <w:sz w:val="22"/>
          <w:szCs w:val="22"/>
        </w:rPr>
        <w:t>C</w:t>
      </w:r>
      <w:r w:rsidR="00F5397B" w:rsidRPr="00D650A7">
        <w:rPr>
          <w:rFonts w:ascii="Arial" w:hAnsi="Arial" w:cs="Arial"/>
          <w:sz w:val="22"/>
          <w:szCs w:val="22"/>
        </w:rPr>
        <w:t>rea</w:t>
      </w:r>
      <w:r w:rsidR="00BB28AF" w:rsidRPr="00D650A7">
        <w:rPr>
          <w:rFonts w:ascii="Arial" w:hAnsi="Arial" w:cs="Arial"/>
          <w:sz w:val="22"/>
          <w:szCs w:val="22"/>
        </w:rPr>
        <w:t>re</w:t>
      </w:r>
      <w:r w:rsidR="00F5397B" w:rsidRPr="00D650A7">
        <w:rPr>
          <w:rFonts w:ascii="Arial" w:hAnsi="Arial" w:cs="Arial"/>
          <w:sz w:val="22"/>
          <w:szCs w:val="22"/>
        </w:rPr>
        <w:t xml:space="preserve"> una struttura di cartelle per l’inserimento dei file necessari allo svolgimento dell’esame.</w:t>
      </w:r>
    </w:p>
    <w:p w:rsidR="00F5397B" w:rsidRPr="00D650A7" w:rsidRDefault="00F5397B">
      <w:pPr>
        <w:rPr>
          <w:rFonts w:ascii="Arial" w:hAnsi="Arial" w:cs="Arial"/>
          <w:sz w:val="22"/>
          <w:szCs w:val="22"/>
        </w:rPr>
      </w:pPr>
    </w:p>
    <w:p w:rsidR="000067F1" w:rsidRPr="00D650A7" w:rsidRDefault="000067F1">
      <w:pPr>
        <w:rPr>
          <w:rFonts w:ascii="Arial" w:hAnsi="Arial" w:cs="Arial"/>
          <w:sz w:val="22"/>
          <w:szCs w:val="22"/>
        </w:rPr>
      </w:pPr>
    </w:p>
    <w:p w:rsidR="00B656D4" w:rsidRPr="00D650A7" w:rsidRDefault="00FA25D5">
      <w:pPr>
        <w:rPr>
          <w:rFonts w:ascii="Arial" w:hAnsi="Arial" w:cs="Arial"/>
          <w:sz w:val="22"/>
          <w:szCs w:val="22"/>
        </w:rPr>
      </w:pPr>
      <w:r w:rsidRPr="00D650A7">
        <w:rPr>
          <w:rFonts w:ascii="Arial" w:hAnsi="Arial" w:cs="Arial"/>
          <w:sz w:val="22"/>
          <w:szCs w:val="22"/>
        </w:rPr>
        <w:t>Salvare il documento ogni 10 minuti.</w:t>
      </w:r>
    </w:p>
    <w:p w:rsidR="00FA25D5" w:rsidRPr="00D650A7" w:rsidRDefault="00FA25D5">
      <w:pPr>
        <w:rPr>
          <w:rFonts w:ascii="Arial" w:hAnsi="Arial" w:cs="Arial"/>
          <w:sz w:val="22"/>
          <w:szCs w:val="22"/>
        </w:rPr>
      </w:pPr>
    </w:p>
    <w:p w:rsidR="00FA25D5" w:rsidRPr="00D650A7" w:rsidRDefault="00FA25D5" w:rsidP="00AD7D87">
      <w:pPr>
        <w:tabs>
          <w:tab w:val="left" w:pos="8184"/>
        </w:tabs>
        <w:rPr>
          <w:rFonts w:ascii="Arial" w:hAnsi="Arial" w:cs="Arial"/>
          <w:sz w:val="22"/>
          <w:szCs w:val="22"/>
        </w:rPr>
      </w:pPr>
      <w:r w:rsidRPr="00D650A7">
        <w:rPr>
          <w:rFonts w:ascii="Arial" w:hAnsi="Arial" w:cs="Arial"/>
          <w:b/>
          <w:sz w:val="22"/>
          <w:szCs w:val="22"/>
        </w:rPr>
        <w:t>Tempo</w:t>
      </w:r>
      <w:r w:rsidRPr="00D650A7">
        <w:rPr>
          <w:rFonts w:ascii="Arial" w:hAnsi="Arial" w:cs="Arial"/>
          <w:sz w:val="22"/>
          <w:szCs w:val="22"/>
        </w:rPr>
        <w:t xml:space="preserve">: 60 minuti + 10 minuti </w:t>
      </w:r>
      <w:bookmarkStart w:id="1" w:name="OLE_LINK14"/>
      <w:bookmarkStart w:id="2" w:name="OLE_LINK15"/>
      <w:r w:rsidRPr="00D650A7">
        <w:rPr>
          <w:rFonts w:ascii="Arial" w:hAnsi="Arial" w:cs="Arial"/>
          <w:sz w:val="22"/>
          <w:szCs w:val="22"/>
        </w:rPr>
        <w:t>di lettura dell’esame prima di iniziare</w:t>
      </w:r>
      <w:bookmarkEnd w:id="1"/>
      <w:bookmarkEnd w:id="2"/>
      <w:r w:rsidRPr="00D650A7">
        <w:rPr>
          <w:rFonts w:ascii="Arial" w:hAnsi="Arial" w:cs="Arial"/>
          <w:sz w:val="22"/>
          <w:szCs w:val="22"/>
        </w:rPr>
        <w:t>.</w:t>
      </w:r>
      <w:r w:rsidR="00AD7D87" w:rsidRPr="00D650A7">
        <w:rPr>
          <w:rFonts w:ascii="Arial" w:hAnsi="Arial" w:cs="Arial"/>
          <w:sz w:val="22"/>
          <w:szCs w:val="22"/>
        </w:rPr>
        <w:tab/>
      </w:r>
    </w:p>
    <w:p w:rsidR="00FA25D5" w:rsidRPr="00D650A7" w:rsidRDefault="00FA25D5">
      <w:pPr>
        <w:rPr>
          <w:rFonts w:ascii="Arial" w:hAnsi="Arial" w:cs="Arial"/>
          <w:sz w:val="22"/>
          <w:szCs w:val="22"/>
        </w:rPr>
      </w:pPr>
    </w:p>
    <w:p w:rsidR="00FA25D5" w:rsidRPr="00D650A7" w:rsidRDefault="00FA25D5">
      <w:pPr>
        <w:rPr>
          <w:rFonts w:ascii="Arial" w:hAnsi="Arial" w:cs="Arial"/>
          <w:sz w:val="22"/>
          <w:szCs w:val="22"/>
        </w:rPr>
      </w:pPr>
    </w:p>
    <w:p w:rsidR="00B656D4" w:rsidRPr="00D650A7" w:rsidRDefault="00C64627" w:rsidP="00C64627">
      <w:pPr>
        <w:tabs>
          <w:tab w:val="right" w:pos="9356"/>
        </w:tabs>
        <w:rPr>
          <w:rFonts w:ascii="Arial" w:hAnsi="Arial" w:cs="Arial"/>
          <w:b/>
          <w:sz w:val="22"/>
          <w:szCs w:val="22"/>
        </w:rPr>
      </w:pPr>
      <w:r w:rsidRPr="00D650A7">
        <w:rPr>
          <w:rFonts w:ascii="Arial" w:hAnsi="Arial" w:cs="Arial"/>
          <w:b/>
          <w:sz w:val="22"/>
          <w:szCs w:val="22"/>
        </w:rPr>
        <w:t>Struttura</w:t>
      </w:r>
      <w:r w:rsidRPr="00D650A7">
        <w:rPr>
          <w:rFonts w:ascii="Arial" w:hAnsi="Arial" w:cs="Arial"/>
          <w:b/>
          <w:sz w:val="22"/>
          <w:szCs w:val="22"/>
        </w:rPr>
        <w:tab/>
      </w:r>
    </w:p>
    <w:p w:rsidR="00B656D4" w:rsidRPr="00D650A7" w:rsidRDefault="00B656D4">
      <w:pPr>
        <w:rPr>
          <w:rFonts w:ascii="Arial" w:hAnsi="Arial" w:cs="Arial"/>
        </w:rPr>
      </w:pPr>
    </w:p>
    <w:p w:rsidR="00B656D4" w:rsidRPr="00D650A7" w:rsidRDefault="00B656D4">
      <w:pPr>
        <w:rPr>
          <w:rFonts w:ascii="Arial" w:hAnsi="Arial" w:cs="Arial"/>
        </w:rPr>
      </w:pPr>
    </w:p>
    <w:p w:rsidR="00F5397B" w:rsidRPr="00D650A7" w:rsidRDefault="00AC5753">
      <w:pPr>
        <w:rPr>
          <w:rFonts w:ascii="Arial" w:hAnsi="Arial" w:cs="Arial"/>
        </w:rPr>
      </w:pPr>
      <w:r w:rsidRPr="00D650A7">
        <w:rPr>
          <w:rFonts w:ascii="Arial" w:hAnsi="Arial" w:cs="Arial"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1B3782" wp14:editId="0C2D2CA1">
                <wp:simplePos x="0" y="0"/>
                <wp:positionH relativeFrom="margin">
                  <wp:align>left</wp:align>
                </wp:positionH>
                <wp:positionV relativeFrom="paragraph">
                  <wp:posOffset>55728</wp:posOffset>
                </wp:positionV>
                <wp:extent cx="2289976" cy="455295"/>
                <wp:effectExtent l="0" t="0" r="15240" b="2095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976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517CCF" w:rsidRPr="00195E7A" w:rsidRDefault="00517CCF" w:rsidP="00195E7A">
                            <w:pPr>
                              <w:spacing w:before="120" w:after="12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95E7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Cognome Nome Esami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11B37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.4pt;width:180.3pt;height:35.8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" strokeweight="1.5pt">
                <v:textbox>
                  <w:txbxContent>
                    <w:p w:rsidR="00517CCF" w:rsidRPr="00195E7A" w:rsidRDefault="00517CCF" w:rsidP="00195E7A">
                      <w:pPr>
                        <w:spacing w:before="120" w:after="12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195E7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Cognome Nome Esami 2018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5397B" w:rsidRPr="00D650A7" w:rsidRDefault="00F5397B">
      <w:pPr>
        <w:rPr>
          <w:rFonts w:ascii="Arial" w:hAnsi="Arial" w:cs="Arial"/>
        </w:rPr>
      </w:pPr>
    </w:p>
    <w:p w:rsidR="00F5397B" w:rsidRPr="00D650A7" w:rsidRDefault="007D4E38">
      <w:pPr>
        <w:rPr>
          <w:rFonts w:ascii="Arial" w:hAnsi="Arial" w:cs="Arial"/>
        </w:rPr>
      </w:pPr>
      <w:r w:rsidRPr="00D650A7">
        <w:rPr>
          <w:rFonts w:ascii="Arial" w:hAnsi="Arial" w:cs="Arial"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15CB05" wp14:editId="2B1A5C71">
                <wp:simplePos x="0" y="0"/>
                <wp:positionH relativeFrom="column">
                  <wp:posOffset>2589413</wp:posOffset>
                </wp:positionH>
                <wp:positionV relativeFrom="paragraph">
                  <wp:posOffset>135237</wp:posOffset>
                </wp:positionV>
                <wp:extent cx="1885950" cy="342900"/>
                <wp:effectExtent l="0" t="0" r="19050" b="1905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517CCF" w:rsidRPr="00195E7A" w:rsidRDefault="00517CCF" w:rsidP="004A0F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Programma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C15CB05" id="Text Box 7" o:spid="_x0000_s1027" type="#_x0000_t202" style="position:absolute;margin-left:203.9pt;margin-top:10.65pt;width:148.5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">
                <v:textbox>
                  <w:txbxContent>
                    <w:p w:rsidR="00517CCF" w:rsidRPr="00195E7A" w:rsidRDefault="00517CCF" w:rsidP="004A0F27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Programma</w:t>
                      </w:r>
                    </w:p>
                  </w:txbxContent>
                </v:textbox>
              </v:shape>
            </w:pict>
          </mc:Fallback>
        </mc:AlternateContent>
      </w:r>
    </w:p>
    <w:p w:rsidR="00F5397B" w:rsidRPr="00D650A7" w:rsidRDefault="004C380D" w:rsidP="00DE4ADA">
      <w:pPr>
        <w:tabs>
          <w:tab w:val="left" w:pos="4500"/>
        </w:tabs>
        <w:rPr>
          <w:rFonts w:ascii="Arial" w:hAnsi="Arial" w:cs="Arial"/>
        </w:rPr>
      </w:pPr>
      <w:r w:rsidRPr="00D650A7">
        <w:rPr>
          <w:rFonts w:ascii="Arial" w:hAnsi="Arial" w:cs="Arial"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592036" wp14:editId="4F358431">
                <wp:simplePos x="0" y="0"/>
                <wp:positionH relativeFrom="column">
                  <wp:posOffset>780375</wp:posOffset>
                </wp:positionH>
                <wp:positionV relativeFrom="paragraph">
                  <wp:posOffset>8640</wp:posOffset>
                </wp:positionV>
                <wp:extent cx="10571" cy="946114"/>
                <wp:effectExtent l="0" t="0" r="27940" b="2603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571" cy="94611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61E131D" id="Line 3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45pt,.7pt" to="62.3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"/>
            </w:pict>
          </mc:Fallback>
        </mc:AlternateContent>
      </w:r>
      <w:r w:rsidR="00F5397B" w:rsidRPr="00D650A7">
        <w:rPr>
          <w:rFonts w:ascii="Arial" w:hAnsi="Arial" w:cs="Arial"/>
        </w:rPr>
        <w:tab/>
      </w:r>
    </w:p>
    <w:p w:rsidR="00F5397B" w:rsidRPr="00D650A7" w:rsidRDefault="00DD4D4E">
      <w:pPr>
        <w:rPr>
          <w:rFonts w:ascii="Arial" w:hAnsi="Arial" w:cs="Arial"/>
        </w:rPr>
      </w:pPr>
      <w:r w:rsidRPr="00D650A7">
        <w:rPr>
          <w:rFonts w:ascii="Arial" w:hAnsi="Arial" w:cs="Arial"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1D3E11" wp14:editId="23E2EC17">
                <wp:simplePos x="0" y="0"/>
                <wp:positionH relativeFrom="column">
                  <wp:posOffset>800100</wp:posOffset>
                </wp:positionH>
                <wp:positionV relativeFrom="paragraph">
                  <wp:posOffset>15240</wp:posOffset>
                </wp:positionV>
                <wp:extent cx="1714500" cy="1270"/>
                <wp:effectExtent l="0" t="76200" r="19050" b="9398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298E86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8" o:spid="_x0000_s1026" type="#_x0000_t34" style="position:absolute;margin-left:63pt;margin-top:1.2pt;width:135pt;height: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">
                <v:stroke endarrow="block"/>
              </v:shape>
            </w:pict>
          </mc:Fallback>
        </mc:AlternateContent>
      </w:r>
      <w:r w:rsidRPr="00D650A7">
        <w:rPr>
          <w:rFonts w:ascii="Arial" w:hAnsi="Arial" w:cs="Arial"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8806FF" wp14:editId="248139E8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0" cy="0"/>
                <wp:effectExtent l="9525" t="9525" r="9525" b="952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03A0B21"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6pt" to="1in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"/>
            </w:pict>
          </mc:Fallback>
        </mc:AlternateContent>
      </w:r>
    </w:p>
    <w:p w:rsidR="00F5397B" w:rsidRPr="00D650A7" w:rsidRDefault="00F5397B">
      <w:pPr>
        <w:rPr>
          <w:rFonts w:ascii="Arial" w:hAnsi="Arial" w:cs="Arial"/>
        </w:rPr>
      </w:pPr>
    </w:p>
    <w:p w:rsidR="00F5397B" w:rsidRPr="00D650A7" w:rsidRDefault="00FE27FD" w:rsidP="00FE27FD">
      <w:pPr>
        <w:tabs>
          <w:tab w:val="left" w:pos="1236"/>
        </w:tabs>
        <w:rPr>
          <w:rFonts w:ascii="Arial" w:hAnsi="Arial" w:cs="Arial"/>
        </w:rPr>
      </w:pPr>
      <w:r w:rsidRPr="00D650A7">
        <w:rPr>
          <w:rFonts w:ascii="Arial" w:hAnsi="Arial" w:cs="Arial"/>
        </w:rPr>
        <w:tab/>
      </w:r>
    </w:p>
    <w:p w:rsidR="00F5397B" w:rsidRPr="00D650A7" w:rsidRDefault="007D4E38">
      <w:pPr>
        <w:rPr>
          <w:rFonts w:ascii="Arial" w:hAnsi="Arial" w:cs="Arial"/>
        </w:rPr>
      </w:pPr>
      <w:r w:rsidRPr="00D650A7">
        <w:rPr>
          <w:rFonts w:ascii="Arial" w:hAnsi="Arial" w:cs="Arial"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9747E2" wp14:editId="22AD7156">
                <wp:simplePos x="0" y="0"/>
                <wp:positionH relativeFrom="column">
                  <wp:posOffset>2606656</wp:posOffset>
                </wp:positionH>
                <wp:positionV relativeFrom="paragraph">
                  <wp:posOffset>64740</wp:posOffset>
                </wp:positionV>
                <wp:extent cx="1890395" cy="342900"/>
                <wp:effectExtent l="0" t="0" r="14605" b="1905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039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517CCF" w:rsidRPr="00195E7A" w:rsidRDefault="00517CCF" w:rsidP="00195E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Statistica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C9747E2" id="_x0000_s1028" type="#_x0000_t202" style="position:absolute;margin-left:205.25pt;margin-top:5.1pt;width:148.85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">
                <v:textbox>
                  <w:txbxContent>
                    <w:p w:rsidR="00517CCF" w:rsidRPr="00195E7A" w:rsidRDefault="00517CCF" w:rsidP="00195E7A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Statistica</w:t>
                      </w:r>
                    </w:p>
                  </w:txbxContent>
                </v:textbox>
              </v:shape>
            </w:pict>
          </mc:Fallback>
        </mc:AlternateContent>
      </w:r>
    </w:p>
    <w:p w:rsidR="00F5397B" w:rsidRPr="00D650A7" w:rsidRDefault="004C380D">
      <w:pPr>
        <w:rPr>
          <w:rFonts w:ascii="Arial" w:hAnsi="Arial" w:cs="Arial"/>
        </w:rPr>
      </w:pPr>
      <w:r w:rsidRPr="00D650A7">
        <w:rPr>
          <w:rFonts w:ascii="Arial" w:hAnsi="Arial" w:cs="Arial"/>
          <w:noProof/>
          <w:lang w:val="it-CH" w:eastAsia="it-CH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E1A79D" wp14:editId="55E814CA">
                <wp:simplePos x="0" y="0"/>
                <wp:positionH relativeFrom="column">
                  <wp:posOffset>783010</wp:posOffset>
                </wp:positionH>
                <wp:positionV relativeFrom="paragraph">
                  <wp:posOffset>83185</wp:posOffset>
                </wp:positionV>
                <wp:extent cx="1714500" cy="1270"/>
                <wp:effectExtent l="0" t="76200" r="19050" b="93980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2053925" id="AutoShape 8" o:spid="_x0000_s1026" type="#_x0000_t34" style="position:absolute;margin-left:61.65pt;margin-top:6.55pt;width:135pt;height: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">
                <v:stroke endarrow="block"/>
              </v:shape>
            </w:pict>
          </mc:Fallback>
        </mc:AlternateContent>
      </w:r>
    </w:p>
    <w:p w:rsidR="00B656D4" w:rsidRPr="00D650A7" w:rsidRDefault="00B656D4">
      <w:pPr>
        <w:rPr>
          <w:rFonts w:ascii="Arial" w:hAnsi="Arial" w:cs="Arial"/>
          <w:b/>
        </w:rPr>
      </w:pPr>
    </w:p>
    <w:p w:rsidR="00F5397B" w:rsidRPr="00D650A7" w:rsidRDefault="00F5397B">
      <w:pPr>
        <w:rPr>
          <w:rFonts w:ascii="Arial" w:hAnsi="Arial" w:cs="Arial"/>
        </w:rPr>
      </w:pPr>
    </w:p>
    <w:p w:rsidR="00933CF7" w:rsidRPr="00D650A7" w:rsidRDefault="00933CF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5338"/>
        <w:gridCol w:w="1649"/>
        <w:gridCol w:w="1657"/>
      </w:tblGrid>
      <w:tr w:rsidR="00D650A7" w:rsidRPr="00D650A7" w:rsidTr="00C25A5E">
        <w:tc>
          <w:tcPr>
            <w:tcW w:w="6124" w:type="dxa"/>
            <w:gridSpan w:val="2"/>
          </w:tcPr>
          <w:p w:rsidR="00776AEC" w:rsidRPr="00D650A7" w:rsidRDefault="00776AEC" w:rsidP="00C25A5E">
            <w:pPr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D650A7">
              <w:rPr>
                <w:rFonts w:ascii="Arial" w:hAnsi="Arial" w:cs="Arial"/>
                <w:i/>
              </w:rPr>
              <w:t>Consegne</w:t>
            </w:r>
          </w:p>
        </w:tc>
        <w:tc>
          <w:tcPr>
            <w:tcW w:w="1701" w:type="dxa"/>
          </w:tcPr>
          <w:p w:rsidR="00776AEC" w:rsidRPr="00D650A7" w:rsidRDefault="00776AEC" w:rsidP="00C25A5E">
            <w:pPr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D650A7">
              <w:rPr>
                <w:rFonts w:ascii="Arial" w:hAnsi="Arial" w:cs="Arial"/>
                <w:i/>
              </w:rPr>
              <w:t>Punti totali</w:t>
            </w:r>
          </w:p>
        </w:tc>
        <w:tc>
          <w:tcPr>
            <w:tcW w:w="1695" w:type="dxa"/>
          </w:tcPr>
          <w:p w:rsidR="00776AEC" w:rsidRPr="00D650A7" w:rsidRDefault="00776AEC" w:rsidP="00C25A5E">
            <w:pPr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D650A7">
              <w:rPr>
                <w:rFonts w:ascii="Arial" w:hAnsi="Arial" w:cs="Arial"/>
                <w:i/>
              </w:rPr>
              <w:t>Punti ottenuti</w:t>
            </w:r>
          </w:p>
        </w:tc>
      </w:tr>
      <w:tr w:rsidR="00D650A7" w:rsidRPr="00D650A7" w:rsidTr="00C25A5E">
        <w:tc>
          <w:tcPr>
            <w:tcW w:w="596" w:type="dxa"/>
          </w:tcPr>
          <w:p w:rsidR="00776AEC" w:rsidRPr="00D650A7" w:rsidRDefault="00776AEC" w:rsidP="00EA313A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D650A7">
              <w:rPr>
                <w:rFonts w:ascii="Arial" w:hAnsi="Arial" w:cs="Arial"/>
                <w:b/>
                <w:sz w:val="22"/>
                <w:szCs w:val="22"/>
              </w:rPr>
              <w:t>1.1</w:t>
            </w:r>
          </w:p>
        </w:tc>
        <w:tc>
          <w:tcPr>
            <w:tcW w:w="5528" w:type="dxa"/>
          </w:tcPr>
          <w:p w:rsidR="00776AEC" w:rsidRPr="00D650A7" w:rsidRDefault="00776AEC" w:rsidP="00EA313A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650A7">
              <w:rPr>
                <w:rFonts w:ascii="Arial" w:hAnsi="Arial" w:cs="Arial"/>
                <w:sz w:val="22"/>
                <w:szCs w:val="22"/>
              </w:rPr>
              <w:t>Creare la struttura di cartelle rappresentata nello schema sopra</w:t>
            </w:r>
          </w:p>
        </w:tc>
        <w:tc>
          <w:tcPr>
            <w:tcW w:w="1701" w:type="dxa"/>
          </w:tcPr>
          <w:p w:rsidR="00776AEC" w:rsidRPr="00D650A7" w:rsidRDefault="006872F2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0A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95" w:type="dxa"/>
          </w:tcPr>
          <w:p w:rsidR="00776AEC" w:rsidRPr="00D650A7" w:rsidRDefault="00776AE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0A7" w:rsidRPr="00D650A7" w:rsidTr="00C25A5E">
        <w:tc>
          <w:tcPr>
            <w:tcW w:w="596" w:type="dxa"/>
          </w:tcPr>
          <w:p w:rsidR="00776AEC" w:rsidRPr="00D650A7" w:rsidRDefault="00776AEC" w:rsidP="00EA313A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D650A7">
              <w:rPr>
                <w:rFonts w:ascii="Arial" w:hAnsi="Arial" w:cs="Arial"/>
                <w:b/>
                <w:sz w:val="22"/>
                <w:szCs w:val="22"/>
              </w:rPr>
              <w:t>1.2</w:t>
            </w:r>
          </w:p>
        </w:tc>
        <w:tc>
          <w:tcPr>
            <w:tcW w:w="5528" w:type="dxa"/>
          </w:tcPr>
          <w:p w:rsidR="00FC3AF5" w:rsidRPr="00D650A7" w:rsidRDefault="00FC3AF5" w:rsidP="00FC3AF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650A7">
              <w:rPr>
                <w:rFonts w:ascii="Arial" w:hAnsi="Arial" w:cs="Arial"/>
                <w:sz w:val="22"/>
                <w:szCs w:val="22"/>
              </w:rPr>
              <w:t xml:space="preserve">Copiare dalla cartella origine alla cartella </w:t>
            </w:r>
            <w:r w:rsidR="00195E7A">
              <w:rPr>
                <w:rFonts w:ascii="Arial" w:hAnsi="Arial" w:cs="Arial"/>
                <w:caps/>
                <w:sz w:val="22"/>
                <w:szCs w:val="22"/>
              </w:rPr>
              <w:t>Programma</w:t>
            </w:r>
            <w:r w:rsidRPr="00D650A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502B3" w:rsidRPr="00D650A7">
              <w:rPr>
                <w:rFonts w:ascii="Arial" w:hAnsi="Arial" w:cs="Arial"/>
                <w:sz w:val="22"/>
                <w:szCs w:val="22"/>
              </w:rPr>
              <w:t>i</w:t>
            </w:r>
            <w:r w:rsidR="0087750D">
              <w:rPr>
                <w:rFonts w:ascii="Arial" w:hAnsi="Arial" w:cs="Arial"/>
                <w:sz w:val="22"/>
                <w:szCs w:val="22"/>
              </w:rPr>
              <w:t>l</w:t>
            </w:r>
            <w:r w:rsidR="00B502B3" w:rsidRPr="00D650A7">
              <w:rPr>
                <w:rFonts w:ascii="Arial" w:hAnsi="Arial" w:cs="Arial"/>
                <w:sz w:val="22"/>
                <w:szCs w:val="22"/>
              </w:rPr>
              <w:t xml:space="preserve"> seguent</w:t>
            </w:r>
            <w:r w:rsidR="0087750D">
              <w:rPr>
                <w:rFonts w:ascii="Arial" w:hAnsi="Arial" w:cs="Arial"/>
                <w:sz w:val="22"/>
                <w:szCs w:val="22"/>
              </w:rPr>
              <w:t>e</w:t>
            </w:r>
            <w:r w:rsidRPr="00D650A7">
              <w:rPr>
                <w:rFonts w:ascii="Arial" w:hAnsi="Arial" w:cs="Arial"/>
                <w:sz w:val="22"/>
                <w:szCs w:val="22"/>
              </w:rPr>
              <w:t xml:space="preserve"> file:</w:t>
            </w:r>
          </w:p>
          <w:p w:rsidR="0054020F" w:rsidRDefault="00E3456D" w:rsidP="00FA232A">
            <w:pPr>
              <w:spacing w:before="120" w:after="120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caps/>
                <w:sz w:val="22"/>
                <w:szCs w:val="22"/>
              </w:rPr>
              <w:t xml:space="preserve">PRESENTAZIONE </w:t>
            </w:r>
            <w:r w:rsidR="00195E7A" w:rsidRPr="00195E7A">
              <w:rPr>
                <w:rFonts w:ascii="Arial" w:hAnsi="Arial" w:cs="Arial"/>
                <w:caps/>
                <w:sz w:val="22"/>
                <w:szCs w:val="22"/>
              </w:rPr>
              <w:t>MONTE GENEROSO</w:t>
            </w:r>
          </w:p>
          <w:p w:rsidR="00B47A2C" w:rsidRPr="00D650A7" w:rsidRDefault="00B47A2C" w:rsidP="00B47A2C">
            <w:pPr>
              <w:tabs>
                <w:tab w:val="right" w:pos="9356"/>
              </w:tabs>
              <w:spacing w:after="120"/>
              <w:rPr>
                <w:rFonts w:ascii="Arial" w:hAnsi="Arial" w:cs="Arial"/>
                <w:caps/>
                <w:sz w:val="22"/>
                <w:szCs w:val="22"/>
              </w:rPr>
            </w:pPr>
            <w:r w:rsidRPr="00B47A2C">
              <w:rPr>
                <w:rFonts w:ascii="Arial" w:hAnsi="Arial" w:cs="Arial"/>
                <w:caps/>
                <w:sz w:val="22"/>
                <w:szCs w:val="22"/>
              </w:rPr>
              <w:t>Logo Monte Generoso</w:t>
            </w:r>
          </w:p>
        </w:tc>
        <w:tc>
          <w:tcPr>
            <w:tcW w:w="1701" w:type="dxa"/>
          </w:tcPr>
          <w:p w:rsidR="00776AEC" w:rsidRPr="00D650A7" w:rsidRDefault="006872F2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0A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95" w:type="dxa"/>
          </w:tcPr>
          <w:p w:rsidR="00776AEC" w:rsidRPr="00D650A7" w:rsidRDefault="00776AE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50A7" w:rsidRPr="00D650A7" w:rsidTr="00C25A5E">
        <w:tc>
          <w:tcPr>
            <w:tcW w:w="596" w:type="dxa"/>
          </w:tcPr>
          <w:p w:rsidR="00656139" w:rsidRPr="00D650A7" w:rsidRDefault="00656139" w:rsidP="00656139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D650A7">
              <w:rPr>
                <w:rFonts w:ascii="Arial" w:hAnsi="Arial" w:cs="Arial"/>
                <w:b/>
                <w:sz w:val="22"/>
                <w:szCs w:val="22"/>
              </w:rPr>
              <w:t>1.3</w:t>
            </w:r>
          </w:p>
        </w:tc>
        <w:tc>
          <w:tcPr>
            <w:tcW w:w="5528" w:type="dxa"/>
          </w:tcPr>
          <w:p w:rsidR="00FC3AF5" w:rsidRPr="00195E7A" w:rsidRDefault="00FC3AF5" w:rsidP="00FC3AF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95E7A">
              <w:rPr>
                <w:rFonts w:ascii="Arial" w:hAnsi="Arial" w:cs="Arial"/>
                <w:sz w:val="22"/>
                <w:szCs w:val="22"/>
              </w:rPr>
              <w:t xml:space="preserve">Copiare dalla cartella origine alla cartella </w:t>
            </w:r>
            <w:r w:rsidR="00195E7A">
              <w:rPr>
                <w:rFonts w:ascii="Arial" w:hAnsi="Arial" w:cs="Arial"/>
                <w:caps/>
                <w:sz w:val="22"/>
                <w:szCs w:val="22"/>
              </w:rPr>
              <w:t>STATISTICA</w:t>
            </w:r>
            <w:r w:rsidRPr="00195E7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95E7A">
              <w:rPr>
                <w:rFonts w:ascii="Arial" w:hAnsi="Arial" w:cs="Arial"/>
                <w:sz w:val="22"/>
                <w:szCs w:val="22"/>
              </w:rPr>
              <w:t>i</w:t>
            </w:r>
            <w:r w:rsidR="00B502B3" w:rsidRPr="00195E7A">
              <w:rPr>
                <w:rFonts w:ascii="Arial" w:hAnsi="Arial" w:cs="Arial"/>
                <w:sz w:val="22"/>
                <w:szCs w:val="22"/>
              </w:rPr>
              <w:t>l</w:t>
            </w:r>
            <w:r w:rsidRPr="00195E7A">
              <w:rPr>
                <w:rFonts w:ascii="Arial" w:hAnsi="Arial" w:cs="Arial"/>
                <w:sz w:val="22"/>
                <w:szCs w:val="22"/>
              </w:rPr>
              <w:t xml:space="preserve"> seguent</w:t>
            </w:r>
            <w:r w:rsidR="00B502B3" w:rsidRPr="00195E7A">
              <w:rPr>
                <w:rFonts w:ascii="Arial" w:hAnsi="Arial" w:cs="Arial"/>
                <w:sz w:val="22"/>
                <w:szCs w:val="22"/>
              </w:rPr>
              <w:t>e</w:t>
            </w:r>
            <w:r w:rsidRPr="00195E7A">
              <w:rPr>
                <w:rFonts w:ascii="Arial" w:hAnsi="Arial" w:cs="Arial"/>
                <w:sz w:val="22"/>
                <w:szCs w:val="22"/>
              </w:rPr>
              <w:t xml:space="preserve"> file:</w:t>
            </w:r>
          </w:p>
          <w:p w:rsidR="00656139" w:rsidRPr="00E649E1" w:rsidRDefault="00195E7A" w:rsidP="00FC3AF5">
            <w:pPr>
              <w:spacing w:before="120" w:after="120"/>
              <w:rPr>
                <w:rFonts w:ascii="Arial" w:hAnsi="Arial" w:cs="Arial"/>
                <w:cap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aps/>
                <w:sz w:val="22"/>
                <w:szCs w:val="22"/>
              </w:rPr>
              <w:t>SPESE GIORNATA D’APERTURA</w:t>
            </w:r>
            <w:r w:rsidR="00656139" w:rsidRPr="00195E7A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656139" w:rsidRPr="00D650A7" w:rsidRDefault="006872F2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0A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95" w:type="dxa"/>
          </w:tcPr>
          <w:p w:rsidR="00656139" w:rsidRPr="00D650A7" w:rsidRDefault="00656139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656D4" w:rsidRDefault="00B656D4" w:rsidP="00C44A1E">
      <w:pPr>
        <w:tabs>
          <w:tab w:val="num" w:pos="540"/>
        </w:tabs>
        <w:rPr>
          <w:rFonts w:ascii="Arial" w:hAnsi="Arial" w:cs="Arial"/>
        </w:rPr>
      </w:pPr>
    </w:p>
    <w:p w:rsidR="00B656D4" w:rsidRDefault="00B656D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33CF7" w:rsidRDefault="00AC46C1" w:rsidP="00AF0F7B">
      <w:pPr>
        <w:tabs>
          <w:tab w:val="right" w:pos="9356"/>
        </w:tabs>
        <w:rPr>
          <w:rFonts w:ascii="Arial" w:hAnsi="Arial" w:cs="Arial"/>
          <w:b/>
        </w:rPr>
      </w:pPr>
      <w:r>
        <w:rPr>
          <w:rFonts w:ascii="Arial" w:hAnsi="Arial" w:cs="Arial"/>
          <w:b/>
          <w:sz w:val="32"/>
          <w:szCs w:val="32"/>
        </w:rPr>
        <w:lastRenderedPageBreak/>
        <w:t>Conseg</w:t>
      </w:r>
      <w:r w:rsidRPr="002A131B">
        <w:rPr>
          <w:rFonts w:ascii="Arial" w:hAnsi="Arial" w:cs="Arial"/>
          <w:b/>
          <w:sz w:val="32"/>
          <w:szCs w:val="32"/>
        </w:rPr>
        <w:t>na</w:t>
      </w:r>
      <w:r>
        <w:rPr>
          <w:rFonts w:ascii="Arial" w:hAnsi="Arial" w:cs="Arial"/>
          <w:b/>
          <w:sz w:val="32"/>
          <w:szCs w:val="32"/>
        </w:rPr>
        <w:t xml:space="preserve"> 2</w:t>
      </w:r>
      <w:r w:rsidR="001A167A">
        <w:rPr>
          <w:rFonts w:ascii="Arial" w:hAnsi="Arial" w:cs="Arial"/>
          <w:b/>
          <w:sz w:val="32"/>
          <w:szCs w:val="32"/>
        </w:rPr>
        <w:tab/>
      </w:r>
      <w:r w:rsidR="00535F6D">
        <w:rPr>
          <w:rFonts w:ascii="Arial" w:hAnsi="Arial" w:cs="Arial"/>
          <w:b/>
          <w:sz w:val="32"/>
          <w:szCs w:val="32"/>
        </w:rPr>
        <w:t>58</w:t>
      </w:r>
      <w:r w:rsidR="001A167A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1A167A">
        <w:rPr>
          <w:rFonts w:ascii="Arial" w:hAnsi="Arial" w:cs="Arial"/>
          <w:b/>
          <w:sz w:val="32"/>
          <w:szCs w:val="32"/>
        </w:rPr>
        <w:t>pt</w:t>
      </w:r>
      <w:proofErr w:type="spellEnd"/>
    </w:p>
    <w:p w:rsidR="003179C5" w:rsidRDefault="003179C5">
      <w:pPr>
        <w:rPr>
          <w:rFonts w:ascii="Arial" w:hAnsi="Arial" w:cs="Arial"/>
          <w:b/>
        </w:rPr>
      </w:pPr>
    </w:p>
    <w:p w:rsidR="00C25A5E" w:rsidRPr="00C22F02" w:rsidRDefault="00405659" w:rsidP="006F7083">
      <w:pPr>
        <w:spacing w:after="120"/>
        <w:rPr>
          <w:rFonts w:ascii="Arial" w:hAnsi="Arial" w:cs="Arial"/>
          <w:sz w:val="22"/>
          <w:szCs w:val="22"/>
        </w:rPr>
      </w:pPr>
      <w:r w:rsidRPr="00C22F02">
        <w:rPr>
          <w:rFonts w:ascii="Arial" w:hAnsi="Arial" w:cs="Arial"/>
          <w:sz w:val="22"/>
          <w:szCs w:val="22"/>
        </w:rPr>
        <w:t xml:space="preserve">Attraverso il programma Word disponi </w:t>
      </w:r>
      <w:r w:rsidR="001D3FB6" w:rsidRPr="00C22F02">
        <w:rPr>
          <w:rFonts w:ascii="Arial" w:hAnsi="Arial" w:cs="Arial"/>
          <w:sz w:val="22"/>
          <w:szCs w:val="22"/>
        </w:rPr>
        <w:t>il documento</w:t>
      </w:r>
      <w:r w:rsidRPr="00C22F02">
        <w:rPr>
          <w:rFonts w:ascii="Arial" w:hAnsi="Arial" w:cs="Arial"/>
          <w:sz w:val="22"/>
          <w:szCs w:val="22"/>
        </w:rPr>
        <w:t>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6935"/>
        <w:gridCol w:w="991"/>
        <w:gridCol w:w="1004"/>
      </w:tblGrid>
      <w:tr w:rsidR="00C25A5E" w:rsidRPr="00C25A5E" w:rsidTr="00765B93">
        <w:trPr>
          <w:trHeight w:val="935"/>
        </w:trPr>
        <w:tc>
          <w:tcPr>
            <w:tcW w:w="7542" w:type="dxa"/>
            <w:gridSpan w:val="2"/>
          </w:tcPr>
          <w:p w:rsidR="00C25A5E" w:rsidRPr="00C25A5E" w:rsidRDefault="00C25A5E" w:rsidP="00656425">
            <w:pPr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C25A5E">
              <w:rPr>
                <w:rFonts w:ascii="Arial" w:hAnsi="Arial" w:cs="Arial"/>
                <w:i/>
              </w:rPr>
              <w:t>Consegne</w:t>
            </w:r>
          </w:p>
        </w:tc>
        <w:tc>
          <w:tcPr>
            <w:tcW w:w="992" w:type="dxa"/>
          </w:tcPr>
          <w:p w:rsidR="00C25A5E" w:rsidRPr="00C25A5E" w:rsidRDefault="00C25A5E" w:rsidP="00656425">
            <w:pPr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C25A5E">
              <w:rPr>
                <w:rFonts w:ascii="Arial" w:hAnsi="Arial" w:cs="Arial"/>
                <w:i/>
              </w:rPr>
              <w:t>Punti totali</w:t>
            </w:r>
          </w:p>
        </w:tc>
        <w:tc>
          <w:tcPr>
            <w:tcW w:w="992" w:type="dxa"/>
          </w:tcPr>
          <w:p w:rsidR="00C25A5E" w:rsidRPr="00C25A5E" w:rsidRDefault="00C25A5E" w:rsidP="00656425">
            <w:pPr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C25A5E">
              <w:rPr>
                <w:rFonts w:ascii="Arial" w:hAnsi="Arial" w:cs="Arial"/>
                <w:i/>
              </w:rPr>
              <w:t>Punti ottenuti</w:t>
            </w:r>
          </w:p>
        </w:tc>
      </w:tr>
      <w:tr w:rsidR="006A5465" w:rsidRPr="00CE63B6" w:rsidTr="00765B9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6A5465" w:rsidRDefault="00C25A5E" w:rsidP="00C25A5E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6A5465">
              <w:rPr>
                <w:rFonts w:ascii="Arial" w:hAnsi="Arial" w:cs="Arial"/>
                <w:b/>
                <w:sz w:val="22"/>
                <w:szCs w:val="22"/>
              </w:rPr>
              <w:t>2.1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6A5465" w:rsidRDefault="00F65091" w:rsidP="00954A2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Rinominare</w:t>
            </w:r>
            <w:r w:rsidR="00C25A5E" w:rsidRPr="006A5465">
              <w:rPr>
                <w:rFonts w:ascii="Arial" w:hAnsi="Arial" w:cs="Arial"/>
                <w:sz w:val="22"/>
                <w:szCs w:val="22"/>
              </w:rPr>
              <w:t xml:space="preserve"> il file </w:t>
            </w:r>
            <w:r>
              <w:rPr>
                <w:rFonts w:ascii="Arial" w:hAnsi="Arial" w:cs="Arial"/>
                <w:sz w:val="22"/>
                <w:szCs w:val="22"/>
              </w:rPr>
              <w:t xml:space="preserve">PRESENTAZIONE </w:t>
            </w:r>
            <w:r w:rsidR="00213A94" w:rsidRPr="00195E7A">
              <w:rPr>
                <w:rFonts w:ascii="Arial" w:hAnsi="Arial" w:cs="Arial"/>
                <w:caps/>
                <w:sz w:val="22"/>
                <w:szCs w:val="22"/>
              </w:rPr>
              <w:t>MONTE GENEROSO</w:t>
            </w:r>
            <w:r w:rsidR="00213A94" w:rsidRPr="006A54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5A5E" w:rsidRPr="006A5465">
              <w:rPr>
                <w:rFonts w:ascii="Arial" w:hAnsi="Arial" w:cs="Arial"/>
                <w:sz w:val="22"/>
                <w:szCs w:val="22"/>
              </w:rPr>
              <w:t xml:space="preserve">che </w:t>
            </w:r>
            <w:r w:rsidR="001345EF" w:rsidRPr="006A5465">
              <w:rPr>
                <w:rFonts w:ascii="Arial" w:hAnsi="Arial" w:cs="Arial"/>
                <w:sz w:val="22"/>
                <w:szCs w:val="22"/>
              </w:rPr>
              <w:t>è stato</w:t>
            </w:r>
            <w:r w:rsidR="00C25A5E" w:rsidRPr="006A5465">
              <w:rPr>
                <w:rFonts w:ascii="Arial" w:hAnsi="Arial" w:cs="Arial"/>
                <w:sz w:val="22"/>
                <w:szCs w:val="22"/>
              </w:rPr>
              <w:t xml:space="preserve"> salvato nella cartella </w:t>
            </w:r>
            <w:r w:rsidR="00954A2B" w:rsidRPr="006A5465">
              <w:rPr>
                <w:rFonts w:ascii="Arial" w:hAnsi="Arial" w:cs="Arial"/>
                <w:sz w:val="22"/>
                <w:szCs w:val="22"/>
              </w:rPr>
              <w:t xml:space="preserve">COGNOME </w:t>
            </w:r>
            <w:r w:rsidR="00AC5753" w:rsidRPr="006A5465">
              <w:rPr>
                <w:rFonts w:ascii="Arial" w:hAnsi="Arial" w:cs="Arial"/>
                <w:sz w:val="22"/>
                <w:szCs w:val="22"/>
              </w:rPr>
              <w:t>NOME ESAM</w:t>
            </w:r>
            <w:r w:rsidR="00954A2B" w:rsidRPr="006A5465">
              <w:rPr>
                <w:rFonts w:ascii="Arial" w:hAnsi="Arial" w:cs="Arial"/>
                <w:sz w:val="22"/>
                <w:szCs w:val="22"/>
              </w:rPr>
              <w:t>I</w:t>
            </w:r>
            <w:r w:rsidR="00F0275C" w:rsidRPr="006A5465">
              <w:rPr>
                <w:rFonts w:ascii="Arial" w:hAnsi="Arial" w:cs="Arial"/>
                <w:sz w:val="22"/>
                <w:szCs w:val="22"/>
              </w:rPr>
              <w:t xml:space="preserve"> 201</w:t>
            </w:r>
            <w:r w:rsidR="00E649E1">
              <w:rPr>
                <w:rFonts w:ascii="Arial" w:hAnsi="Arial" w:cs="Arial"/>
                <w:sz w:val="22"/>
                <w:szCs w:val="22"/>
              </w:rPr>
              <w:t>8</w:t>
            </w:r>
            <w:r w:rsidR="00AC5753" w:rsidRPr="006A5465">
              <w:rPr>
                <w:rFonts w:ascii="Arial" w:hAnsi="Arial" w:cs="Arial"/>
                <w:sz w:val="22"/>
                <w:szCs w:val="22"/>
              </w:rPr>
              <w:t xml:space="preserve">, sottocartella </w:t>
            </w:r>
            <w:r w:rsidR="00213A94">
              <w:rPr>
                <w:rFonts w:ascii="Arial" w:hAnsi="Arial" w:cs="Arial"/>
                <w:sz w:val="22"/>
                <w:szCs w:val="22"/>
              </w:rPr>
              <w:t>PROGRAMMA</w:t>
            </w:r>
            <w:r w:rsidR="00824BB9" w:rsidRPr="006A5465">
              <w:rPr>
                <w:rFonts w:ascii="Arial" w:hAnsi="Arial" w:cs="Arial"/>
                <w:sz w:val="22"/>
                <w:szCs w:val="22"/>
              </w:rPr>
              <w:t>.</w:t>
            </w:r>
            <w:r w:rsidR="00C25A5E" w:rsidRPr="006A546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F21EF" w:rsidRPr="006A5465" w:rsidRDefault="007F4C2E" w:rsidP="006D30F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6A5465">
              <w:rPr>
                <w:rFonts w:ascii="Arial" w:hAnsi="Arial" w:cs="Arial"/>
                <w:sz w:val="22"/>
                <w:szCs w:val="22"/>
              </w:rPr>
              <w:t>Salva</w:t>
            </w:r>
            <w:r w:rsidR="00CE24F0" w:rsidRPr="006A5465">
              <w:rPr>
                <w:rFonts w:ascii="Arial" w:hAnsi="Arial" w:cs="Arial"/>
                <w:sz w:val="22"/>
                <w:szCs w:val="22"/>
              </w:rPr>
              <w:t>re</w:t>
            </w:r>
            <w:r w:rsidRPr="006A5465">
              <w:rPr>
                <w:rFonts w:ascii="Arial" w:hAnsi="Arial" w:cs="Arial"/>
                <w:sz w:val="22"/>
                <w:szCs w:val="22"/>
              </w:rPr>
              <w:t xml:space="preserve"> il documento cambiando il nome: </w:t>
            </w:r>
            <w:r w:rsidRPr="006A5465">
              <w:rPr>
                <w:rFonts w:ascii="Arial" w:hAnsi="Arial" w:cs="Arial"/>
                <w:sz w:val="22"/>
                <w:szCs w:val="22"/>
              </w:rPr>
              <w:br/>
            </w:r>
            <w:r w:rsidRPr="007A0C2D">
              <w:rPr>
                <w:rFonts w:ascii="Arial" w:hAnsi="Arial" w:cs="Arial"/>
                <w:caps/>
                <w:sz w:val="22"/>
                <w:szCs w:val="22"/>
              </w:rPr>
              <w:t xml:space="preserve">Cognome Nome </w:t>
            </w:r>
            <w:r w:rsidR="00361FA8" w:rsidRPr="007A0C2D">
              <w:rPr>
                <w:rFonts w:ascii="Arial" w:hAnsi="Arial" w:cs="Arial"/>
                <w:caps/>
                <w:sz w:val="22"/>
                <w:szCs w:val="22"/>
              </w:rPr>
              <w:t xml:space="preserve">Presentazione </w:t>
            </w:r>
            <w:r w:rsidR="00213A94" w:rsidRPr="007A0C2D">
              <w:rPr>
                <w:rFonts w:ascii="Arial" w:hAnsi="Arial" w:cs="Arial"/>
                <w:caps/>
                <w:sz w:val="22"/>
                <w:szCs w:val="22"/>
              </w:rPr>
              <w:t>Monte Generoso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6A5465" w:rsidRDefault="00ED094B" w:rsidP="00C25A5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546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CE63B6" w:rsidRDefault="00CE63B6" w:rsidP="00C25A5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63B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C25A5E" w:rsidRPr="003179C5" w:rsidTr="00765B9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3179C5" w:rsidRDefault="00C25A5E" w:rsidP="00C25A5E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3179C5">
              <w:rPr>
                <w:rFonts w:ascii="Arial" w:hAnsi="Arial" w:cs="Arial"/>
                <w:b/>
                <w:sz w:val="22"/>
                <w:szCs w:val="22"/>
              </w:rPr>
              <w:t>2.2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3179C5" w:rsidRDefault="00C25A5E" w:rsidP="00676FD6">
            <w:pPr>
              <w:rPr>
                <w:rFonts w:ascii="Arial" w:hAnsi="Arial" w:cs="Arial"/>
                <w:sz w:val="22"/>
                <w:szCs w:val="22"/>
              </w:rPr>
            </w:pPr>
            <w:r w:rsidRPr="003179C5">
              <w:rPr>
                <w:rFonts w:ascii="Arial" w:hAnsi="Arial" w:cs="Arial"/>
                <w:sz w:val="22"/>
                <w:szCs w:val="22"/>
              </w:rPr>
              <w:t xml:space="preserve">Impostare i margini: </w:t>
            </w:r>
          </w:p>
          <w:p w:rsidR="00C25A5E" w:rsidRPr="003179C5" w:rsidRDefault="00C25A5E" w:rsidP="00DD181C">
            <w:pPr>
              <w:pStyle w:val="Paragrafoelenco"/>
              <w:numPr>
                <w:ilvl w:val="0"/>
                <w:numId w:val="12"/>
              </w:numPr>
              <w:tabs>
                <w:tab w:val="left" w:pos="3032"/>
              </w:tabs>
              <w:spacing w:before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179C5">
              <w:rPr>
                <w:rFonts w:ascii="Arial" w:hAnsi="Arial" w:cs="Arial"/>
                <w:sz w:val="22"/>
                <w:szCs w:val="22"/>
              </w:rPr>
              <w:t xml:space="preserve">Superiore </w:t>
            </w:r>
            <w:r w:rsidR="00BA1293">
              <w:rPr>
                <w:rFonts w:ascii="Arial" w:hAnsi="Arial" w:cs="Arial"/>
                <w:sz w:val="22"/>
                <w:szCs w:val="22"/>
              </w:rPr>
              <w:t>2</w:t>
            </w:r>
            <w:r w:rsidRPr="003179C5">
              <w:rPr>
                <w:rFonts w:ascii="Arial" w:hAnsi="Arial" w:cs="Arial"/>
                <w:sz w:val="22"/>
                <w:szCs w:val="22"/>
              </w:rPr>
              <w:t xml:space="preserve"> cm</w:t>
            </w:r>
            <w:r w:rsidR="00E32386" w:rsidRPr="003179C5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C25A5E" w:rsidRPr="003179C5" w:rsidRDefault="00C25A5E" w:rsidP="00DD181C">
            <w:pPr>
              <w:pStyle w:val="Paragrafoelenco"/>
              <w:numPr>
                <w:ilvl w:val="0"/>
                <w:numId w:val="12"/>
              </w:numPr>
              <w:tabs>
                <w:tab w:val="left" w:pos="3032"/>
              </w:tabs>
              <w:spacing w:before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179C5">
              <w:rPr>
                <w:rFonts w:ascii="Arial" w:hAnsi="Arial" w:cs="Arial"/>
                <w:sz w:val="22"/>
                <w:szCs w:val="22"/>
              </w:rPr>
              <w:t>Inferiore   2 cm</w:t>
            </w:r>
            <w:r w:rsidR="00E32386" w:rsidRPr="003179C5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C25A5E" w:rsidRPr="003179C5" w:rsidRDefault="00E32386" w:rsidP="00DD181C">
            <w:pPr>
              <w:pStyle w:val="Paragrafoelenco"/>
              <w:numPr>
                <w:ilvl w:val="0"/>
                <w:numId w:val="12"/>
              </w:numPr>
              <w:tabs>
                <w:tab w:val="left" w:pos="3032"/>
              </w:tabs>
              <w:spacing w:before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179C5">
              <w:rPr>
                <w:rFonts w:ascii="Arial" w:hAnsi="Arial" w:cs="Arial"/>
                <w:sz w:val="22"/>
                <w:szCs w:val="22"/>
              </w:rPr>
              <w:t>Sinistro     3 cm;</w:t>
            </w:r>
          </w:p>
          <w:p w:rsidR="00C25A5E" w:rsidRPr="003179C5" w:rsidRDefault="001B5408" w:rsidP="00DD181C">
            <w:pPr>
              <w:pStyle w:val="Paragrafoelenco"/>
              <w:numPr>
                <w:ilvl w:val="0"/>
                <w:numId w:val="12"/>
              </w:numPr>
              <w:tabs>
                <w:tab w:val="left" w:pos="3032"/>
              </w:tabs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179C5">
              <w:rPr>
                <w:rFonts w:ascii="Arial" w:hAnsi="Arial" w:cs="Arial"/>
                <w:sz w:val="22"/>
                <w:szCs w:val="22"/>
              </w:rPr>
              <w:t xml:space="preserve">Destro      </w:t>
            </w:r>
            <w:r w:rsidR="00D23F6D">
              <w:rPr>
                <w:rFonts w:ascii="Arial" w:hAnsi="Arial" w:cs="Arial"/>
                <w:sz w:val="22"/>
                <w:szCs w:val="22"/>
              </w:rPr>
              <w:t>1.5</w:t>
            </w:r>
            <w:r w:rsidRPr="003179C5">
              <w:rPr>
                <w:rFonts w:ascii="Arial" w:hAnsi="Arial" w:cs="Arial"/>
                <w:sz w:val="22"/>
                <w:szCs w:val="22"/>
              </w:rPr>
              <w:t xml:space="preserve"> cm</w:t>
            </w:r>
            <w:r w:rsidR="00E32386" w:rsidRPr="003179C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3179C5" w:rsidRDefault="000259B1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3179C5" w:rsidRDefault="00CE63B6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C25A5E" w:rsidRPr="003179C5" w:rsidTr="00765B9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3179C5" w:rsidRDefault="00C25A5E" w:rsidP="00C25A5E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3179C5">
              <w:rPr>
                <w:rFonts w:ascii="Arial" w:hAnsi="Arial" w:cs="Arial"/>
                <w:b/>
                <w:sz w:val="22"/>
                <w:szCs w:val="22"/>
              </w:rPr>
              <w:t>2.3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2B" w:rsidRPr="003179C5" w:rsidRDefault="00641FC2" w:rsidP="008A28B0">
            <w:pPr>
              <w:spacing w:before="120"/>
              <w:ind w:left="6"/>
              <w:rPr>
                <w:rFonts w:ascii="Arial" w:hAnsi="Arial" w:cs="Arial"/>
                <w:sz w:val="22"/>
                <w:szCs w:val="22"/>
              </w:rPr>
            </w:pPr>
            <w:r w:rsidRPr="003179C5">
              <w:rPr>
                <w:rFonts w:ascii="Arial" w:hAnsi="Arial" w:cs="Arial"/>
                <w:sz w:val="22"/>
                <w:szCs w:val="22"/>
              </w:rPr>
              <w:t>PI</w:t>
            </w:r>
            <w:r w:rsidR="00E763E4" w:rsidRPr="003179C5">
              <w:rPr>
                <w:rFonts w:ascii="Arial" w:hAnsi="Arial" w:cs="Arial"/>
                <w:sz w:val="22"/>
                <w:szCs w:val="22"/>
              </w:rPr>
              <w:t>È</w:t>
            </w:r>
            <w:r w:rsidRPr="003179C5">
              <w:rPr>
                <w:rFonts w:ascii="Arial" w:hAnsi="Arial" w:cs="Arial"/>
                <w:sz w:val="22"/>
                <w:szCs w:val="22"/>
              </w:rPr>
              <w:t xml:space="preserve"> DI PAGINA</w:t>
            </w:r>
          </w:p>
          <w:p w:rsidR="00D81C93" w:rsidRPr="00422DCB" w:rsidRDefault="00D81C93" w:rsidP="00DD181C">
            <w:pPr>
              <w:pStyle w:val="Paragrafoelenco"/>
              <w:numPr>
                <w:ilvl w:val="0"/>
                <w:numId w:val="13"/>
              </w:numPr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842600">
              <w:rPr>
                <w:rFonts w:ascii="Arial" w:hAnsi="Arial" w:cs="Arial"/>
                <w:sz w:val="22"/>
                <w:szCs w:val="22"/>
              </w:rPr>
              <w:t xml:space="preserve">Fare apparire </w:t>
            </w:r>
            <w:r>
              <w:rPr>
                <w:rFonts w:ascii="Arial" w:hAnsi="Arial" w:cs="Arial"/>
                <w:sz w:val="22"/>
                <w:szCs w:val="22"/>
              </w:rPr>
              <w:t>in automatico</w:t>
            </w:r>
            <w:r w:rsidR="00422DCB">
              <w:rPr>
                <w:rFonts w:ascii="Arial" w:hAnsi="Arial" w:cs="Arial"/>
                <w:sz w:val="22"/>
                <w:szCs w:val="22"/>
              </w:rPr>
              <w:t xml:space="preserve"> “Il Nome del file”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179C5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>sinistra;</w:t>
            </w:r>
          </w:p>
          <w:p w:rsidR="0090126C" w:rsidRDefault="00422DCB" w:rsidP="00DD181C">
            <w:pPr>
              <w:pStyle w:val="Paragrafoelenco"/>
              <w:numPr>
                <w:ilvl w:val="0"/>
                <w:numId w:val="13"/>
              </w:numPr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Attraverso Posizione corrente inserire il “</w:t>
            </w:r>
            <w:r w:rsidR="0090126C">
              <w:rPr>
                <w:rFonts w:ascii="Arial" w:hAnsi="Arial" w:cs="Arial"/>
                <w:sz w:val="22"/>
                <w:szCs w:val="22"/>
              </w:rPr>
              <w:t>Numero di pagina</w:t>
            </w:r>
            <w:r>
              <w:rPr>
                <w:rFonts w:ascii="Arial" w:hAnsi="Arial" w:cs="Arial"/>
                <w:sz w:val="22"/>
                <w:szCs w:val="22"/>
              </w:rPr>
              <w:t>” automatico</w:t>
            </w:r>
            <w:r w:rsidR="0090126C">
              <w:rPr>
                <w:rFonts w:ascii="Arial" w:hAnsi="Arial" w:cs="Arial"/>
                <w:sz w:val="22"/>
                <w:szCs w:val="22"/>
              </w:rPr>
              <w:t>, allinea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 w:rsidR="0090126C">
              <w:rPr>
                <w:rFonts w:ascii="Arial" w:hAnsi="Arial" w:cs="Arial"/>
                <w:sz w:val="22"/>
                <w:szCs w:val="22"/>
              </w:rPr>
              <w:t xml:space="preserve"> a destra;</w:t>
            </w:r>
          </w:p>
          <w:p w:rsidR="00CE5BAA" w:rsidRPr="00710250" w:rsidRDefault="00C320F1" w:rsidP="00DD181C">
            <w:pPr>
              <w:pStyle w:val="Paragrafoelenco"/>
              <w:numPr>
                <w:ilvl w:val="0"/>
                <w:numId w:val="13"/>
              </w:numPr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Arial</w:t>
            </w:r>
            <w:proofErr w:type="spellEnd"/>
            <w:r w:rsidR="000F7B8D" w:rsidRPr="003179C5">
              <w:rPr>
                <w:rFonts w:ascii="Arial" w:hAnsi="Arial" w:cs="Arial"/>
                <w:sz w:val="22"/>
                <w:szCs w:val="22"/>
              </w:rPr>
              <w:t xml:space="preserve">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22" w:rsidRPr="003179C5" w:rsidRDefault="00562122" w:rsidP="00335BF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A87823" w:rsidRDefault="00535F6D" w:rsidP="00535F6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535F6D" w:rsidRDefault="00535F6D" w:rsidP="00535F6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535F6D" w:rsidRPr="003179C5" w:rsidRDefault="00535F6D" w:rsidP="00535F6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3179C5" w:rsidRDefault="00CE63B6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3C4853" w:rsidRPr="003179C5" w:rsidTr="00765B9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53" w:rsidRPr="003179C5" w:rsidRDefault="003C4853" w:rsidP="00490D0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53" w:rsidRPr="003179C5" w:rsidRDefault="003C4853" w:rsidP="00490D0D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179C5">
              <w:rPr>
                <w:rFonts w:ascii="Arial" w:hAnsi="Arial" w:cs="Arial"/>
                <w:sz w:val="22"/>
                <w:szCs w:val="22"/>
              </w:rPr>
              <w:t>TESTO</w:t>
            </w:r>
          </w:p>
          <w:p w:rsidR="003C4853" w:rsidRPr="003179C5" w:rsidRDefault="003C4853" w:rsidP="00490D0D">
            <w:pPr>
              <w:pStyle w:val="Paragrafoelenco"/>
              <w:spacing w:before="120" w:after="120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179C5">
              <w:rPr>
                <w:rFonts w:ascii="Arial" w:hAnsi="Arial" w:cs="Arial"/>
                <w:sz w:val="22"/>
                <w:szCs w:val="22"/>
              </w:rPr>
              <w:t>Applicare le seguenti formattazioni:</w:t>
            </w:r>
          </w:p>
          <w:p w:rsidR="003C4853" w:rsidRDefault="007F3D6F" w:rsidP="00DD181C">
            <w:pPr>
              <w:pStyle w:val="Paragrafoelenco"/>
              <w:numPr>
                <w:ilvl w:val="0"/>
                <w:numId w:val="14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3C4853" w:rsidRPr="003179C5">
              <w:rPr>
                <w:rFonts w:ascii="Arial" w:hAnsi="Arial" w:cs="Arial"/>
                <w:sz w:val="22"/>
                <w:szCs w:val="22"/>
              </w:rPr>
              <w:t>elezionare</w:t>
            </w:r>
            <w:r w:rsidR="003C4853">
              <w:rPr>
                <w:rFonts w:ascii="Arial" w:hAnsi="Arial" w:cs="Arial"/>
                <w:sz w:val="22"/>
                <w:szCs w:val="22"/>
              </w:rPr>
              <w:t xml:space="preserve"> tutto</w:t>
            </w:r>
            <w:r w:rsidR="003C4853" w:rsidRPr="003179C5">
              <w:rPr>
                <w:rFonts w:ascii="Arial" w:hAnsi="Arial" w:cs="Arial"/>
                <w:sz w:val="22"/>
                <w:szCs w:val="22"/>
              </w:rPr>
              <w:t xml:space="preserve"> il testo </w:t>
            </w:r>
            <w:r w:rsidR="003C4853">
              <w:rPr>
                <w:rFonts w:ascii="Arial" w:hAnsi="Arial" w:cs="Arial"/>
                <w:sz w:val="22"/>
                <w:szCs w:val="22"/>
              </w:rPr>
              <w:t xml:space="preserve">e cambiare in carattere </w:t>
            </w:r>
            <w:r w:rsidR="00C369CD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="00C320F1">
              <w:rPr>
                <w:rFonts w:ascii="Arial" w:hAnsi="Arial" w:cs="Arial"/>
                <w:sz w:val="22"/>
                <w:szCs w:val="22"/>
              </w:rPr>
              <w:t>Arial</w:t>
            </w:r>
            <w:proofErr w:type="spellEnd"/>
            <w:r w:rsidR="003C4853">
              <w:rPr>
                <w:rFonts w:ascii="Arial" w:hAnsi="Arial" w:cs="Arial"/>
                <w:sz w:val="22"/>
                <w:szCs w:val="22"/>
              </w:rPr>
              <w:t xml:space="preserve"> 11</w:t>
            </w:r>
          </w:p>
          <w:p w:rsidR="0005605A" w:rsidRDefault="007F3D6F" w:rsidP="00DD181C">
            <w:pPr>
              <w:pStyle w:val="Paragrafoelenco"/>
              <w:numPr>
                <w:ilvl w:val="0"/>
                <w:numId w:val="14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05605A">
              <w:rPr>
                <w:rFonts w:ascii="Arial" w:hAnsi="Arial" w:cs="Arial"/>
                <w:sz w:val="22"/>
                <w:szCs w:val="22"/>
              </w:rPr>
              <w:t>nterlinea singola;</w:t>
            </w:r>
          </w:p>
          <w:p w:rsidR="003C4853" w:rsidRDefault="007F3D6F" w:rsidP="00DD181C">
            <w:pPr>
              <w:pStyle w:val="Paragrafoelenco"/>
              <w:numPr>
                <w:ilvl w:val="0"/>
                <w:numId w:val="14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3C4853">
              <w:rPr>
                <w:rFonts w:ascii="Arial" w:hAnsi="Arial" w:cs="Arial"/>
                <w:sz w:val="22"/>
                <w:szCs w:val="22"/>
              </w:rPr>
              <w:t xml:space="preserve">utti paragrafi </w:t>
            </w:r>
            <w:r w:rsidR="00A252B6">
              <w:rPr>
                <w:rFonts w:ascii="Arial" w:hAnsi="Arial" w:cs="Arial"/>
                <w:sz w:val="22"/>
                <w:szCs w:val="22"/>
              </w:rPr>
              <w:t>12</w:t>
            </w:r>
            <w:r w:rsidR="003C48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C4853">
              <w:rPr>
                <w:rFonts w:ascii="Arial" w:hAnsi="Arial" w:cs="Arial"/>
                <w:sz w:val="22"/>
                <w:szCs w:val="22"/>
              </w:rPr>
              <w:t>pt</w:t>
            </w:r>
            <w:proofErr w:type="spellEnd"/>
            <w:r w:rsidR="003C4853">
              <w:rPr>
                <w:rFonts w:ascii="Arial" w:hAnsi="Arial" w:cs="Arial"/>
                <w:sz w:val="22"/>
                <w:szCs w:val="22"/>
              </w:rPr>
              <w:t xml:space="preserve"> dopo;</w:t>
            </w:r>
          </w:p>
          <w:p w:rsidR="00D25BBE" w:rsidRDefault="00D25BBE" w:rsidP="00DD181C">
            <w:pPr>
              <w:pStyle w:val="Paragrafoelenco"/>
              <w:numPr>
                <w:ilvl w:val="0"/>
                <w:numId w:val="14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Inseri</w:t>
            </w:r>
            <w:r w:rsidR="00A94046"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z w:val="22"/>
                <w:szCs w:val="22"/>
              </w:rPr>
              <w:t xml:space="preserve"> sillabazione automatica;</w:t>
            </w:r>
          </w:p>
          <w:p w:rsidR="003C4853" w:rsidRDefault="007F3D6F" w:rsidP="00DD181C">
            <w:pPr>
              <w:pStyle w:val="Paragrafoelenco"/>
              <w:numPr>
                <w:ilvl w:val="0"/>
                <w:numId w:val="14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3C4853">
              <w:rPr>
                <w:rFonts w:ascii="Arial" w:hAnsi="Arial" w:cs="Arial"/>
                <w:sz w:val="22"/>
                <w:szCs w:val="22"/>
              </w:rPr>
              <w:t xml:space="preserve">mpostare </w:t>
            </w:r>
            <w:r w:rsidR="00385F8C">
              <w:rPr>
                <w:rFonts w:ascii="Arial" w:hAnsi="Arial" w:cs="Arial"/>
                <w:sz w:val="22"/>
                <w:szCs w:val="22"/>
              </w:rPr>
              <w:t>un’interruzione di pagina prima di</w:t>
            </w:r>
            <w:r w:rsidR="00357589">
              <w:rPr>
                <w:rFonts w:ascii="Arial" w:hAnsi="Arial" w:cs="Arial"/>
                <w:sz w:val="22"/>
                <w:szCs w:val="22"/>
              </w:rPr>
              <w:br/>
            </w:r>
            <w:r w:rsidR="00DF4591">
              <w:rPr>
                <w:rFonts w:ascii="Arial" w:hAnsi="Arial" w:cs="Arial"/>
                <w:sz w:val="22"/>
                <w:szCs w:val="22"/>
              </w:rPr>
              <w:t>“Visita della “Grotta dell’</w:t>
            </w:r>
            <w:r w:rsidR="00CA5234">
              <w:rPr>
                <w:rFonts w:ascii="Arial" w:hAnsi="Arial" w:cs="Arial"/>
                <w:sz w:val="22"/>
                <w:szCs w:val="22"/>
              </w:rPr>
              <w:t>O</w:t>
            </w:r>
            <w:r w:rsidR="00DF4591">
              <w:rPr>
                <w:rFonts w:ascii="Arial" w:hAnsi="Arial" w:cs="Arial"/>
                <w:sz w:val="22"/>
                <w:szCs w:val="22"/>
              </w:rPr>
              <w:t>rso”</w:t>
            </w:r>
          </w:p>
          <w:p w:rsidR="00DF4591" w:rsidRDefault="00DF4591" w:rsidP="00DD181C">
            <w:pPr>
              <w:pStyle w:val="Paragrafoelenco"/>
              <w:numPr>
                <w:ilvl w:val="0"/>
                <w:numId w:val="14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Pagina 1 </w:t>
            </w:r>
            <w:r w:rsidR="00361FA8">
              <w:rPr>
                <w:rFonts w:ascii="Arial" w:hAnsi="Arial" w:cs="Arial"/>
                <w:sz w:val="22"/>
                <w:szCs w:val="22"/>
              </w:rPr>
              <w:t xml:space="preserve">alla prima riga </w:t>
            </w:r>
            <w:r>
              <w:rPr>
                <w:rFonts w:ascii="Arial" w:hAnsi="Arial" w:cs="Arial"/>
                <w:sz w:val="22"/>
                <w:szCs w:val="22"/>
              </w:rPr>
              <w:t xml:space="preserve">inserire il </w:t>
            </w:r>
            <w:r w:rsidR="003D2036">
              <w:rPr>
                <w:rFonts w:ascii="Arial" w:hAnsi="Arial" w:cs="Arial"/>
                <w:sz w:val="22"/>
                <w:szCs w:val="22"/>
              </w:rPr>
              <w:t>LOGO MONTE GENEROSO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DF4591" w:rsidRDefault="00DF4591" w:rsidP="00DD181C">
            <w:pPr>
              <w:pStyle w:val="Paragrafoelenco"/>
              <w:numPr>
                <w:ilvl w:val="0"/>
                <w:numId w:val="19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Altezza </w:t>
            </w:r>
            <w:r w:rsidR="00361FA8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cm;</w:t>
            </w:r>
          </w:p>
          <w:p w:rsidR="00DF4591" w:rsidRDefault="00DF4591" w:rsidP="00DD181C">
            <w:pPr>
              <w:pStyle w:val="Paragrafoelenco"/>
              <w:numPr>
                <w:ilvl w:val="0"/>
                <w:numId w:val="19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Larghezza </w:t>
            </w:r>
            <w:r w:rsidR="00361FA8">
              <w:rPr>
                <w:rFonts w:ascii="Arial" w:hAnsi="Arial" w:cs="Arial"/>
                <w:sz w:val="22"/>
                <w:szCs w:val="22"/>
              </w:rPr>
              <w:t>9.53</w:t>
            </w:r>
            <w:r w:rsidR="00535F6D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361FA8" w:rsidRDefault="00361FA8" w:rsidP="00DD181C">
            <w:pPr>
              <w:pStyle w:val="Paragrafoelenco"/>
              <w:numPr>
                <w:ilvl w:val="0"/>
                <w:numId w:val="19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Centrare</w:t>
            </w:r>
            <w:r w:rsidR="00535F6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4532F" w:rsidRDefault="00C4532F" w:rsidP="00C4532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C4532F" w:rsidRDefault="00C4532F" w:rsidP="00C4532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C4532F" w:rsidRDefault="00C4532F" w:rsidP="00C4532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C4532F" w:rsidRDefault="00C4532F" w:rsidP="00C4532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C4532F" w:rsidRPr="00B05FF2" w:rsidRDefault="00C4532F" w:rsidP="00C4532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C06A83" w:rsidRPr="00B05FF2" w:rsidRDefault="00C06A83" w:rsidP="000B2547">
            <w:pPr>
              <w:shd w:val="clear" w:color="auto" w:fill="FFFFFF" w:themeFill="background1"/>
              <w:tabs>
                <w:tab w:val="left" w:pos="1736"/>
              </w:tabs>
              <w:spacing w:after="120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B05FF2">
              <w:rPr>
                <w:rFonts w:ascii="Arial" w:hAnsi="Arial" w:cs="Arial"/>
                <w:b/>
                <w:sz w:val="22"/>
                <w:szCs w:val="22"/>
              </w:rPr>
              <w:lastRenderedPageBreak/>
              <w:t>Primo paragrafo:</w:t>
            </w:r>
          </w:p>
          <w:p w:rsidR="00C06A83" w:rsidRPr="00B05FF2" w:rsidRDefault="00C06A83" w:rsidP="00DD181C">
            <w:pPr>
              <w:pStyle w:val="Paragrafoelenco"/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1736"/>
              </w:tabs>
              <w:spacing w:after="120"/>
              <w:contextualSpacing w:val="0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B05FF2">
              <w:rPr>
                <w:rFonts w:ascii="Arial" w:hAnsi="Arial" w:cs="Arial"/>
                <w:sz w:val="22"/>
                <w:szCs w:val="22"/>
              </w:rPr>
              <w:t xml:space="preserve">Rientro </w:t>
            </w:r>
            <w:r w:rsidR="000B2547" w:rsidRPr="00B05FF2">
              <w:rPr>
                <w:rFonts w:ascii="Arial" w:hAnsi="Arial" w:cs="Arial"/>
                <w:sz w:val="22"/>
                <w:szCs w:val="22"/>
              </w:rPr>
              <w:t xml:space="preserve">a destra e a sinistra </w:t>
            </w:r>
            <w:r w:rsidR="00E12AB8" w:rsidRPr="00B05FF2">
              <w:rPr>
                <w:rFonts w:ascii="Arial" w:hAnsi="Arial" w:cs="Arial"/>
                <w:sz w:val="22"/>
                <w:szCs w:val="22"/>
              </w:rPr>
              <w:t>3.7</w:t>
            </w:r>
            <w:r w:rsidR="000B2547" w:rsidRPr="00B05FF2">
              <w:rPr>
                <w:rFonts w:ascii="Arial" w:hAnsi="Arial" w:cs="Arial"/>
                <w:sz w:val="22"/>
                <w:szCs w:val="22"/>
              </w:rPr>
              <w:t xml:space="preserve"> cm;</w:t>
            </w:r>
          </w:p>
          <w:p w:rsidR="008D7E73" w:rsidRPr="00B05FF2" w:rsidRDefault="008D7E73" w:rsidP="00DD181C">
            <w:pPr>
              <w:pStyle w:val="Paragrafoelenco"/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1736"/>
              </w:tabs>
              <w:spacing w:after="120"/>
              <w:contextualSpacing w:val="0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B05FF2">
              <w:rPr>
                <w:rFonts w:ascii="Arial" w:hAnsi="Arial" w:cs="Arial"/>
                <w:sz w:val="22"/>
                <w:szCs w:val="22"/>
              </w:rPr>
              <w:t>Tutto maiuscolo;</w:t>
            </w:r>
          </w:p>
          <w:p w:rsidR="000B2547" w:rsidRPr="00B05FF2" w:rsidRDefault="000B2547" w:rsidP="00DD181C">
            <w:pPr>
              <w:pStyle w:val="Paragrafoelenco"/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1736"/>
              </w:tabs>
              <w:spacing w:after="120"/>
              <w:contextualSpacing w:val="0"/>
              <w:outlineLvl w:val="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FF2">
              <w:rPr>
                <w:rFonts w:ascii="Arial" w:hAnsi="Arial" w:cs="Arial"/>
                <w:sz w:val="22"/>
                <w:szCs w:val="22"/>
              </w:rPr>
              <w:t>Arial</w:t>
            </w:r>
            <w:proofErr w:type="spellEnd"/>
            <w:r w:rsidRPr="00B05FF2">
              <w:rPr>
                <w:rFonts w:ascii="Arial" w:hAnsi="Arial" w:cs="Arial"/>
                <w:sz w:val="22"/>
                <w:szCs w:val="22"/>
              </w:rPr>
              <w:t xml:space="preserve"> 14</w:t>
            </w:r>
          </w:p>
          <w:p w:rsidR="000B2547" w:rsidRPr="00B05FF2" w:rsidRDefault="000B2547" w:rsidP="00DD181C">
            <w:pPr>
              <w:pStyle w:val="Paragrafoelenco"/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1736"/>
              </w:tabs>
              <w:spacing w:after="120"/>
              <w:contextualSpacing w:val="0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B05FF2">
              <w:rPr>
                <w:rFonts w:ascii="Arial" w:hAnsi="Arial" w:cs="Arial"/>
                <w:sz w:val="22"/>
                <w:szCs w:val="22"/>
              </w:rPr>
              <w:t>Grassetto, centrato, colore blu.</w:t>
            </w:r>
          </w:p>
          <w:p w:rsidR="000B2547" w:rsidRPr="00B05FF2" w:rsidRDefault="000B2547" w:rsidP="00DD181C">
            <w:pPr>
              <w:pStyle w:val="Paragrafoelenco"/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1736"/>
              </w:tabs>
              <w:spacing w:after="120"/>
              <w:contextualSpacing w:val="0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B05FF2">
              <w:rPr>
                <w:rFonts w:ascii="Arial" w:hAnsi="Arial" w:cs="Arial"/>
                <w:b/>
                <w:sz w:val="22"/>
                <w:szCs w:val="22"/>
              </w:rPr>
              <w:t xml:space="preserve">Bordo: </w:t>
            </w:r>
            <w:r w:rsidRPr="00B05FF2">
              <w:rPr>
                <w:rFonts w:ascii="Arial" w:hAnsi="Arial" w:cs="Arial"/>
                <w:sz w:val="22"/>
                <w:szCs w:val="22"/>
              </w:rPr>
              <w:t xml:space="preserve">bordo e sfondo: ombreggiato, spessore 1.5 </w:t>
            </w:r>
            <w:proofErr w:type="spellStart"/>
            <w:r w:rsidRPr="00B05FF2">
              <w:rPr>
                <w:rFonts w:ascii="Arial" w:hAnsi="Arial" w:cs="Arial"/>
                <w:sz w:val="22"/>
                <w:szCs w:val="22"/>
              </w:rPr>
              <w:t>pt</w:t>
            </w:r>
            <w:proofErr w:type="spellEnd"/>
            <w:r w:rsidRPr="00B05FF2">
              <w:rPr>
                <w:rFonts w:ascii="Arial" w:hAnsi="Arial" w:cs="Arial"/>
                <w:sz w:val="22"/>
                <w:szCs w:val="22"/>
              </w:rPr>
              <w:t>; colore blu;</w:t>
            </w:r>
            <w:r w:rsidRPr="00B05FF2">
              <w:rPr>
                <w:rFonts w:ascii="Arial" w:hAnsi="Arial" w:cs="Arial"/>
                <w:sz w:val="22"/>
                <w:szCs w:val="22"/>
              </w:rPr>
              <w:br/>
              <w:t xml:space="preserve">opzioni bordo sfondo: in alto, in basso, a destra e a sinistra 6 </w:t>
            </w:r>
            <w:proofErr w:type="spellStart"/>
            <w:r w:rsidRPr="00B05FF2">
              <w:rPr>
                <w:rFonts w:ascii="Arial" w:hAnsi="Arial" w:cs="Arial"/>
                <w:sz w:val="22"/>
                <w:szCs w:val="22"/>
              </w:rPr>
              <w:t>pt</w:t>
            </w:r>
            <w:proofErr w:type="spellEnd"/>
            <w:r w:rsidRPr="00B05FF2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0B2547" w:rsidRPr="00B05FF2" w:rsidRDefault="000B2547" w:rsidP="00191AD9">
            <w:pPr>
              <w:pStyle w:val="Paragrafoelenco"/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1736"/>
              </w:tabs>
              <w:spacing w:after="240"/>
              <w:ind w:left="357" w:hanging="357"/>
              <w:contextualSpacing w:val="0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B05FF2">
              <w:rPr>
                <w:rFonts w:ascii="Arial" w:hAnsi="Arial" w:cs="Arial"/>
                <w:b/>
                <w:sz w:val="22"/>
                <w:szCs w:val="22"/>
              </w:rPr>
              <w:t>Paragrafo:</w:t>
            </w:r>
            <w:r w:rsidRPr="00B05FF2">
              <w:rPr>
                <w:rFonts w:ascii="Arial" w:hAnsi="Arial" w:cs="Arial"/>
                <w:sz w:val="22"/>
                <w:szCs w:val="22"/>
              </w:rPr>
              <w:t xml:space="preserve"> 36 </w:t>
            </w:r>
            <w:proofErr w:type="spellStart"/>
            <w:r w:rsidRPr="00B05FF2">
              <w:rPr>
                <w:rFonts w:ascii="Arial" w:hAnsi="Arial" w:cs="Arial"/>
                <w:sz w:val="22"/>
                <w:szCs w:val="22"/>
              </w:rPr>
              <w:t>pt</w:t>
            </w:r>
            <w:proofErr w:type="spellEnd"/>
            <w:r w:rsidRPr="00B05FF2">
              <w:rPr>
                <w:rFonts w:ascii="Arial" w:hAnsi="Arial" w:cs="Arial"/>
                <w:sz w:val="22"/>
                <w:szCs w:val="22"/>
              </w:rPr>
              <w:t xml:space="preserve"> prima e 36 </w:t>
            </w:r>
            <w:proofErr w:type="spellStart"/>
            <w:r w:rsidRPr="00B05FF2">
              <w:rPr>
                <w:rFonts w:ascii="Arial" w:hAnsi="Arial" w:cs="Arial"/>
                <w:sz w:val="22"/>
                <w:szCs w:val="22"/>
              </w:rPr>
              <w:t>pt</w:t>
            </w:r>
            <w:proofErr w:type="spellEnd"/>
            <w:r w:rsidRPr="00B05FF2">
              <w:rPr>
                <w:rFonts w:ascii="Arial" w:hAnsi="Arial" w:cs="Arial"/>
                <w:sz w:val="22"/>
                <w:szCs w:val="22"/>
              </w:rPr>
              <w:t xml:space="preserve"> dopo.</w:t>
            </w:r>
          </w:p>
          <w:p w:rsidR="00886E0F" w:rsidRDefault="00886E0F" w:rsidP="00886E0F">
            <w:pPr>
              <w:shd w:val="clear" w:color="auto" w:fill="FFFFFF" w:themeFill="background1"/>
              <w:tabs>
                <w:tab w:val="left" w:pos="1736"/>
              </w:tabs>
              <w:spacing w:after="120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Trova</w:t>
            </w:r>
            <w:r w:rsidR="006B33B4">
              <w:rPr>
                <w:rFonts w:ascii="Arial" w:hAnsi="Arial" w:cs="Arial"/>
                <w:b/>
                <w:sz w:val="22"/>
                <w:szCs w:val="22"/>
              </w:rPr>
              <w:t xml:space="preserve"> i seguenti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t</w:t>
            </w:r>
            <w:r w:rsidR="003C4853" w:rsidRPr="00A27B72">
              <w:rPr>
                <w:rFonts w:ascii="Arial" w:hAnsi="Arial" w:cs="Arial"/>
                <w:b/>
                <w:sz w:val="22"/>
                <w:szCs w:val="22"/>
              </w:rPr>
              <w:t>itol</w:t>
            </w: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3C4853" w:rsidRPr="00A27B72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6B33B4" w:rsidRPr="00D85B8C" w:rsidRDefault="00D85B8C" w:rsidP="00D85B8C">
            <w:pPr>
              <w:shd w:val="clear" w:color="auto" w:fill="FFFFFF" w:themeFill="background1"/>
              <w:tabs>
                <w:tab w:val="left" w:pos="1736"/>
              </w:tabs>
              <w:spacing w:after="120"/>
              <w:outlineLvl w:val="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“</w:t>
            </w:r>
            <w:r w:rsidR="006B33B4" w:rsidRPr="00D85B8C">
              <w:rPr>
                <w:rFonts w:ascii="Arial" w:hAnsi="Arial" w:cs="Arial"/>
                <w:sz w:val="22"/>
                <w:szCs w:val="22"/>
              </w:rPr>
              <w:t>Terrazza 360</w:t>
            </w:r>
            <w:r w:rsidR="0042098A" w:rsidRPr="00D85B8C">
              <w:rPr>
                <w:rFonts w:ascii="Arial" w:hAnsi="Arial" w:cs="Arial"/>
                <w:sz w:val="22"/>
                <w:szCs w:val="22"/>
              </w:rPr>
              <w:t>°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</w:p>
          <w:p w:rsidR="0042098A" w:rsidRPr="00D85B8C" w:rsidRDefault="00D85B8C" w:rsidP="00D85B8C">
            <w:pPr>
              <w:shd w:val="clear" w:color="auto" w:fill="FFFFFF" w:themeFill="background1"/>
              <w:tabs>
                <w:tab w:val="left" w:pos="1736"/>
              </w:tabs>
              <w:spacing w:after="120"/>
              <w:outlineLvl w:val="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“</w:t>
            </w:r>
            <w:r w:rsidR="0042098A" w:rsidRPr="00D85B8C">
              <w:rPr>
                <w:rFonts w:ascii="Arial" w:hAnsi="Arial" w:cs="Arial"/>
                <w:sz w:val="22"/>
                <w:szCs w:val="22"/>
              </w:rPr>
              <w:t xml:space="preserve">Lo chef Luca </w:t>
            </w:r>
            <w:proofErr w:type="spellStart"/>
            <w:r w:rsidR="00C7191E" w:rsidRPr="00D85B8C">
              <w:rPr>
                <w:rFonts w:ascii="Arial" w:hAnsi="Arial" w:cs="Arial"/>
                <w:sz w:val="22"/>
                <w:szCs w:val="22"/>
              </w:rPr>
              <w:t>Cassan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”</w:t>
            </w:r>
          </w:p>
          <w:p w:rsidR="0042098A" w:rsidRPr="00D85B8C" w:rsidRDefault="00D85B8C" w:rsidP="00D85B8C">
            <w:pPr>
              <w:shd w:val="clear" w:color="auto" w:fill="FFFFFF" w:themeFill="background1"/>
              <w:tabs>
                <w:tab w:val="left" w:pos="1736"/>
              </w:tabs>
              <w:spacing w:after="120"/>
              <w:outlineLvl w:val="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“</w:t>
            </w:r>
            <w:r w:rsidR="0042098A" w:rsidRPr="00D85B8C">
              <w:rPr>
                <w:rFonts w:ascii="Arial" w:hAnsi="Arial" w:cs="Arial"/>
                <w:sz w:val="22"/>
                <w:szCs w:val="22"/>
              </w:rPr>
              <w:t xml:space="preserve">Il Sommelier Paolo </w:t>
            </w:r>
            <w:r w:rsidR="00A80067" w:rsidRPr="00D85B8C">
              <w:rPr>
                <w:rFonts w:ascii="Arial" w:hAnsi="Arial" w:cs="Arial"/>
                <w:sz w:val="22"/>
                <w:szCs w:val="22"/>
              </w:rPr>
              <w:t>Frasso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</w:p>
          <w:p w:rsidR="006B33B4" w:rsidRPr="00D85B8C" w:rsidRDefault="00D85B8C" w:rsidP="00D85B8C">
            <w:pPr>
              <w:shd w:val="clear" w:color="auto" w:fill="FFFFFF" w:themeFill="background1"/>
              <w:tabs>
                <w:tab w:val="left" w:pos="1736"/>
              </w:tabs>
              <w:spacing w:after="120"/>
              <w:outlineLvl w:val="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“</w:t>
            </w:r>
            <w:r w:rsidR="00572B7C" w:rsidRPr="00D85B8C">
              <w:rPr>
                <w:rFonts w:ascii="Arial" w:hAnsi="Arial" w:cs="Arial"/>
                <w:sz w:val="22"/>
                <w:szCs w:val="22"/>
              </w:rPr>
              <w:t>Visita della “Grotta dell’</w:t>
            </w:r>
            <w:r w:rsidRPr="00D85B8C">
              <w:rPr>
                <w:rFonts w:ascii="Arial" w:hAnsi="Arial" w:cs="Arial"/>
                <w:sz w:val="22"/>
                <w:szCs w:val="22"/>
              </w:rPr>
              <w:t>O</w:t>
            </w:r>
            <w:r w:rsidR="00572B7C" w:rsidRPr="00D85B8C">
              <w:rPr>
                <w:rFonts w:ascii="Arial" w:hAnsi="Arial" w:cs="Arial"/>
                <w:sz w:val="22"/>
                <w:szCs w:val="22"/>
              </w:rPr>
              <w:t>rso”</w:t>
            </w:r>
          </w:p>
          <w:p w:rsidR="003C4853" w:rsidRPr="003179C5" w:rsidRDefault="00C320F1" w:rsidP="00DD181C">
            <w:pPr>
              <w:pStyle w:val="Paragrafoelenco"/>
              <w:numPr>
                <w:ilvl w:val="0"/>
                <w:numId w:val="17"/>
              </w:numPr>
              <w:spacing w:after="120"/>
              <w:ind w:right="-108"/>
              <w:contextualSpacing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Arial</w:t>
            </w:r>
            <w:proofErr w:type="spellEnd"/>
            <w:r w:rsidR="00E60FEF" w:rsidRPr="003179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2C73">
              <w:rPr>
                <w:rFonts w:ascii="Arial" w:hAnsi="Arial" w:cs="Arial"/>
                <w:sz w:val="22"/>
                <w:szCs w:val="22"/>
              </w:rPr>
              <w:t>1</w:t>
            </w:r>
            <w:r w:rsidR="00F618D8">
              <w:rPr>
                <w:rFonts w:ascii="Arial" w:hAnsi="Arial" w:cs="Arial"/>
                <w:sz w:val="22"/>
                <w:szCs w:val="22"/>
              </w:rPr>
              <w:t>4</w:t>
            </w:r>
            <w:r w:rsidR="003C4853" w:rsidRPr="003179C5">
              <w:rPr>
                <w:rFonts w:ascii="Arial" w:hAnsi="Arial" w:cs="Arial"/>
                <w:sz w:val="22"/>
                <w:szCs w:val="22"/>
              </w:rPr>
              <w:t>, tutto mai</w:t>
            </w:r>
            <w:r w:rsidR="003C4853">
              <w:rPr>
                <w:rFonts w:ascii="Arial" w:hAnsi="Arial" w:cs="Arial"/>
                <w:sz w:val="22"/>
                <w:szCs w:val="22"/>
              </w:rPr>
              <w:t xml:space="preserve">uscolo, grassetto, espansa 1 </w:t>
            </w:r>
            <w:proofErr w:type="spellStart"/>
            <w:r w:rsidR="003C4853">
              <w:rPr>
                <w:rFonts w:ascii="Arial" w:hAnsi="Arial" w:cs="Arial"/>
                <w:sz w:val="22"/>
                <w:szCs w:val="22"/>
              </w:rPr>
              <w:t>pt</w:t>
            </w:r>
            <w:proofErr w:type="spellEnd"/>
            <w:r w:rsidR="003C4853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3C4853" w:rsidRDefault="003C4853" w:rsidP="00DD181C">
            <w:pPr>
              <w:pStyle w:val="Paragrafoelenco"/>
              <w:numPr>
                <w:ilvl w:val="0"/>
                <w:numId w:val="17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7D2B6F">
              <w:rPr>
                <w:rFonts w:ascii="Arial" w:hAnsi="Arial" w:cs="Arial"/>
                <w:b/>
                <w:i/>
                <w:sz w:val="22"/>
                <w:szCs w:val="22"/>
              </w:rPr>
              <w:t>Effetto testo: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34459">
              <w:rPr>
                <w:rFonts w:ascii="Arial" w:hAnsi="Arial" w:cs="Arial"/>
                <w:i/>
                <w:sz w:val="22"/>
                <w:szCs w:val="22"/>
              </w:rPr>
              <w:t>Riempimento</w:t>
            </w:r>
            <w:r w:rsidR="00852C73">
              <w:rPr>
                <w:rFonts w:ascii="Arial" w:hAnsi="Arial" w:cs="Arial"/>
                <w:i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84C" w:rsidRPr="00334459">
              <w:rPr>
                <w:rFonts w:ascii="Arial" w:hAnsi="Arial" w:cs="Arial"/>
                <w:sz w:val="22"/>
                <w:szCs w:val="22"/>
              </w:rPr>
              <w:t>colore</w:t>
            </w:r>
            <w:r w:rsidR="005578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D1C1C">
              <w:rPr>
                <w:rFonts w:ascii="Arial" w:hAnsi="Arial" w:cs="Arial"/>
                <w:sz w:val="22"/>
                <w:szCs w:val="22"/>
              </w:rPr>
              <w:t>azzurro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:rsidR="00385F8C" w:rsidRDefault="00385F8C" w:rsidP="00191AD9">
            <w:pPr>
              <w:pStyle w:val="Paragrafoelenco"/>
              <w:numPr>
                <w:ilvl w:val="0"/>
                <w:numId w:val="17"/>
              </w:numPr>
              <w:spacing w:after="240"/>
              <w:ind w:left="357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179C5">
              <w:rPr>
                <w:rFonts w:ascii="Arial" w:hAnsi="Arial" w:cs="Arial"/>
                <w:sz w:val="22"/>
                <w:szCs w:val="22"/>
              </w:rPr>
              <w:t xml:space="preserve">Paragrafo dopo 18 </w:t>
            </w:r>
            <w:proofErr w:type="spellStart"/>
            <w:r w:rsidRPr="003179C5">
              <w:rPr>
                <w:rFonts w:ascii="Arial" w:hAnsi="Arial" w:cs="Arial"/>
                <w:sz w:val="22"/>
                <w:szCs w:val="22"/>
              </w:rPr>
              <w:t>pt</w:t>
            </w:r>
            <w:proofErr w:type="spellEnd"/>
            <w:r w:rsidRPr="003179C5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AB4B0D" w:rsidRDefault="00AB4B0D" w:rsidP="00A8006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B4B0D">
              <w:rPr>
                <w:rFonts w:ascii="Arial" w:hAnsi="Arial" w:cs="Arial"/>
                <w:b/>
                <w:sz w:val="22"/>
                <w:szCs w:val="22"/>
              </w:rPr>
              <w:t>Paragrafo “Visita della grotta dell’orso”</w:t>
            </w:r>
          </w:p>
          <w:p w:rsidR="00603C54" w:rsidRPr="00603C54" w:rsidRDefault="00603C54" w:rsidP="00A8006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603C54">
              <w:rPr>
                <w:rFonts w:ascii="Arial" w:hAnsi="Arial" w:cs="Arial"/>
                <w:sz w:val="22"/>
                <w:szCs w:val="22"/>
              </w:rPr>
              <w:t>Applicare le seguenti formattazioni:</w:t>
            </w:r>
          </w:p>
          <w:p w:rsidR="00AB4B0D" w:rsidRDefault="00603C54" w:rsidP="00A8006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Inserire </w:t>
            </w:r>
            <w:r w:rsidR="00AD2658">
              <w:rPr>
                <w:rFonts w:ascii="Arial" w:hAnsi="Arial" w:cs="Arial"/>
                <w:sz w:val="22"/>
                <w:szCs w:val="22"/>
              </w:rPr>
              <w:t xml:space="preserve">dopo </w:t>
            </w:r>
            <w:r>
              <w:rPr>
                <w:rFonts w:ascii="Arial" w:hAnsi="Arial" w:cs="Arial"/>
                <w:sz w:val="22"/>
                <w:szCs w:val="22"/>
              </w:rPr>
              <w:t>“Indumenti/</w:t>
            </w:r>
            <w:r w:rsidR="000B318A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ttrezzatur</w:t>
            </w:r>
            <w:r w:rsidR="005B01F5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  <w:r w:rsidR="00AD2658">
              <w:rPr>
                <w:rFonts w:ascii="Arial" w:hAnsi="Arial" w:cs="Arial"/>
                <w:sz w:val="22"/>
                <w:szCs w:val="22"/>
              </w:rPr>
              <w:t xml:space="preserve"> l’elenco puntato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03C54" w:rsidRDefault="00603C54" w:rsidP="00DD181C">
            <w:pPr>
              <w:pStyle w:val="Paragrafoelenco"/>
              <w:numPr>
                <w:ilvl w:val="0"/>
                <w:numId w:val="11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Scegliere il simbolo fiore della pietra;</w:t>
            </w:r>
          </w:p>
          <w:p w:rsidR="00603C54" w:rsidRDefault="00603C54" w:rsidP="00191AD9">
            <w:pPr>
              <w:pStyle w:val="Paragrafoelenco"/>
              <w:numPr>
                <w:ilvl w:val="0"/>
                <w:numId w:val="11"/>
              </w:numPr>
              <w:spacing w:after="240"/>
              <w:ind w:left="357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dopo;</w:t>
            </w:r>
          </w:p>
          <w:p w:rsidR="00603C54" w:rsidRPr="00D3422D" w:rsidRDefault="00603C54" w:rsidP="00CB42E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3422D">
              <w:rPr>
                <w:rFonts w:ascii="Arial" w:hAnsi="Arial" w:cs="Arial"/>
                <w:b/>
                <w:sz w:val="22"/>
                <w:szCs w:val="22"/>
              </w:rPr>
              <w:t>Paragrafo in corsivo:</w:t>
            </w:r>
          </w:p>
          <w:p w:rsidR="00603C54" w:rsidRDefault="00603C54" w:rsidP="00DD181C">
            <w:pPr>
              <w:pStyle w:val="Paragrafoelenco"/>
              <w:numPr>
                <w:ilvl w:val="0"/>
                <w:numId w:val="6"/>
              </w:numPr>
              <w:spacing w:after="120"/>
              <w:ind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Convertire il testo in tabella</w:t>
            </w:r>
          </w:p>
          <w:p w:rsidR="00603C54" w:rsidRDefault="00603C54" w:rsidP="00DD181C">
            <w:pPr>
              <w:pStyle w:val="Paragrafoelenco"/>
              <w:numPr>
                <w:ilvl w:val="1"/>
                <w:numId w:val="6"/>
              </w:numPr>
              <w:spacing w:after="120"/>
              <w:ind w:left="747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Numero di colonne: 2</w:t>
            </w:r>
          </w:p>
          <w:p w:rsidR="00603C54" w:rsidRDefault="00603C54" w:rsidP="008E4532">
            <w:pPr>
              <w:pStyle w:val="Paragrafoelenco"/>
              <w:numPr>
                <w:ilvl w:val="1"/>
                <w:numId w:val="6"/>
              </w:numPr>
              <w:spacing w:after="120"/>
              <w:ind w:left="743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Separa il testo</w:t>
            </w:r>
            <w:r w:rsidR="00A80067">
              <w:rPr>
                <w:rFonts w:ascii="Arial" w:hAnsi="Arial" w:cs="Arial"/>
                <w:sz w:val="22"/>
                <w:szCs w:val="22"/>
              </w:rPr>
              <w:t xml:space="preserve"> in corrispondenza di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A80067">
              <w:rPr>
                <w:rFonts w:ascii="Arial" w:hAnsi="Arial" w:cs="Arial"/>
                <w:sz w:val="22"/>
                <w:szCs w:val="22"/>
              </w:rPr>
              <w:t>tabulazioni</w:t>
            </w:r>
          </w:p>
          <w:p w:rsidR="008E4532" w:rsidRDefault="008E4532" w:rsidP="008E4532">
            <w:pPr>
              <w:pStyle w:val="Paragrafoelenco"/>
              <w:numPr>
                <w:ilvl w:val="0"/>
                <w:numId w:val="6"/>
              </w:numPr>
              <w:spacing w:after="36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Formattare la prima colonna in grassetto</w:t>
            </w:r>
          </w:p>
          <w:p w:rsidR="003C4853" w:rsidRPr="00A80067" w:rsidRDefault="003C4853" w:rsidP="0026029D">
            <w:pPr>
              <w:pStyle w:val="Paragrafoelenco"/>
              <w:spacing w:after="120"/>
              <w:ind w:left="36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53" w:rsidRDefault="003C4853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4853" w:rsidRDefault="003C4853" w:rsidP="00490D0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4853" w:rsidRDefault="001E3AC0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3C4853" w:rsidRDefault="001E3AC0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3C4853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3C4853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3C4853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3C4853" w:rsidRDefault="003C4853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03C54" w:rsidRDefault="00603C54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03C54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603C54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603C54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603C54" w:rsidRDefault="00603C54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03C54" w:rsidRDefault="00603C54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03C54" w:rsidRDefault="00603C54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03C54" w:rsidRDefault="00603C54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03C54" w:rsidRDefault="00603C54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03C54" w:rsidRDefault="00603C54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03C54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603C54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603C54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603C54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603C54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  <w:p w:rsidR="00603C54" w:rsidRDefault="00603C54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03C54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603C54" w:rsidRDefault="00603C54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03C54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603C54" w:rsidRDefault="00603C54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03C54" w:rsidRDefault="00603C54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03C54" w:rsidRDefault="00603C54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03C54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603C54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603C54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603C54" w:rsidRDefault="00603C54" w:rsidP="009D646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603C54" w:rsidRDefault="00603C54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4853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535F6D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535F6D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5F6D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535F6D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5F6D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5F6D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535F6D" w:rsidRDefault="00535F6D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53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Default="00CE63B6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E63B6" w:rsidRPr="003179C5" w:rsidRDefault="00CE63B6" w:rsidP="00CE63B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</w:tbl>
    <w:p w:rsidR="005B4D52" w:rsidRDefault="0045208D" w:rsidP="00282564">
      <w:r>
        <w:lastRenderedPageBreak/>
        <w:br w:type="page"/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5506"/>
        <w:gridCol w:w="1444"/>
        <w:gridCol w:w="1603"/>
      </w:tblGrid>
      <w:tr w:rsidR="006651EC" w:rsidRPr="00C25A5E" w:rsidTr="00993342">
        <w:tc>
          <w:tcPr>
            <w:tcW w:w="6266" w:type="dxa"/>
            <w:gridSpan w:val="2"/>
          </w:tcPr>
          <w:p w:rsidR="00793389" w:rsidRPr="00C25A5E" w:rsidRDefault="00793389" w:rsidP="00656425">
            <w:pPr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C25A5E">
              <w:rPr>
                <w:rFonts w:ascii="Arial" w:hAnsi="Arial" w:cs="Arial"/>
                <w:i/>
              </w:rPr>
              <w:lastRenderedPageBreak/>
              <w:t>Consegne</w:t>
            </w:r>
          </w:p>
        </w:tc>
        <w:tc>
          <w:tcPr>
            <w:tcW w:w="1554" w:type="dxa"/>
          </w:tcPr>
          <w:p w:rsidR="00793389" w:rsidRPr="00C25A5E" w:rsidRDefault="00793389" w:rsidP="00656425">
            <w:pPr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C25A5E">
              <w:rPr>
                <w:rFonts w:ascii="Arial" w:hAnsi="Arial" w:cs="Arial"/>
                <w:i/>
              </w:rPr>
              <w:t>Punti totali</w:t>
            </w:r>
          </w:p>
        </w:tc>
        <w:tc>
          <w:tcPr>
            <w:tcW w:w="1700" w:type="dxa"/>
          </w:tcPr>
          <w:p w:rsidR="00793389" w:rsidRPr="00C25A5E" w:rsidRDefault="00793389" w:rsidP="00656425">
            <w:pPr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C25A5E">
              <w:rPr>
                <w:rFonts w:ascii="Arial" w:hAnsi="Arial" w:cs="Arial"/>
                <w:i/>
              </w:rPr>
              <w:t>Punti ottenuti</w:t>
            </w:r>
          </w:p>
        </w:tc>
      </w:tr>
      <w:tr w:rsidR="006651EC" w:rsidRPr="002476BE" w:rsidTr="0099334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632E48" w:rsidRDefault="00C25A5E" w:rsidP="00C25A5E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9D" w:rsidRPr="0026029D" w:rsidRDefault="0026029D" w:rsidP="0026029D">
            <w:pPr>
              <w:spacing w:before="120" w:after="360"/>
              <w:rPr>
                <w:rFonts w:ascii="Arial" w:hAnsi="Arial" w:cs="Arial"/>
                <w:b/>
                <w:sz w:val="22"/>
                <w:szCs w:val="22"/>
              </w:rPr>
            </w:pPr>
            <w:r w:rsidRPr="0026029D">
              <w:rPr>
                <w:rFonts w:ascii="Arial" w:hAnsi="Arial" w:cs="Arial"/>
                <w:b/>
                <w:sz w:val="22"/>
                <w:szCs w:val="22"/>
              </w:rPr>
              <w:t>Dove acquistare i biglietti</w:t>
            </w:r>
            <w:r w:rsidRPr="0026029D">
              <w:rPr>
                <w:rFonts w:ascii="Arial" w:hAnsi="Arial" w:cs="Arial"/>
                <w:sz w:val="22"/>
                <w:szCs w:val="22"/>
              </w:rPr>
              <w:t xml:space="preserve">: Paragrafo 12 </w:t>
            </w:r>
            <w:proofErr w:type="spellStart"/>
            <w:r w:rsidRPr="0026029D">
              <w:rPr>
                <w:rFonts w:ascii="Arial" w:hAnsi="Arial" w:cs="Arial"/>
                <w:sz w:val="22"/>
                <w:szCs w:val="22"/>
              </w:rPr>
              <w:t>pt</w:t>
            </w:r>
            <w:proofErr w:type="spellEnd"/>
            <w:r w:rsidRPr="0026029D">
              <w:rPr>
                <w:rFonts w:ascii="Arial" w:hAnsi="Arial" w:cs="Arial"/>
                <w:sz w:val="22"/>
                <w:szCs w:val="22"/>
              </w:rPr>
              <w:t xml:space="preserve"> prima e dopo</w:t>
            </w:r>
          </w:p>
          <w:p w:rsidR="00FD65FD" w:rsidRDefault="00FD65FD" w:rsidP="004C1FE7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FD65FD">
              <w:rPr>
                <w:rFonts w:ascii="Arial" w:hAnsi="Arial" w:cs="Arial"/>
                <w:b/>
                <w:sz w:val="22"/>
                <w:szCs w:val="22"/>
              </w:rPr>
              <w:t>Biglietteria di Capolago - Caffetteria (al 3° piano del "Fiore di pietra")</w:t>
            </w:r>
          </w:p>
          <w:p w:rsidR="00FD65FD" w:rsidRDefault="004C1FE7" w:rsidP="00191AD9">
            <w:pPr>
              <w:pStyle w:val="Paragrafoelenco"/>
              <w:numPr>
                <w:ilvl w:val="0"/>
                <w:numId w:val="20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4C1FE7">
              <w:rPr>
                <w:rFonts w:ascii="Arial" w:hAnsi="Arial" w:cs="Arial"/>
                <w:sz w:val="22"/>
                <w:szCs w:val="22"/>
              </w:rPr>
              <w:t>Maiuscoletto</w:t>
            </w:r>
            <w:r>
              <w:rPr>
                <w:rFonts w:ascii="Arial" w:hAnsi="Arial" w:cs="Arial"/>
                <w:sz w:val="22"/>
                <w:szCs w:val="22"/>
              </w:rPr>
              <w:t xml:space="preserve">, grassetto, </w:t>
            </w:r>
            <w:r w:rsidR="00722D05">
              <w:rPr>
                <w:rFonts w:ascii="Arial" w:hAnsi="Arial" w:cs="Arial"/>
                <w:sz w:val="22"/>
                <w:szCs w:val="22"/>
              </w:rPr>
              <w:t>blu</w:t>
            </w:r>
          </w:p>
          <w:p w:rsidR="004C1FE7" w:rsidRDefault="004C1FE7" w:rsidP="00191AD9">
            <w:pPr>
              <w:pStyle w:val="Paragrafoelenco"/>
              <w:numPr>
                <w:ilvl w:val="0"/>
                <w:numId w:val="20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Centrato</w:t>
            </w:r>
          </w:p>
          <w:p w:rsidR="004C1FE7" w:rsidRDefault="004C1FE7" w:rsidP="00191AD9">
            <w:pPr>
              <w:pStyle w:val="Paragrafoelenco"/>
              <w:numPr>
                <w:ilvl w:val="0"/>
                <w:numId w:val="20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prima</w:t>
            </w:r>
          </w:p>
          <w:p w:rsidR="004C1FE7" w:rsidRDefault="00F42DB3" w:rsidP="009A7AFD">
            <w:pPr>
              <w:pStyle w:val="Paragrafoelenco"/>
              <w:spacing w:after="120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Fissare i tabulatori </w:t>
            </w:r>
            <w:r w:rsidR="008C150D">
              <w:rPr>
                <w:rFonts w:ascii="Arial" w:hAnsi="Arial" w:cs="Arial"/>
                <w:sz w:val="22"/>
                <w:szCs w:val="22"/>
              </w:rPr>
              <w:t>come</w:t>
            </w:r>
            <w:r>
              <w:rPr>
                <w:rFonts w:ascii="Arial" w:hAnsi="Arial" w:cs="Arial"/>
                <w:sz w:val="22"/>
                <w:szCs w:val="22"/>
              </w:rPr>
              <w:t xml:space="preserve"> segue:</w:t>
            </w:r>
          </w:p>
          <w:p w:rsidR="000330F5" w:rsidRPr="00191AD9" w:rsidRDefault="000330F5" w:rsidP="00191AD9">
            <w:pPr>
              <w:pStyle w:val="Paragrafoelenco"/>
              <w:numPr>
                <w:ilvl w:val="0"/>
                <w:numId w:val="21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191AD9">
              <w:rPr>
                <w:rFonts w:ascii="Arial" w:hAnsi="Arial" w:cs="Arial"/>
                <w:sz w:val="22"/>
                <w:szCs w:val="22"/>
              </w:rPr>
              <w:t>Tabulazione allineata a sinistra</w:t>
            </w:r>
            <w:r w:rsidR="00E01CF1" w:rsidRPr="00191A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91A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1CF1" w:rsidRPr="00191A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91AD9">
              <w:rPr>
                <w:rFonts w:ascii="Arial" w:hAnsi="Arial" w:cs="Arial"/>
                <w:sz w:val="22"/>
                <w:szCs w:val="22"/>
              </w:rPr>
              <w:t>4 cm</w:t>
            </w:r>
          </w:p>
          <w:p w:rsidR="000330F5" w:rsidRPr="00191AD9" w:rsidRDefault="000330F5" w:rsidP="00191AD9">
            <w:pPr>
              <w:pStyle w:val="Paragrafoelenco"/>
              <w:numPr>
                <w:ilvl w:val="0"/>
                <w:numId w:val="21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191AD9">
              <w:rPr>
                <w:rFonts w:ascii="Arial" w:hAnsi="Arial" w:cs="Arial"/>
                <w:sz w:val="22"/>
                <w:szCs w:val="22"/>
              </w:rPr>
              <w:t xml:space="preserve">Tabulazione allineata a sinistra </w:t>
            </w:r>
            <w:r w:rsidR="00E01CF1" w:rsidRPr="00191AD9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191AD9">
              <w:rPr>
                <w:rFonts w:ascii="Arial" w:hAnsi="Arial" w:cs="Arial"/>
                <w:sz w:val="22"/>
                <w:szCs w:val="22"/>
              </w:rPr>
              <w:t>9 cm</w:t>
            </w:r>
          </w:p>
          <w:p w:rsidR="000330F5" w:rsidRDefault="000330F5" w:rsidP="00191AD9">
            <w:pPr>
              <w:pStyle w:val="Paragrafoelenco"/>
              <w:numPr>
                <w:ilvl w:val="0"/>
                <w:numId w:val="21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191AD9">
              <w:rPr>
                <w:rFonts w:ascii="Arial" w:hAnsi="Arial" w:cs="Arial"/>
                <w:sz w:val="22"/>
                <w:szCs w:val="22"/>
              </w:rPr>
              <w:t xml:space="preserve">Tabulazione allineata a </w:t>
            </w:r>
            <w:proofErr w:type="gramStart"/>
            <w:r w:rsidR="00E01CF1" w:rsidRPr="00191AD9">
              <w:rPr>
                <w:rFonts w:ascii="Arial" w:hAnsi="Arial" w:cs="Arial"/>
                <w:sz w:val="22"/>
                <w:szCs w:val="22"/>
              </w:rPr>
              <w:t xml:space="preserve">destra </w:t>
            </w:r>
            <w:r w:rsidRPr="00191AD9">
              <w:rPr>
                <w:rFonts w:ascii="Arial" w:hAnsi="Arial" w:cs="Arial"/>
                <w:sz w:val="22"/>
                <w:szCs w:val="22"/>
              </w:rPr>
              <w:t xml:space="preserve"> 12</w:t>
            </w:r>
            <w:proofErr w:type="gramEnd"/>
            <w:r w:rsidRPr="00191AD9">
              <w:rPr>
                <w:rFonts w:ascii="Arial" w:hAnsi="Arial" w:cs="Arial"/>
                <w:sz w:val="22"/>
                <w:szCs w:val="22"/>
              </w:rPr>
              <w:t xml:space="preserve"> cm</w:t>
            </w:r>
          </w:p>
          <w:p w:rsidR="00426420" w:rsidRPr="00191AD9" w:rsidRDefault="00426420" w:rsidP="00191AD9">
            <w:pPr>
              <w:pStyle w:val="Paragrafoelenco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191AD9">
              <w:rPr>
                <w:rFonts w:ascii="Arial" w:hAnsi="Arial" w:cs="Arial"/>
                <w:sz w:val="22"/>
                <w:szCs w:val="22"/>
              </w:rPr>
              <w:t xml:space="preserve">Titoli: Tariffe e Scuole </w:t>
            </w:r>
            <w:r w:rsidR="000349B4" w:rsidRPr="00191AD9">
              <w:rPr>
                <w:rFonts w:ascii="Arial" w:hAnsi="Arial" w:cs="Arial"/>
                <w:sz w:val="22"/>
                <w:szCs w:val="22"/>
              </w:rPr>
              <w:t xml:space="preserve">blu, </w:t>
            </w:r>
            <w:r w:rsidRPr="00191AD9">
              <w:rPr>
                <w:rFonts w:ascii="Arial" w:hAnsi="Arial" w:cs="Arial"/>
                <w:sz w:val="22"/>
                <w:szCs w:val="22"/>
              </w:rPr>
              <w:t>grassetto e centrato</w:t>
            </w:r>
          </w:p>
          <w:p w:rsidR="000330F5" w:rsidRPr="009A7AFD" w:rsidRDefault="006651EC" w:rsidP="009A7AFD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426420">
              <w:rPr>
                <w:rFonts w:ascii="Arial" w:hAnsi="Arial" w:cs="Arial"/>
                <w:sz w:val="22"/>
                <w:szCs w:val="22"/>
              </w:rPr>
              <w:t xml:space="preserve">Disporre e formattare come </w:t>
            </w:r>
            <w:proofErr w:type="spellStart"/>
            <w:r w:rsidRPr="00426420">
              <w:rPr>
                <w:rFonts w:ascii="Arial" w:hAnsi="Arial" w:cs="Arial"/>
                <w:sz w:val="22"/>
                <w:szCs w:val="22"/>
              </w:rPr>
              <w:t>da</w:t>
            </w:r>
            <w:proofErr w:type="spellEnd"/>
            <w:r w:rsidRPr="00426420">
              <w:rPr>
                <w:rFonts w:ascii="Arial" w:hAnsi="Arial" w:cs="Arial"/>
                <w:sz w:val="22"/>
                <w:szCs w:val="22"/>
              </w:rPr>
              <w:t xml:space="preserve"> esempio</w:t>
            </w:r>
          </w:p>
          <w:p w:rsidR="00FD65FD" w:rsidRDefault="006628F8" w:rsidP="009D4622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it-CH" w:eastAsia="it-CH"/>
              </w:rPr>
              <w:drawing>
                <wp:inline distT="0" distB="0" distL="0" distR="0" wp14:anchorId="5FE5C804" wp14:editId="2E9BE6F8">
                  <wp:extent cx="3172958" cy="1678895"/>
                  <wp:effectExtent l="0" t="0" r="8890" b="0"/>
                  <wp:docPr id="22" name="Immagin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0952" cy="172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2897" w:rsidRPr="006628F8" w:rsidRDefault="00ED2897" w:rsidP="006B5B56">
            <w:pPr>
              <w:pStyle w:val="Paragrafoelenco"/>
              <w:spacing w:after="120"/>
              <w:ind w:left="357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22" w:rsidRDefault="00C05B22" w:rsidP="000259B1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259B1" w:rsidRDefault="000259B1" w:rsidP="000259B1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259B1" w:rsidRDefault="000259B1" w:rsidP="000259B1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259B1" w:rsidRPr="002476BE" w:rsidRDefault="000259B1" w:rsidP="00957CB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A07F6D" w:rsidRDefault="00535F6D" w:rsidP="006B78C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AA5D91" w:rsidRDefault="00535F6D" w:rsidP="006B78C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A07F6D" w:rsidRDefault="00535F6D" w:rsidP="00A07F6D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0259B1" w:rsidRDefault="000259B1" w:rsidP="00A07F6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259B1" w:rsidRDefault="000259B1" w:rsidP="00B2730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0259B1" w:rsidRDefault="00535F6D" w:rsidP="006B78C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0259B1" w:rsidRDefault="000259B1" w:rsidP="006B78C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C0510" w:rsidRDefault="002C0510" w:rsidP="002C0510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941E1" w:rsidRDefault="00535F6D" w:rsidP="002C0510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C941E1" w:rsidRDefault="00C941E1" w:rsidP="002C0510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941E1" w:rsidRDefault="00C941E1" w:rsidP="002C0510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941E1" w:rsidRDefault="00C941E1" w:rsidP="002C0510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27303" w:rsidRDefault="00B27303" w:rsidP="006628F8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2F60C8" w:rsidRPr="002476BE" w:rsidRDefault="002F60C8" w:rsidP="00FB0DE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2476BE" w:rsidRDefault="006F0539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5641C" w:rsidRPr="002476BE" w:rsidRDefault="00E5641C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51EC" w:rsidRPr="002476BE" w:rsidTr="0099334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42" w:rsidRPr="002476BE" w:rsidRDefault="00993342" w:rsidP="00993342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bookmarkStart w:id="3" w:name="OLE_LINK21"/>
            <w:bookmarkStart w:id="4" w:name="OLE_LINK22"/>
            <w:r w:rsidRPr="002476BE">
              <w:rPr>
                <w:rFonts w:ascii="Arial" w:hAnsi="Arial" w:cs="Arial"/>
                <w:b/>
                <w:sz w:val="22"/>
                <w:szCs w:val="22"/>
              </w:rPr>
              <w:t>2.5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42" w:rsidRPr="002476BE" w:rsidRDefault="00993342" w:rsidP="00490D0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2476BE">
              <w:rPr>
                <w:rFonts w:ascii="Arial" w:hAnsi="Arial" w:cs="Arial"/>
                <w:sz w:val="22"/>
                <w:szCs w:val="22"/>
              </w:rPr>
              <w:t>Salvare e stampare il documento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42" w:rsidRPr="002476BE" w:rsidRDefault="009D646E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42" w:rsidRPr="002476BE" w:rsidRDefault="006F0539" w:rsidP="00490D0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:rsidR="00070DE0" w:rsidRPr="009508FC" w:rsidRDefault="005B4D5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bookmarkEnd w:id="3"/>
    <w:bookmarkEnd w:id="4"/>
    <w:p w:rsidR="001471F2" w:rsidRPr="00933CF7" w:rsidRDefault="00AC46C1" w:rsidP="00AF0F7B">
      <w:pPr>
        <w:tabs>
          <w:tab w:val="right" w:pos="9356"/>
        </w:tabs>
        <w:rPr>
          <w:rFonts w:ascii="Arial" w:hAnsi="Arial" w:cs="Arial"/>
          <w:b/>
        </w:rPr>
      </w:pPr>
      <w:r>
        <w:rPr>
          <w:rFonts w:ascii="Arial" w:hAnsi="Arial" w:cs="Arial"/>
          <w:b/>
          <w:sz w:val="32"/>
          <w:szCs w:val="32"/>
        </w:rPr>
        <w:lastRenderedPageBreak/>
        <w:t>Conseg</w:t>
      </w:r>
      <w:r w:rsidRPr="002A131B">
        <w:rPr>
          <w:rFonts w:ascii="Arial" w:hAnsi="Arial" w:cs="Arial"/>
          <w:b/>
          <w:sz w:val="32"/>
          <w:szCs w:val="32"/>
        </w:rPr>
        <w:t>na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1A5B66">
        <w:rPr>
          <w:rFonts w:ascii="Arial" w:hAnsi="Arial" w:cs="Arial"/>
          <w:b/>
          <w:sz w:val="32"/>
          <w:szCs w:val="32"/>
        </w:rPr>
        <w:t>3</w:t>
      </w:r>
      <w:r w:rsidR="00943A4E">
        <w:rPr>
          <w:rFonts w:ascii="Arial" w:hAnsi="Arial" w:cs="Arial"/>
          <w:b/>
          <w:sz w:val="32"/>
          <w:szCs w:val="32"/>
        </w:rPr>
        <w:tab/>
      </w:r>
      <w:r w:rsidR="009D646E">
        <w:rPr>
          <w:rFonts w:ascii="Arial" w:hAnsi="Arial" w:cs="Arial"/>
          <w:b/>
          <w:sz w:val="32"/>
          <w:szCs w:val="32"/>
        </w:rPr>
        <w:t>6</w:t>
      </w:r>
      <w:r w:rsidR="00C53074">
        <w:rPr>
          <w:rFonts w:ascii="Arial" w:hAnsi="Arial" w:cs="Arial"/>
          <w:b/>
          <w:sz w:val="32"/>
          <w:szCs w:val="32"/>
        </w:rPr>
        <w:t>5</w:t>
      </w:r>
      <w:r w:rsidR="0042069E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943A4E">
        <w:rPr>
          <w:rFonts w:ascii="Arial" w:hAnsi="Arial" w:cs="Arial"/>
          <w:b/>
          <w:sz w:val="32"/>
          <w:szCs w:val="32"/>
        </w:rPr>
        <w:t>pt</w:t>
      </w:r>
      <w:proofErr w:type="spellEnd"/>
    </w:p>
    <w:p w:rsidR="00AB0053" w:rsidRPr="009508FC" w:rsidRDefault="00AB0053">
      <w:pPr>
        <w:rPr>
          <w:rFonts w:ascii="Arial" w:hAnsi="Arial" w:cs="Arial"/>
          <w:sz w:val="16"/>
          <w:szCs w:val="16"/>
        </w:rPr>
      </w:pPr>
    </w:p>
    <w:p w:rsidR="00F5397B" w:rsidRPr="002476BE" w:rsidRDefault="00F5397B">
      <w:pPr>
        <w:rPr>
          <w:rFonts w:ascii="Arial" w:hAnsi="Arial" w:cs="Arial"/>
          <w:sz w:val="22"/>
          <w:szCs w:val="22"/>
        </w:rPr>
      </w:pPr>
      <w:r w:rsidRPr="002476BE">
        <w:rPr>
          <w:rFonts w:ascii="Arial" w:hAnsi="Arial" w:cs="Arial"/>
          <w:sz w:val="22"/>
          <w:szCs w:val="22"/>
        </w:rPr>
        <w:t xml:space="preserve">Attraverso il programma Excel completa </w:t>
      </w:r>
      <w:r w:rsidR="00E95D3F" w:rsidRPr="002476BE">
        <w:rPr>
          <w:rFonts w:ascii="Arial" w:hAnsi="Arial" w:cs="Arial"/>
          <w:sz w:val="22"/>
          <w:szCs w:val="22"/>
        </w:rPr>
        <w:t xml:space="preserve">la </w:t>
      </w:r>
      <w:r w:rsidR="009C6FB0" w:rsidRPr="002476BE">
        <w:rPr>
          <w:rFonts w:ascii="Arial" w:hAnsi="Arial" w:cs="Arial"/>
          <w:sz w:val="22"/>
          <w:szCs w:val="22"/>
        </w:rPr>
        <w:t>tabella</w:t>
      </w:r>
      <w:r w:rsidRPr="002476BE">
        <w:rPr>
          <w:rFonts w:ascii="Arial" w:hAnsi="Arial" w:cs="Arial"/>
          <w:sz w:val="22"/>
          <w:szCs w:val="22"/>
        </w:rPr>
        <w:t>:</w:t>
      </w:r>
    </w:p>
    <w:p w:rsidR="00C25A5E" w:rsidRPr="009508FC" w:rsidRDefault="00C25A5E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5776"/>
        <w:gridCol w:w="1248"/>
        <w:gridCol w:w="1387"/>
      </w:tblGrid>
      <w:tr w:rsidR="00C25A5E" w:rsidRPr="00C22F02" w:rsidTr="00AF4125"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C22F02" w:rsidRDefault="00C25A5E" w:rsidP="00656425">
            <w:pPr>
              <w:spacing w:before="120"/>
              <w:jc w:val="center"/>
              <w:rPr>
                <w:rFonts w:ascii="Arial" w:hAnsi="Arial" w:cs="Arial"/>
                <w:i/>
              </w:rPr>
            </w:pPr>
            <w:r w:rsidRPr="00C22F02">
              <w:rPr>
                <w:rFonts w:ascii="Arial" w:hAnsi="Arial" w:cs="Arial"/>
                <w:i/>
              </w:rPr>
              <w:t>Consegne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C22F02" w:rsidRDefault="00C25A5E" w:rsidP="00656425">
            <w:pPr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C22F02">
              <w:rPr>
                <w:rFonts w:ascii="Arial" w:hAnsi="Arial" w:cs="Arial"/>
                <w:i/>
              </w:rPr>
              <w:t>Punti totali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C22F02" w:rsidRDefault="00C25A5E" w:rsidP="00656425">
            <w:pPr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C22F02">
              <w:rPr>
                <w:rFonts w:ascii="Arial" w:hAnsi="Arial" w:cs="Arial"/>
                <w:i/>
              </w:rPr>
              <w:t>Punti ottenuti</w:t>
            </w:r>
          </w:p>
        </w:tc>
      </w:tr>
      <w:tr w:rsidR="00C25A5E" w:rsidRPr="00EA313A" w:rsidTr="00AF4125">
        <w:trPr>
          <w:trHeight w:val="931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2476BE" w:rsidRDefault="00C25A5E" w:rsidP="00C25A5E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476BE">
              <w:rPr>
                <w:rFonts w:ascii="Arial" w:hAnsi="Arial" w:cs="Arial"/>
                <w:b/>
                <w:sz w:val="22"/>
                <w:szCs w:val="22"/>
              </w:rPr>
              <w:t>3.1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D8" w:rsidRPr="006A5465" w:rsidRDefault="00F64922" w:rsidP="00FA3BD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Rinominare il file</w:t>
            </w:r>
            <w:r w:rsidR="008D129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SPESE GIORNATA D’APERTURA</w:t>
            </w:r>
            <w:r w:rsidRPr="006A54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7E5D" w:rsidRPr="006A5465">
              <w:rPr>
                <w:rFonts w:ascii="Arial" w:hAnsi="Arial" w:cs="Arial"/>
                <w:sz w:val="22"/>
                <w:szCs w:val="22"/>
              </w:rPr>
              <w:t xml:space="preserve">nella </w:t>
            </w:r>
            <w:r w:rsidR="0090214A" w:rsidRPr="006A5465">
              <w:rPr>
                <w:rFonts w:ascii="Arial" w:hAnsi="Arial" w:cs="Arial"/>
                <w:sz w:val="22"/>
                <w:szCs w:val="22"/>
              </w:rPr>
              <w:t>sotto</w:t>
            </w:r>
            <w:r w:rsidR="00AF7E5D" w:rsidRPr="006A5465">
              <w:rPr>
                <w:rFonts w:ascii="Arial" w:hAnsi="Arial" w:cs="Arial"/>
                <w:sz w:val="22"/>
                <w:szCs w:val="22"/>
              </w:rPr>
              <w:t xml:space="preserve">cartella </w:t>
            </w:r>
            <w:r w:rsidR="008D1295">
              <w:rPr>
                <w:rFonts w:ascii="Arial" w:hAnsi="Arial" w:cs="Arial"/>
                <w:sz w:val="22"/>
                <w:szCs w:val="22"/>
              </w:rPr>
              <w:t>STATISTICA</w:t>
            </w:r>
            <w:r w:rsidR="00FA3BD8" w:rsidRPr="006A5465">
              <w:rPr>
                <w:rFonts w:ascii="Arial" w:hAnsi="Arial" w:cs="Arial"/>
                <w:sz w:val="22"/>
                <w:szCs w:val="22"/>
              </w:rPr>
              <w:t xml:space="preserve"> e salvare il documento cambiando il nome: </w:t>
            </w:r>
            <w:r w:rsidR="00FA3BD8" w:rsidRPr="006A5465">
              <w:rPr>
                <w:rFonts w:ascii="Arial" w:hAnsi="Arial" w:cs="Arial"/>
                <w:sz w:val="22"/>
                <w:szCs w:val="22"/>
              </w:rPr>
              <w:br/>
            </w:r>
            <w:r w:rsidR="0027452E" w:rsidRPr="006A5465">
              <w:rPr>
                <w:rFonts w:ascii="Arial" w:hAnsi="Arial" w:cs="Arial"/>
                <w:sz w:val="22"/>
                <w:szCs w:val="22"/>
              </w:rPr>
              <w:t xml:space="preserve">COGNOME NOME </w:t>
            </w:r>
            <w:r w:rsidR="0027452E">
              <w:rPr>
                <w:rFonts w:ascii="Arial" w:hAnsi="Arial" w:cs="Arial"/>
                <w:sz w:val="22"/>
                <w:szCs w:val="22"/>
              </w:rPr>
              <w:t>SPESE GIORNATA D’APERTURA</w:t>
            </w:r>
          </w:p>
          <w:p w:rsidR="00557448" w:rsidRPr="002476BE" w:rsidRDefault="00557448" w:rsidP="00191AD9">
            <w:pPr>
              <w:pStyle w:val="Paragrafoelenco"/>
              <w:numPr>
                <w:ilvl w:val="0"/>
                <w:numId w:val="22"/>
              </w:numPr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2476BE">
              <w:rPr>
                <w:rFonts w:ascii="Arial" w:hAnsi="Arial" w:cs="Arial"/>
                <w:sz w:val="22"/>
                <w:szCs w:val="22"/>
              </w:rPr>
              <w:t>Inserire nell’intestazione</w:t>
            </w:r>
            <w:r w:rsidR="008149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1657">
              <w:rPr>
                <w:rFonts w:ascii="Arial" w:hAnsi="Arial" w:cs="Arial"/>
                <w:sz w:val="22"/>
                <w:szCs w:val="22"/>
              </w:rPr>
              <w:t>a</w:t>
            </w:r>
            <w:r w:rsidR="00011AA8">
              <w:rPr>
                <w:rFonts w:ascii="Arial" w:hAnsi="Arial" w:cs="Arial"/>
                <w:sz w:val="22"/>
                <w:szCs w:val="22"/>
              </w:rPr>
              <w:t>l</w:t>
            </w:r>
            <w:r w:rsidR="001416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1AA8">
              <w:rPr>
                <w:rFonts w:ascii="Arial" w:hAnsi="Arial" w:cs="Arial"/>
                <w:sz w:val="22"/>
                <w:szCs w:val="22"/>
              </w:rPr>
              <w:t>centro</w:t>
            </w:r>
            <w:r w:rsidR="00814901">
              <w:rPr>
                <w:rFonts w:ascii="Arial" w:hAnsi="Arial" w:cs="Arial"/>
                <w:sz w:val="22"/>
                <w:szCs w:val="22"/>
              </w:rPr>
              <w:t xml:space="preserve"> la</w:t>
            </w:r>
            <w:r w:rsidR="001D7FC6" w:rsidRPr="002476BE">
              <w:rPr>
                <w:rFonts w:ascii="Arial" w:hAnsi="Arial" w:cs="Arial"/>
                <w:sz w:val="22"/>
                <w:szCs w:val="22"/>
              </w:rPr>
              <w:t>:</w:t>
            </w:r>
            <w:r w:rsidR="001D7FC6" w:rsidRPr="002476BE">
              <w:rPr>
                <w:rFonts w:ascii="Arial" w:hAnsi="Arial" w:cs="Arial"/>
                <w:sz w:val="22"/>
                <w:szCs w:val="22"/>
              </w:rPr>
              <w:br/>
              <w:t>data corrente;</w:t>
            </w:r>
            <w:r w:rsidRPr="002476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D7FC6" w:rsidRPr="002476BE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="009D646E">
              <w:rPr>
                <w:rFonts w:ascii="Arial" w:hAnsi="Arial" w:cs="Arial"/>
                <w:sz w:val="22"/>
                <w:szCs w:val="22"/>
              </w:rPr>
              <w:t>Arial</w:t>
            </w:r>
            <w:proofErr w:type="spellEnd"/>
            <w:r w:rsidRPr="002476BE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="002B5C31">
              <w:rPr>
                <w:rFonts w:ascii="Arial" w:hAnsi="Arial" w:cs="Arial"/>
                <w:sz w:val="22"/>
                <w:szCs w:val="22"/>
              </w:rPr>
              <w:t>;</w:t>
            </w:r>
            <w:r w:rsidR="009D64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0214A" w:rsidRPr="002476BE" w:rsidRDefault="003517DA" w:rsidP="00191AD9">
            <w:pPr>
              <w:pStyle w:val="Paragrafoelenco"/>
              <w:numPr>
                <w:ilvl w:val="0"/>
                <w:numId w:val="22"/>
              </w:numPr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Inserire nel piè di pagina </w:t>
            </w:r>
            <w:r w:rsidR="0090214A" w:rsidRPr="002476BE">
              <w:rPr>
                <w:rFonts w:ascii="Arial" w:hAnsi="Arial" w:cs="Arial"/>
                <w:sz w:val="22"/>
                <w:szCs w:val="22"/>
              </w:rPr>
              <w:br/>
            </w:r>
            <w:r w:rsidR="00CC0F24">
              <w:rPr>
                <w:rFonts w:ascii="Arial" w:hAnsi="Arial" w:cs="Arial"/>
                <w:sz w:val="22"/>
                <w:szCs w:val="22"/>
              </w:rPr>
              <w:t>a destra</w:t>
            </w:r>
            <w:r w:rsidR="00DB790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D646E">
              <w:rPr>
                <w:rFonts w:ascii="Arial" w:hAnsi="Arial" w:cs="Arial"/>
                <w:sz w:val="22"/>
                <w:szCs w:val="22"/>
              </w:rPr>
              <w:t>il nome cognome</w:t>
            </w:r>
            <w:r w:rsidR="00CC0F24">
              <w:rPr>
                <w:rFonts w:ascii="Arial" w:hAnsi="Arial" w:cs="Arial"/>
                <w:sz w:val="22"/>
                <w:szCs w:val="22"/>
              </w:rPr>
              <w:t>;</w:t>
            </w:r>
            <w:r w:rsidR="009D646E">
              <w:rPr>
                <w:rFonts w:ascii="Arial" w:hAnsi="Arial" w:cs="Arial"/>
                <w:sz w:val="22"/>
                <w:szCs w:val="22"/>
              </w:rPr>
              <w:br/>
              <w:t>a centro nr. pagina</w:t>
            </w:r>
            <w:r w:rsidR="00DB7908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="009D646E">
              <w:rPr>
                <w:rFonts w:ascii="Arial" w:hAnsi="Arial" w:cs="Arial"/>
                <w:sz w:val="22"/>
                <w:szCs w:val="22"/>
              </w:rPr>
              <w:t>Aria</w:t>
            </w:r>
            <w:r w:rsidR="00645617">
              <w:rPr>
                <w:rFonts w:ascii="Arial" w:hAnsi="Arial" w:cs="Arial"/>
                <w:sz w:val="22"/>
                <w:szCs w:val="22"/>
              </w:rPr>
              <w:t>l</w:t>
            </w:r>
            <w:proofErr w:type="spellEnd"/>
            <w:r w:rsidR="00DB7908" w:rsidRPr="002476BE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="002B5C31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C25A5E" w:rsidRDefault="00534786" w:rsidP="00191AD9">
            <w:pPr>
              <w:pStyle w:val="Paragrafoelenco"/>
              <w:numPr>
                <w:ilvl w:val="0"/>
                <w:numId w:val="22"/>
              </w:numPr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2476BE">
              <w:rPr>
                <w:rFonts w:ascii="Arial" w:hAnsi="Arial" w:cs="Arial"/>
                <w:sz w:val="22"/>
                <w:szCs w:val="22"/>
              </w:rPr>
              <w:t>Orienta</w:t>
            </w:r>
            <w:r w:rsidR="00CC0F24">
              <w:rPr>
                <w:rFonts w:ascii="Arial" w:hAnsi="Arial" w:cs="Arial"/>
                <w:sz w:val="22"/>
                <w:szCs w:val="22"/>
              </w:rPr>
              <w:t>re</w:t>
            </w:r>
            <w:r w:rsidRPr="002476BE">
              <w:rPr>
                <w:rFonts w:ascii="Arial" w:hAnsi="Arial" w:cs="Arial"/>
                <w:sz w:val="22"/>
                <w:szCs w:val="22"/>
              </w:rPr>
              <w:t xml:space="preserve"> la pagina in </w:t>
            </w:r>
            <w:r w:rsidR="008D1295">
              <w:rPr>
                <w:rFonts w:ascii="Arial" w:hAnsi="Arial" w:cs="Arial"/>
                <w:sz w:val="22"/>
                <w:szCs w:val="22"/>
              </w:rPr>
              <w:t>orizzontale</w:t>
            </w:r>
            <w:r w:rsidR="00C571C9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2A5DDE" w:rsidRPr="005E6593" w:rsidRDefault="002A5DDE" w:rsidP="00191AD9">
            <w:pPr>
              <w:pStyle w:val="Paragrafoelenco"/>
              <w:numPr>
                <w:ilvl w:val="0"/>
                <w:numId w:val="22"/>
              </w:numPr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Formattare il Foglio 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Arial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2F4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48" w:rsidRPr="002476BE" w:rsidRDefault="00D11B4C" w:rsidP="00C25A5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557448" w:rsidRPr="002476BE" w:rsidRDefault="00557448" w:rsidP="00C25A5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57448" w:rsidRPr="002476BE" w:rsidRDefault="00557448" w:rsidP="00C25A5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57448" w:rsidRDefault="00D11B4C" w:rsidP="00C25A5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D11B4C" w:rsidRDefault="00D11B4C" w:rsidP="00C25A5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D11B4C" w:rsidRDefault="00D11B4C" w:rsidP="00D11B4C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11B4C" w:rsidRDefault="00D11B4C" w:rsidP="00D11B4C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D11B4C" w:rsidRPr="002476BE" w:rsidRDefault="00D11B4C" w:rsidP="00C25A5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2476BE" w:rsidRDefault="002334B4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8</w:t>
            </w:r>
          </w:p>
        </w:tc>
      </w:tr>
      <w:tr w:rsidR="00453D8A" w:rsidRPr="000067F1" w:rsidTr="00AF4125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8A" w:rsidRPr="00C22F02" w:rsidRDefault="00453D8A" w:rsidP="00456A02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8A" w:rsidRPr="00C22F02" w:rsidRDefault="00453D8A" w:rsidP="00456A02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 A2:D6, Corsivo, D2:D6 </w:t>
            </w:r>
            <w:r w:rsidR="009D646E"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rassetto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8A" w:rsidRPr="00C22F02" w:rsidRDefault="00453D8A" w:rsidP="00167B5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8A" w:rsidRPr="00C22F02" w:rsidRDefault="00453D8A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C25A5E" w:rsidRPr="000067F1" w:rsidTr="00AF4125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C22F02" w:rsidRDefault="00C25A5E" w:rsidP="00456A02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22F02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453D8A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5E" w:rsidRPr="00C22F02" w:rsidRDefault="00196C60" w:rsidP="00456A02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>Inserire una riga</w:t>
            </w:r>
            <w:r w:rsidR="009D646E">
              <w:rPr>
                <w:rFonts w:ascii="Arial" w:hAnsi="Arial" w:cs="Arial"/>
                <w:sz w:val="22"/>
                <w:szCs w:val="22"/>
              </w:rPr>
              <w:t xml:space="preserve"> (sopra riga 8)</w:t>
            </w:r>
            <w:r w:rsidRPr="00C22F02">
              <w:rPr>
                <w:rFonts w:ascii="Arial" w:hAnsi="Arial" w:cs="Arial"/>
                <w:sz w:val="22"/>
                <w:szCs w:val="22"/>
              </w:rPr>
              <w:t xml:space="preserve"> all’inizio </w:t>
            </w:r>
            <w:r w:rsidR="008D1295">
              <w:rPr>
                <w:rFonts w:ascii="Arial" w:hAnsi="Arial" w:cs="Arial"/>
                <w:sz w:val="22"/>
                <w:szCs w:val="22"/>
              </w:rPr>
              <w:t>della tabella</w:t>
            </w:r>
          </w:p>
          <w:p w:rsidR="003C3FB0" w:rsidRPr="00C22F02" w:rsidRDefault="003C3FB0" w:rsidP="00456A02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>Unire e allineare al centro le celle da A</w:t>
            </w:r>
            <w:r w:rsidR="008D1295">
              <w:rPr>
                <w:rFonts w:ascii="Arial" w:hAnsi="Arial" w:cs="Arial"/>
                <w:sz w:val="22"/>
                <w:szCs w:val="22"/>
              </w:rPr>
              <w:t>8</w:t>
            </w:r>
            <w:r w:rsidRPr="00C22F02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8D1295">
              <w:rPr>
                <w:rFonts w:ascii="Arial" w:hAnsi="Arial" w:cs="Arial"/>
                <w:sz w:val="22"/>
                <w:szCs w:val="22"/>
              </w:rPr>
              <w:t>M8</w:t>
            </w:r>
            <w:r w:rsidRPr="00C22F02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3C3FB0" w:rsidRPr="00C22F02" w:rsidRDefault="003C3FB0" w:rsidP="00454B4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>scrivere:</w:t>
            </w:r>
          </w:p>
          <w:p w:rsidR="003C3FB0" w:rsidRPr="00C22F02" w:rsidRDefault="008D1295" w:rsidP="003C3FB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Apertura 17.</w:t>
            </w:r>
            <w:r w:rsidR="007B415D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.2018</w:t>
            </w:r>
            <w:r w:rsidR="004D061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Trenino, Grott</w:t>
            </w:r>
            <w:r w:rsidR="005A24C4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dell’</w:t>
            </w:r>
            <w:r w:rsidR="00E358FB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rso, Ristorante Fior</w:t>
            </w:r>
            <w:r w:rsidR="003D2D35">
              <w:rPr>
                <w:rFonts w:ascii="Arial" w:hAnsi="Arial" w:cs="Arial"/>
                <w:sz w:val="22"/>
                <w:szCs w:val="22"/>
              </w:rPr>
              <w:t>e</w:t>
            </w:r>
            <w:r w:rsidR="002F0E08">
              <w:rPr>
                <w:rFonts w:ascii="Arial" w:hAnsi="Arial" w:cs="Arial"/>
                <w:sz w:val="22"/>
                <w:szCs w:val="22"/>
              </w:rPr>
              <w:t xml:space="preserve"> di Pietra, Costo giornata;</w:t>
            </w:r>
          </w:p>
          <w:p w:rsidR="00196C60" w:rsidRPr="00191AD9" w:rsidRDefault="008D1295" w:rsidP="00191AD9">
            <w:pPr>
              <w:pStyle w:val="Paragrafoelenco"/>
              <w:numPr>
                <w:ilvl w:val="0"/>
                <w:numId w:val="23"/>
              </w:numPr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91AD9">
              <w:rPr>
                <w:rFonts w:ascii="Arial" w:hAnsi="Arial" w:cs="Arial"/>
                <w:sz w:val="22"/>
                <w:szCs w:val="22"/>
              </w:rPr>
              <w:t>Arial</w:t>
            </w:r>
            <w:proofErr w:type="spellEnd"/>
            <w:r w:rsidRPr="00191AD9">
              <w:rPr>
                <w:rFonts w:ascii="Arial" w:hAnsi="Arial" w:cs="Arial"/>
                <w:sz w:val="22"/>
                <w:szCs w:val="22"/>
              </w:rPr>
              <w:t xml:space="preserve"> 12</w:t>
            </w:r>
            <w:r w:rsidR="003C3FB0" w:rsidRPr="00191AD9">
              <w:rPr>
                <w:rFonts w:ascii="Arial" w:hAnsi="Arial" w:cs="Arial"/>
                <w:sz w:val="22"/>
                <w:szCs w:val="22"/>
              </w:rPr>
              <w:t>;</w:t>
            </w:r>
            <w:r w:rsidR="009508FC" w:rsidRPr="00191A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3FB0" w:rsidRPr="00191AD9">
              <w:rPr>
                <w:rFonts w:ascii="Arial" w:hAnsi="Arial" w:cs="Arial"/>
                <w:sz w:val="22"/>
                <w:szCs w:val="22"/>
              </w:rPr>
              <w:t>Grassetto;</w:t>
            </w:r>
          </w:p>
          <w:p w:rsidR="003B7261" w:rsidRPr="00C22F02" w:rsidRDefault="003B7261" w:rsidP="003E4AE1">
            <w:pPr>
              <w:tabs>
                <w:tab w:val="left" w:pos="913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 xml:space="preserve">Selezionare i </w:t>
            </w:r>
            <w:r w:rsidR="009F2839">
              <w:rPr>
                <w:rFonts w:ascii="Arial" w:hAnsi="Arial" w:cs="Arial"/>
                <w:sz w:val="22"/>
                <w:szCs w:val="22"/>
              </w:rPr>
              <w:t>titoli</w:t>
            </w:r>
            <w:r w:rsidRPr="00C22F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EA1" w:rsidRPr="00C22F02">
              <w:rPr>
                <w:rFonts w:ascii="Arial" w:hAnsi="Arial" w:cs="Arial"/>
                <w:sz w:val="22"/>
                <w:szCs w:val="22"/>
              </w:rPr>
              <w:t>da A</w:t>
            </w:r>
            <w:r w:rsidR="00764458">
              <w:rPr>
                <w:rFonts w:ascii="Arial" w:hAnsi="Arial" w:cs="Arial"/>
                <w:sz w:val="22"/>
                <w:szCs w:val="22"/>
              </w:rPr>
              <w:t>9</w:t>
            </w:r>
            <w:r w:rsidR="002A657A" w:rsidRPr="00C22F02">
              <w:rPr>
                <w:rFonts w:ascii="Arial" w:hAnsi="Arial" w:cs="Arial"/>
                <w:sz w:val="22"/>
                <w:szCs w:val="22"/>
              </w:rPr>
              <w:t>:</w:t>
            </w:r>
            <w:r w:rsidR="00764458">
              <w:rPr>
                <w:rFonts w:ascii="Arial" w:hAnsi="Arial" w:cs="Arial"/>
                <w:sz w:val="22"/>
                <w:szCs w:val="22"/>
              </w:rPr>
              <w:t>M9</w:t>
            </w:r>
            <w:r w:rsidR="002A657A" w:rsidRPr="00C22F0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22F02">
              <w:rPr>
                <w:rFonts w:ascii="Arial" w:hAnsi="Arial" w:cs="Arial"/>
                <w:sz w:val="22"/>
                <w:szCs w:val="22"/>
              </w:rPr>
              <w:t>scegliere:</w:t>
            </w:r>
          </w:p>
          <w:p w:rsidR="00AF7E5D" w:rsidRPr="00C22F02" w:rsidRDefault="00687011" w:rsidP="00191AD9">
            <w:pPr>
              <w:pStyle w:val="Paragrafoelenco"/>
              <w:numPr>
                <w:ilvl w:val="0"/>
                <w:numId w:val="23"/>
              </w:numPr>
              <w:tabs>
                <w:tab w:val="left" w:pos="913"/>
              </w:tabs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>Grassetto,</w:t>
            </w:r>
            <w:r w:rsidR="00AF7E5D" w:rsidRPr="00C22F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22F02">
              <w:rPr>
                <w:rFonts w:ascii="Arial" w:hAnsi="Arial" w:cs="Arial"/>
                <w:sz w:val="22"/>
                <w:szCs w:val="22"/>
              </w:rPr>
              <w:t>C</w:t>
            </w:r>
            <w:r w:rsidR="00AF7E5D" w:rsidRPr="00C22F02">
              <w:rPr>
                <w:rFonts w:ascii="Arial" w:hAnsi="Arial" w:cs="Arial"/>
                <w:sz w:val="22"/>
                <w:szCs w:val="22"/>
              </w:rPr>
              <w:t>orsivo;</w:t>
            </w:r>
          </w:p>
          <w:p w:rsidR="009508FC" w:rsidRPr="00980D92" w:rsidRDefault="00463670" w:rsidP="00191AD9">
            <w:pPr>
              <w:pStyle w:val="Paragrafoelenco"/>
              <w:numPr>
                <w:ilvl w:val="0"/>
                <w:numId w:val="23"/>
              </w:numPr>
              <w:tabs>
                <w:tab w:val="left" w:pos="913"/>
              </w:tabs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>Allineare al centro;</w:t>
            </w:r>
            <w:r w:rsidR="00C83EB8" w:rsidRPr="00C22F0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85FF6" w:rsidRPr="00385FF6" w:rsidRDefault="00385FF6" w:rsidP="00385FF6">
            <w:pPr>
              <w:tabs>
                <w:tab w:val="left" w:pos="913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Selezionare i titoli da A10:M10, scegliere:</w:t>
            </w:r>
          </w:p>
          <w:p w:rsidR="00385FF6" w:rsidRPr="00C22F02" w:rsidRDefault="00385FF6" w:rsidP="00191AD9">
            <w:pPr>
              <w:pStyle w:val="Paragrafoelenco"/>
              <w:numPr>
                <w:ilvl w:val="0"/>
                <w:numId w:val="24"/>
              </w:numPr>
              <w:tabs>
                <w:tab w:val="left" w:pos="913"/>
              </w:tabs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Arial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Pr="00C22F02">
              <w:rPr>
                <w:rFonts w:ascii="Arial" w:hAnsi="Arial" w:cs="Arial"/>
                <w:sz w:val="22"/>
                <w:szCs w:val="22"/>
              </w:rPr>
              <w:t>; Grassetto, Corsivo;</w:t>
            </w:r>
          </w:p>
          <w:p w:rsidR="00385FF6" w:rsidRPr="00C22F02" w:rsidRDefault="00385FF6" w:rsidP="00191AD9">
            <w:pPr>
              <w:pStyle w:val="Paragrafoelenco"/>
              <w:numPr>
                <w:ilvl w:val="0"/>
                <w:numId w:val="24"/>
              </w:numPr>
              <w:tabs>
                <w:tab w:val="left" w:pos="913"/>
              </w:tabs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 xml:space="preserve">Allineare al centro; </w:t>
            </w:r>
          </w:p>
          <w:p w:rsidR="00385FF6" w:rsidRDefault="00385FF6" w:rsidP="00191AD9">
            <w:pPr>
              <w:pStyle w:val="Paragrafoelenco"/>
              <w:numPr>
                <w:ilvl w:val="0"/>
                <w:numId w:val="24"/>
              </w:numPr>
              <w:tabs>
                <w:tab w:val="left" w:pos="913"/>
              </w:tabs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>Testo a capo;</w:t>
            </w:r>
          </w:p>
          <w:p w:rsidR="00385FF6" w:rsidRDefault="00385FF6" w:rsidP="00385FF6">
            <w:pPr>
              <w:tabs>
                <w:tab w:val="left" w:pos="913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seguenti righe e colonne:</w:t>
            </w:r>
          </w:p>
          <w:p w:rsidR="00385FF6" w:rsidRPr="00385FF6" w:rsidRDefault="00385FF6" w:rsidP="00385FF6">
            <w:pPr>
              <w:tabs>
                <w:tab w:val="left" w:pos="913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 A8:M10; D1</w:t>
            </w:r>
            <w:r w:rsidR="005B5A20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:D2</w:t>
            </w:r>
            <w:r w:rsidR="005B5A20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; F1</w:t>
            </w:r>
            <w:r w:rsidR="005B5A20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:F20; J1</w:t>
            </w:r>
            <w:r w:rsidR="005B5A20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:J20; </w:t>
            </w:r>
          </w:p>
          <w:p w:rsidR="00C969D3" w:rsidRPr="00191AD9" w:rsidRDefault="00C14552" w:rsidP="00191AD9">
            <w:pPr>
              <w:pStyle w:val="Paragrafoelenco"/>
              <w:numPr>
                <w:ilvl w:val="0"/>
                <w:numId w:val="25"/>
              </w:numPr>
              <w:tabs>
                <w:tab w:val="left" w:pos="913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91AD9">
              <w:rPr>
                <w:rFonts w:ascii="Arial" w:hAnsi="Arial" w:cs="Arial"/>
                <w:sz w:val="22"/>
                <w:szCs w:val="22"/>
              </w:rPr>
              <w:t xml:space="preserve">Sfondo </w:t>
            </w:r>
            <w:r w:rsidR="00385FF6" w:rsidRPr="00191AD9">
              <w:rPr>
                <w:rFonts w:ascii="Arial" w:hAnsi="Arial" w:cs="Arial"/>
                <w:sz w:val="22"/>
                <w:szCs w:val="22"/>
              </w:rPr>
              <w:t>verde</w:t>
            </w:r>
            <w:r w:rsidRPr="00191AD9">
              <w:rPr>
                <w:rFonts w:ascii="Arial" w:hAnsi="Arial" w:cs="Arial"/>
                <w:sz w:val="22"/>
                <w:szCs w:val="22"/>
              </w:rPr>
              <w:t xml:space="preserve"> chiaro.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F2" w:rsidRPr="00C22F02" w:rsidRDefault="00D11B4C" w:rsidP="00167B5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167B57" w:rsidRDefault="00D11B4C" w:rsidP="00574E1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D11B4C" w:rsidRDefault="00D11B4C" w:rsidP="00574E1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11B4C" w:rsidRDefault="00011AA8" w:rsidP="00574E1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D11B4C" w:rsidRDefault="00D11B4C" w:rsidP="00574E1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D11B4C" w:rsidRDefault="00D11B4C" w:rsidP="00574E1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11AA8" w:rsidRDefault="00011AA8" w:rsidP="00011AA8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D11B4C" w:rsidRDefault="00D11B4C" w:rsidP="00011AA8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D11B4C" w:rsidRDefault="00D11B4C" w:rsidP="00574E1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D11B4C" w:rsidRDefault="00011AA8" w:rsidP="00574E1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D11B4C" w:rsidRDefault="00D11B4C" w:rsidP="00011AA8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D11B4C" w:rsidRDefault="00D11B4C" w:rsidP="00574E1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D11B4C" w:rsidRDefault="00D11B4C" w:rsidP="00574E1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BA70AD" w:rsidRDefault="00BA70AD" w:rsidP="00574E1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11B4C" w:rsidRDefault="00011AA8" w:rsidP="00574E1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D11B4C" w:rsidRPr="00C22F02" w:rsidRDefault="00011AA8" w:rsidP="00574E1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9F2839" w:rsidRDefault="002334B4" w:rsidP="00C25A5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839">
              <w:rPr>
                <w:rFonts w:ascii="Arial" w:hAnsi="Arial" w:cs="Arial"/>
                <w:sz w:val="22"/>
                <w:szCs w:val="22"/>
              </w:rPr>
              <w:t>17</w:t>
            </w:r>
          </w:p>
          <w:p w:rsidR="003B7261" w:rsidRPr="00C22F02" w:rsidRDefault="003B7261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B7261" w:rsidRPr="00C22F02" w:rsidRDefault="003B7261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B7261" w:rsidRPr="00C22F02" w:rsidRDefault="003B7261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B7261" w:rsidRPr="00C22F02" w:rsidRDefault="003B7261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B7261" w:rsidRPr="00C22F02" w:rsidRDefault="003B7261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B7261" w:rsidRPr="00C22F02" w:rsidRDefault="003B7261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B7261" w:rsidRPr="00C22F02" w:rsidRDefault="003B7261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B7261" w:rsidRPr="00C22F02" w:rsidRDefault="003B7261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B7261" w:rsidRPr="00C22F02" w:rsidRDefault="003B7261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B7261" w:rsidRPr="00C22F02" w:rsidRDefault="003B7261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B7261" w:rsidRPr="00C22F02" w:rsidRDefault="003B7261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B7261" w:rsidRPr="00C22F02" w:rsidRDefault="003B7261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B7261" w:rsidRPr="00C22F02" w:rsidRDefault="003B7261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B7261" w:rsidRPr="00C22F02" w:rsidRDefault="003B7261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B7261" w:rsidRPr="00C22F02" w:rsidRDefault="003B7261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B7261" w:rsidRPr="00C22F02" w:rsidRDefault="003B7261" w:rsidP="00AF412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B7261" w:rsidRPr="00C22F02" w:rsidRDefault="003B7261" w:rsidP="00C25A5E">
            <w:pPr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153ADB" w:rsidRDefault="00153ADB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"/>
        <w:gridCol w:w="5823"/>
        <w:gridCol w:w="1115"/>
        <w:gridCol w:w="1374"/>
      </w:tblGrid>
      <w:tr w:rsidR="00153ADB" w:rsidRPr="00C22F02" w:rsidTr="00777BC3"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DB" w:rsidRPr="00C22F02" w:rsidRDefault="00153ADB" w:rsidP="00490D0D">
            <w:pPr>
              <w:spacing w:before="120"/>
              <w:jc w:val="center"/>
              <w:rPr>
                <w:rFonts w:ascii="Arial" w:hAnsi="Arial" w:cs="Arial"/>
                <w:i/>
              </w:rPr>
            </w:pPr>
            <w:r w:rsidRPr="00C22F02">
              <w:rPr>
                <w:rFonts w:ascii="Arial" w:hAnsi="Arial" w:cs="Arial"/>
                <w:i/>
              </w:rPr>
              <w:lastRenderedPageBreak/>
              <w:t>Consegne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DB" w:rsidRPr="00C22F02" w:rsidRDefault="00153ADB" w:rsidP="00490D0D">
            <w:pPr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C22F02">
              <w:rPr>
                <w:rFonts w:ascii="Arial" w:hAnsi="Arial" w:cs="Arial"/>
                <w:i/>
              </w:rPr>
              <w:t>Punti totali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DB" w:rsidRPr="00C22F02" w:rsidRDefault="00153ADB" w:rsidP="00490D0D">
            <w:pPr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C22F02">
              <w:rPr>
                <w:rFonts w:ascii="Arial" w:hAnsi="Arial" w:cs="Arial"/>
                <w:i/>
              </w:rPr>
              <w:t>Punti ottenuti</w:t>
            </w:r>
          </w:p>
        </w:tc>
      </w:tr>
      <w:tr w:rsidR="00C25A5E" w:rsidRPr="00C22F02" w:rsidTr="00777BC3">
        <w:trPr>
          <w:trHeight w:val="332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C22F02" w:rsidRDefault="00B908AD" w:rsidP="00C25A5E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</w:t>
            </w:r>
            <w:r w:rsidR="00C25A5E" w:rsidRPr="00C22F02">
              <w:rPr>
                <w:rFonts w:ascii="Arial" w:hAnsi="Arial" w:cs="Arial"/>
                <w:b/>
                <w:sz w:val="22"/>
                <w:szCs w:val="22"/>
              </w:rPr>
              <w:t>3.3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C22F02" w:rsidRDefault="003233D0" w:rsidP="0017697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80F45">
              <w:rPr>
                <w:rFonts w:ascii="Arial" w:hAnsi="Arial" w:cs="Arial"/>
                <w:sz w:val="22"/>
                <w:szCs w:val="22"/>
              </w:rPr>
              <w:t xml:space="preserve">Ordinare i </w:t>
            </w:r>
            <w:r w:rsidR="00A84663" w:rsidRPr="00D80F45">
              <w:rPr>
                <w:rFonts w:ascii="Arial" w:hAnsi="Arial" w:cs="Arial"/>
                <w:sz w:val="22"/>
                <w:szCs w:val="22"/>
              </w:rPr>
              <w:t>nomi</w:t>
            </w:r>
            <w:r w:rsidRPr="00D80F45">
              <w:rPr>
                <w:rFonts w:ascii="Arial" w:hAnsi="Arial" w:cs="Arial"/>
                <w:sz w:val="22"/>
                <w:szCs w:val="22"/>
              </w:rPr>
              <w:t xml:space="preserve"> e i relativi dati in ordine alfabetico</w:t>
            </w:r>
            <w:r w:rsidR="008F0DB3" w:rsidRPr="00D80F45">
              <w:rPr>
                <w:rFonts w:ascii="Arial" w:hAnsi="Arial" w:cs="Arial"/>
                <w:sz w:val="22"/>
                <w:szCs w:val="22"/>
              </w:rPr>
              <w:t xml:space="preserve"> (A</w:t>
            </w:r>
            <w:r w:rsidR="00A84663" w:rsidRPr="00D80F45">
              <w:rPr>
                <w:rFonts w:ascii="Arial" w:hAnsi="Arial" w:cs="Arial"/>
                <w:sz w:val="22"/>
                <w:szCs w:val="22"/>
              </w:rPr>
              <w:t>11</w:t>
            </w:r>
            <w:r w:rsidR="008F0DB3" w:rsidRPr="00D80F45">
              <w:rPr>
                <w:rFonts w:ascii="Arial" w:hAnsi="Arial" w:cs="Arial"/>
                <w:sz w:val="22"/>
                <w:szCs w:val="22"/>
              </w:rPr>
              <w:t>:</w:t>
            </w:r>
            <w:r w:rsidR="00A84663" w:rsidRPr="00D80F45">
              <w:rPr>
                <w:rFonts w:ascii="Arial" w:hAnsi="Arial" w:cs="Arial"/>
                <w:sz w:val="22"/>
                <w:szCs w:val="22"/>
              </w:rPr>
              <w:t>M20</w:t>
            </w:r>
            <w:r w:rsidR="008F0DB3" w:rsidRPr="00D80F45">
              <w:rPr>
                <w:rFonts w:ascii="Arial" w:hAnsi="Arial" w:cs="Arial"/>
                <w:sz w:val="22"/>
                <w:szCs w:val="22"/>
              </w:rPr>
              <w:t>)</w:t>
            </w:r>
            <w:r w:rsidR="00725339" w:rsidRPr="00D80F4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C22F02" w:rsidRDefault="00A3131E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C22F02" w:rsidRDefault="008F1A6F" w:rsidP="0065613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C53074" w:rsidRPr="00C22F02" w:rsidTr="00777BC3">
        <w:trPr>
          <w:trHeight w:val="332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74" w:rsidRPr="00C22F02" w:rsidRDefault="00B505AA" w:rsidP="0062089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3.4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74" w:rsidRPr="00C22F02" w:rsidRDefault="00C53074" w:rsidP="00C04BD0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Adatta le altezze righe delle celle A</w:t>
            </w:r>
            <w:r w:rsidR="005E56C2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5E56C2">
              <w:rPr>
                <w:rFonts w:ascii="Arial" w:hAnsi="Arial" w:cs="Arial"/>
                <w:sz w:val="22"/>
                <w:szCs w:val="22"/>
              </w:rPr>
              <w:t>M21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74" w:rsidRPr="00C22F02" w:rsidRDefault="00C53074" w:rsidP="007A29C2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74" w:rsidRPr="00C22F02" w:rsidRDefault="008F1A6F" w:rsidP="003B7261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F413E5" w:rsidRPr="00C22F02" w:rsidTr="00777BC3">
        <w:trPr>
          <w:trHeight w:val="332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E5" w:rsidRPr="00C22F02" w:rsidRDefault="00F413E5" w:rsidP="00066A7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22F02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777BC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A6" w:rsidRDefault="006871DC" w:rsidP="006871D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Impostare le colonne D, F, J, K, L, M,</w:t>
            </w:r>
            <w:r w:rsidR="009C65A6" w:rsidRPr="00C22F0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con formato Contabilità</w:t>
            </w:r>
            <w:r w:rsidR="00777BC3">
              <w:rPr>
                <w:rFonts w:ascii="Arial" w:hAnsi="Arial" w:cs="Arial"/>
                <w:sz w:val="22"/>
                <w:szCs w:val="22"/>
              </w:rPr>
              <w:t xml:space="preserve"> con valuta CHF;</w:t>
            </w:r>
          </w:p>
          <w:p w:rsidR="0086716F" w:rsidRDefault="0086716F" w:rsidP="006871D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 A21 a M21 grassetto</w:t>
            </w:r>
            <w:r w:rsidR="00777BC3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777BC3" w:rsidRPr="00C22F02" w:rsidRDefault="00777BC3" w:rsidP="006871D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Impostare la cella D6 con formato Percentuale senza decimali.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E5" w:rsidRPr="00C22F02" w:rsidRDefault="00777BC3" w:rsidP="007A29C2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3E5" w:rsidRPr="00C22F02" w:rsidRDefault="008F1A6F" w:rsidP="003B7261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17697D" w:rsidRPr="00C22F02" w:rsidTr="00777BC3">
        <w:trPr>
          <w:trHeight w:val="332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7D" w:rsidRPr="00C22F02" w:rsidRDefault="0017697D" w:rsidP="00066A7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22F02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777BC3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7D" w:rsidRPr="00C22F02" w:rsidRDefault="0017697D" w:rsidP="00066A7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 xml:space="preserve">Rinominare il Foglio 1, </w:t>
            </w:r>
            <w:r w:rsidR="00AA1EB9">
              <w:rPr>
                <w:rFonts w:ascii="Arial" w:hAnsi="Arial" w:cs="Arial"/>
                <w:sz w:val="22"/>
                <w:szCs w:val="22"/>
              </w:rPr>
              <w:t>Giugno</w:t>
            </w:r>
            <w:r w:rsidR="0086716F">
              <w:rPr>
                <w:rFonts w:ascii="Arial" w:hAnsi="Arial" w:cs="Arial"/>
                <w:sz w:val="22"/>
                <w:szCs w:val="22"/>
              </w:rPr>
              <w:t xml:space="preserve"> 2018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7D" w:rsidRPr="00C22F02" w:rsidRDefault="0017697D" w:rsidP="007A29C2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7D" w:rsidRPr="00C22F02" w:rsidRDefault="008F1A6F" w:rsidP="008F1A6F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1A6F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C25A5E" w:rsidRPr="00C22F02" w:rsidTr="00777BC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C22F02" w:rsidRDefault="00195DB9" w:rsidP="003E4AE1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C22F02" w:rsidRDefault="00C25A5E" w:rsidP="00C25A5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>Inserire le formule nelle celle</w:t>
            </w:r>
            <w:r w:rsidR="00F62007" w:rsidRPr="00C22F02">
              <w:rPr>
                <w:rFonts w:ascii="Arial" w:hAnsi="Arial" w:cs="Arial"/>
                <w:sz w:val="22"/>
                <w:szCs w:val="22"/>
              </w:rPr>
              <w:t xml:space="preserve"> e completare la colonna</w:t>
            </w:r>
            <w:r w:rsidRPr="00C22F02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B23856" w:rsidRPr="00C22F02" w:rsidRDefault="00E71E06" w:rsidP="006B36D9">
            <w:pPr>
              <w:tabs>
                <w:tab w:val="left" w:pos="1488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D11:D20</w:t>
            </w:r>
            <w:r w:rsidR="00B23856" w:rsidRPr="00C22F02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 xml:space="preserve">Moltiplicare nr. biglietti Trenino con </w:t>
            </w:r>
            <w:r w:rsidR="00E27E43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Importo</w:t>
            </w:r>
            <w:r w:rsidR="00B23856" w:rsidRPr="00C22F02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5529E2" w:rsidRPr="00C22F02" w:rsidRDefault="00E71E06" w:rsidP="006B36D9">
            <w:pPr>
              <w:tabs>
                <w:tab w:val="left" w:pos="1488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F11:F20</w:t>
            </w:r>
            <w:r w:rsidR="001D1752" w:rsidRPr="00C22F02">
              <w:rPr>
                <w:rFonts w:ascii="Arial" w:hAnsi="Arial" w:cs="Arial"/>
                <w:b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Moltiplicare nr. biglietti con tariffa Grotta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195DB9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adulti;</w:t>
            </w:r>
          </w:p>
          <w:p w:rsidR="00E34D9D" w:rsidRPr="00C22F02" w:rsidRDefault="00E71E06" w:rsidP="00E34D9D">
            <w:pPr>
              <w:tabs>
                <w:tab w:val="left" w:pos="1488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J11:J20</w:t>
            </w:r>
            <w:r w:rsidR="00E34D9D" w:rsidRPr="00C22F02">
              <w:rPr>
                <w:rFonts w:ascii="Arial" w:hAnsi="Arial" w:cs="Arial"/>
                <w:sz w:val="22"/>
                <w:szCs w:val="22"/>
              </w:rPr>
              <w:tab/>
              <w:t xml:space="preserve">Sommare </w:t>
            </w:r>
            <w:r>
              <w:rPr>
                <w:rFonts w:ascii="Arial" w:hAnsi="Arial" w:cs="Arial"/>
                <w:sz w:val="22"/>
                <w:szCs w:val="22"/>
              </w:rPr>
              <w:t>i Primi, Secondi, Dessert;</w:t>
            </w:r>
          </w:p>
          <w:p w:rsidR="00E34D9D" w:rsidRPr="00C22F02" w:rsidRDefault="00E71E06" w:rsidP="006B36D9">
            <w:pPr>
              <w:tabs>
                <w:tab w:val="left" w:pos="1488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K11:K20</w:t>
            </w:r>
            <w:r w:rsidR="00E34D9D" w:rsidRPr="00C22F02">
              <w:rPr>
                <w:rFonts w:ascii="Arial" w:hAnsi="Arial" w:cs="Arial"/>
                <w:sz w:val="22"/>
                <w:szCs w:val="22"/>
              </w:rPr>
              <w:tab/>
              <w:t xml:space="preserve">Sommare </w:t>
            </w:r>
            <w:r>
              <w:rPr>
                <w:rFonts w:ascii="Arial" w:hAnsi="Arial" w:cs="Arial"/>
                <w:sz w:val="22"/>
                <w:szCs w:val="22"/>
              </w:rPr>
              <w:t>il totale dei costi (colonne in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195DB9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verde);</w:t>
            </w:r>
          </w:p>
          <w:p w:rsidR="006B36D9" w:rsidRPr="00C22F02" w:rsidRDefault="00195DB9" w:rsidP="006B36D9">
            <w:pPr>
              <w:tabs>
                <w:tab w:val="left" w:pos="1488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L11:L20</w:t>
            </w:r>
            <w:r w:rsidR="006B36D9" w:rsidRPr="00C22F02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Calcolare lo sconto</w:t>
            </w:r>
            <w:r w:rsidR="00777BC3">
              <w:rPr>
                <w:rFonts w:ascii="Arial" w:hAnsi="Arial" w:cs="Arial"/>
                <w:sz w:val="22"/>
                <w:szCs w:val="22"/>
              </w:rPr>
              <w:t xml:space="preserve"> sul totale colonna K</w:t>
            </w:r>
            <w:r w:rsidR="001B3020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C25A5E" w:rsidRDefault="00777BC3" w:rsidP="00727BDA">
            <w:pPr>
              <w:tabs>
                <w:tab w:val="left" w:pos="1488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M11:M20</w:t>
            </w:r>
            <w:r w:rsidR="00C625D7" w:rsidRPr="00C22F02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527F44" w:rsidRPr="00C22F02">
              <w:rPr>
                <w:rFonts w:ascii="Arial" w:hAnsi="Arial" w:cs="Arial"/>
                <w:sz w:val="22"/>
                <w:szCs w:val="22"/>
              </w:rPr>
              <w:t xml:space="preserve">Inserire la formula per calcolare </w:t>
            </w:r>
            <w:r w:rsidR="00195DB9">
              <w:rPr>
                <w:rFonts w:ascii="Arial" w:hAnsi="Arial" w:cs="Arial"/>
                <w:sz w:val="22"/>
                <w:szCs w:val="22"/>
              </w:rPr>
              <w:t xml:space="preserve">l’importo </w:t>
            </w:r>
            <w:r w:rsidR="00195DB9">
              <w:rPr>
                <w:rFonts w:ascii="Arial" w:hAnsi="Arial" w:cs="Arial"/>
                <w:sz w:val="22"/>
                <w:szCs w:val="22"/>
              </w:rPr>
              <w:tab/>
              <w:t>da pagare</w:t>
            </w:r>
            <w:r>
              <w:rPr>
                <w:rFonts w:ascii="Arial" w:hAnsi="Arial" w:cs="Arial"/>
                <w:sz w:val="22"/>
                <w:szCs w:val="22"/>
              </w:rPr>
              <w:t>, togliendo dal totale lo sconto;</w:t>
            </w:r>
          </w:p>
          <w:p w:rsidR="00777BC3" w:rsidRPr="00C22F02" w:rsidRDefault="00777BC3" w:rsidP="00727BDA">
            <w:pPr>
              <w:tabs>
                <w:tab w:val="left" w:pos="1488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777BC3">
              <w:rPr>
                <w:rFonts w:ascii="Arial" w:hAnsi="Arial" w:cs="Arial"/>
                <w:b/>
                <w:sz w:val="22"/>
                <w:szCs w:val="22"/>
              </w:rPr>
              <w:t>D</w:t>
            </w:r>
            <w:proofErr w:type="gramStart"/>
            <w:r w:rsidRPr="00777BC3">
              <w:rPr>
                <w:rFonts w:ascii="Arial" w:hAnsi="Arial" w:cs="Arial"/>
                <w:b/>
                <w:sz w:val="22"/>
                <w:szCs w:val="22"/>
              </w:rPr>
              <w:t>21;F</w:t>
            </w:r>
            <w:proofErr w:type="gramEnd"/>
            <w:r w:rsidRPr="00777BC3">
              <w:rPr>
                <w:rFonts w:ascii="Arial" w:hAnsi="Arial" w:cs="Arial"/>
                <w:b/>
                <w:sz w:val="22"/>
                <w:szCs w:val="22"/>
              </w:rPr>
              <w:t>21;J21;M21</w:t>
            </w:r>
            <w:r>
              <w:rPr>
                <w:rFonts w:ascii="Arial" w:hAnsi="Arial" w:cs="Arial"/>
                <w:sz w:val="22"/>
                <w:szCs w:val="22"/>
              </w:rPr>
              <w:tab/>
              <w:t>Inserire la formula somma;</w:t>
            </w:r>
          </w:p>
          <w:p w:rsidR="0070413E" w:rsidRDefault="00195DB9" w:rsidP="0033482C">
            <w:pPr>
              <w:tabs>
                <w:tab w:val="left" w:pos="1488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F23</w:t>
            </w:r>
            <w:r w:rsidR="006C3F77" w:rsidRPr="00C22F02">
              <w:rPr>
                <w:rFonts w:ascii="Arial" w:hAnsi="Arial" w:cs="Arial"/>
                <w:b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 xml:space="preserve">Inserire la formula </w:t>
            </w:r>
            <w:r w:rsidR="005030F8">
              <w:rPr>
                <w:rFonts w:ascii="Arial" w:hAnsi="Arial" w:cs="Arial"/>
                <w:sz w:val="22"/>
                <w:szCs w:val="22"/>
              </w:rPr>
              <w:t>Totale</w:t>
            </w:r>
            <w:r w:rsidR="00DF222E">
              <w:rPr>
                <w:rFonts w:ascii="Arial" w:hAnsi="Arial" w:cs="Arial"/>
                <w:sz w:val="22"/>
                <w:szCs w:val="22"/>
              </w:rPr>
              <w:t xml:space="preserve"> I</w:t>
            </w:r>
            <w:r>
              <w:rPr>
                <w:rFonts w:ascii="Arial" w:hAnsi="Arial" w:cs="Arial"/>
                <w:sz w:val="22"/>
                <w:szCs w:val="22"/>
              </w:rPr>
              <w:t>mporto da</w:t>
            </w:r>
            <w:r w:rsidR="00DF222E">
              <w:rPr>
                <w:rFonts w:ascii="Arial" w:hAnsi="Arial" w:cs="Arial"/>
                <w:sz w:val="22"/>
                <w:szCs w:val="22"/>
              </w:rPr>
              <w:br/>
              <w:t xml:space="preserve">                        </w:t>
            </w:r>
            <w:bookmarkStart w:id="5" w:name="_GoBack"/>
            <w:bookmarkEnd w:id="5"/>
            <w:r>
              <w:rPr>
                <w:rFonts w:ascii="Arial" w:hAnsi="Arial" w:cs="Arial"/>
                <w:sz w:val="22"/>
                <w:szCs w:val="22"/>
              </w:rPr>
              <w:t>pagare;</w:t>
            </w:r>
          </w:p>
          <w:p w:rsidR="00195DB9" w:rsidRPr="00C22F02" w:rsidRDefault="00195DB9" w:rsidP="0033482C">
            <w:pPr>
              <w:tabs>
                <w:tab w:val="left" w:pos="1488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95DB9">
              <w:rPr>
                <w:rFonts w:ascii="Arial" w:hAnsi="Arial" w:cs="Arial"/>
                <w:b/>
                <w:sz w:val="22"/>
                <w:szCs w:val="22"/>
              </w:rPr>
              <w:t>F24</w:t>
            </w:r>
            <w:r>
              <w:rPr>
                <w:rFonts w:ascii="Arial" w:hAnsi="Arial" w:cs="Arial"/>
                <w:sz w:val="22"/>
                <w:szCs w:val="22"/>
              </w:rPr>
              <w:tab/>
              <w:t>Inserire la formula per ottenere il numero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ab/>
              <w:t>dei partecipanti</w:t>
            </w:r>
          </w:p>
          <w:p w:rsidR="00795A58" w:rsidRDefault="00195DB9" w:rsidP="0033482C">
            <w:pPr>
              <w:tabs>
                <w:tab w:val="left" w:pos="1488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F25</w:t>
            </w:r>
            <w:r w:rsidR="00795A58" w:rsidRPr="00C22F02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985C8E" w:rsidRPr="00C22F02">
              <w:rPr>
                <w:rFonts w:ascii="Arial" w:hAnsi="Arial" w:cs="Arial"/>
                <w:sz w:val="22"/>
                <w:szCs w:val="22"/>
              </w:rPr>
              <w:t xml:space="preserve">Inserire la formula </w:t>
            </w:r>
            <w:r w:rsidR="002A2EEF">
              <w:rPr>
                <w:rFonts w:ascii="Arial" w:hAnsi="Arial" w:cs="Arial"/>
                <w:sz w:val="22"/>
                <w:szCs w:val="22"/>
              </w:rPr>
              <w:t xml:space="preserve">per ottenere </w:t>
            </w:r>
            <w:r>
              <w:rPr>
                <w:rFonts w:ascii="Arial" w:hAnsi="Arial" w:cs="Arial"/>
                <w:sz w:val="22"/>
                <w:szCs w:val="22"/>
              </w:rPr>
              <w:t>l’importo</w:t>
            </w:r>
            <w:r w:rsidR="002A2E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77D9">
              <w:rPr>
                <w:rFonts w:ascii="Arial" w:hAnsi="Arial" w:cs="Arial"/>
                <w:sz w:val="22"/>
                <w:szCs w:val="22"/>
              </w:rPr>
              <w:br/>
            </w:r>
            <w:r w:rsidR="001377D9">
              <w:rPr>
                <w:rFonts w:ascii="Arial" w:hAnsi="Arial" w:cs="Arial"/>
                <w:sz w:val="22"/>
                <w:szCs w:val="22"/>
              </w:rPr>
              <w:tab/>
            </w:r>
            <w:r w:rsidR="00985C8E" w:rsidRPr="00C22F02">
              <w:rPr>
                <w:rFonts w:ascii="Arial" w:hAnsi="Arial" w:cs="Arial"/>
                <w:sz w:val="22"/>
                <w:szCs w:val="22"/>
              </w:rPr>
              <w:t>più alt</w:t>
            </w:r>
            <w:r w:rsidR="001377D9">
              <w:rPr>
                <w:rFonts w:ascii="Arial" w:hAnsi="Arial" w:cs="Arial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z w:val="22"/>
                <w:szCs w:val="22"/>
              </w:rPr>
              <w:t>pagato</w:t>
            </w:r>
            <w:r w:rsidR="00985C8E" w:rsidRPr="00C22F02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345C3C" w:rsidRPr="00C22F02" w:rsidRDefault="00345C3C" w:rsidP="0033482C">
            <w:pPr>
              <w:tabs>
                <w:tab w:val="left" w:pos="1488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345C3C">
              <w:rPr>
                <w:rFonts w:ascii="Arial" w:hAnsi="Arial" w:cs="Arial"/>
                <w:b/>
                <w:sz w:val="22"/>
                <w:szCs w:val="22"/>
              </w:rPr>
              <w:t>F26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Inserire la formula per calcolare la media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ab/>
              <w:t>del totale pranzo</w:t>
            </w:r>
          </w:p>
          <w:p w:rsidR="00505300" w:rsidRPr="00C22F02" w:rsidRDefault="00195DB9" w:rsidP="00795A58">
            <w:pPr>
              <w:tabs>
                <w:tab w:val="left" w:pos="1488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H25</w:t>
            </w:r>
            <w:r w:rsidR="002D58BF" w:rsidRPr="00C22F02">
              <w:rPr>
                <w:rFonts w:ascii="Arial" w:hAnsi="Arial" w:cs="Arial"/>
                <w:sz w:val="22"/>
                <w:szCs w:val="22"/>
              </w:rPr>
              <w:tab/>
            </w:r>
            <w:r w:rsidR="00505300" w:rsidRPr="00C22F02">
              <w:rPr>
                <w:rFonts w:ascii="Arial" w:hAnsi="Arial" w:cs="Arial"/>
                <w:sz w:val="22"/>
                <w:szCs w:val="22"/>
              </w:rPr>
              <w:t xml:space="preserve">Scrivere il nome </w:t>
            </w:r>
            <w:r>
              <w:rPr>
                <w:rFonts w:ascii="Arial" w:hAnsi="Arial" w:cs="Arial"/>
                <w:sz w:val="22"/>
                <w:szCs w:val="22"/>
              </w:rPr>
              <w:t>della persona che ha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ab/>
              <w:t>speso di più.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D6" w:rsidRDefault="00F42AD6" w:rsidP="00E36F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C3C" w:rsidRDefault="001134CE" w:rsidP="00E36F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345C3C" w:rsidRDefault="00345C3C" w:rsidP="00E36F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C3C" w:rsidRDefault="001134CE" w:rsidP="00E36F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345C3C" w:rsidRDefault="001134CE" w:rsidP="00E36F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345C3C" w:rsidRDefault="00345C3C" w:rsidP="00E36F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45C3C" w:rsidRDefault="00345C3C" w:rsidP="00E36F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1134CE" w:rsidRDefault="001134CE" w:rsidP="00E36F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A63AC0" w:rsidRDefault="00A63AC0" w:rsidP="00E36F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A63AC0" w:rsidRDefault="00A63AC0" w:rsidP="00A63A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63AC0" w:rsidRDefault="00A63AC0" w:rsidP="00A63A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A63AC0" w:rsidRDefault="00A63AC0" w:rsidP="00E36F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A63AC0" w:rsidRDefault="00A63AC0" w:rsidP="00E36F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63AC0" w:rsidRDefault="00A63AC0" w:rsidP="00E36F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A63AC0" w:rsidRDefault="00A63AC0" w:rsidP="00E36F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A63AC0" w:rsidRDefault="00A63AC0" w:rsidP="00E36F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A63AC0" w:rsidRDefault="00A63AC0" w:rsidP="00E36F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63AC0" w:rsidRPr="00C22F02" w:rsidRDefault="00EE3CCE" w:rsidP="00E36F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E" w:rsidRPr="00C22F02" w:rsidRDefault="007170ED" w:rsidP="00943A4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</w:tr>
      <w:tr w:rsidR="00C06974" w:rsidRPr="00C22F02" w:rsidTr="00777BC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4" w:rsidRPr="00C22F02" w:rsidRDefault="00C06974" w:rsidP="003C39EA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777BC3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C6" w:rsidRPr="00191AD9" w:rsidRDefault="001B7EC6" w:rsidP="00191AD9">
            <w:pPr>
              <w:pStyle w:val="Paragrafoelenco"/>
              <w:numPr>
                <w:ilvl w:val="0"/>
                <w:numId w:val="25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191AD9">
              <w:rPr>
                <w:rFonts w:ascii="Arial" w:hAnsi="Arial" w:cs="Arial"/>
                <w:sz w:val="22"/>
                <w:szCs w:val="22"/>
              </w:rPr>
              <w:t>Selezionar</w:t>
            </w:r>
            <w:r w:rsidR="00F012ED" w:rsidRPr="00191AD9">
              <w:rPr>
                <w:rFonts w:ascii="Arial" w:hAnsi="Arial" w:cs="Arial"/>
                <w:sz w:val="22"/>
                <w:szCs w:val="22"/>
              </w:rPr>
              <w:t>e A</w:t>
            </w:r>
            <w:r w:rsidR="00DB7B7B" w:rsidRPr="00191AD9">
              <w:rPr>
                <w:rFonts w:ascii="Arial" w:hAnsi="Arial" w:cs="Arial"/>
                <w:sz w:val="22"/>
                <w:szCs w:val="22"/>
              </w:rPr>
              <w:t>8</w:t>
            </w:r>
            <w:r w:rsidR="00F012ED" w:rsidRPr="00191AD9">
              <w:rPr>
                <w:rFonts w:ascii="Arial" w:hAnsi="Arial" w:cs="Arial"/>
                <w:sz w:val="22"/>
                <w:szCs w:val="22"/>
              </w:rPr>
              <w:t>:</w:t>
            </w:r>
            <w:r w:rsidR="00DB7B7B" w:rsidRPr="00191AD9">
              <w:rPr>
                <w:rFonts w:ascii="Arial" w:hAnsi="Arial" w:cs="Arial"/>
                <w:sz w:val="22"/>
                <w:szCs w:val="22"/>
              </w:rPr>
              <w:t xml:space="preserve">M21 </w:t>
            </w:r>
            <w:r w:rsidR="00F012ED" w:rsidRPr="00191AD9">
              <w:rPr>
                <w:rFonts w:ascii="Arial" w:hAnsi="Arial" w:cs="Arial"/>
                <w:sz w:val="22"/>
                <w:szCs w:val="22"/>
              </w:rPr>
              <w:t>applicare tutti bordi;</w:t>
            </w:r>
          </w:p>
          <w:p w:rsidR="00C06974" w:rsidRPr="00191AD9" w:rsidRDefault="001B7EC6" w:rsidP="00191AD9">
            <w:pPr>
              <w:pStyle w:val="Paragrafoelenco"/>
              <w:numPr>
                <w:ilvl w:val="0"/>
                <w:numId w:val="25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191AD9">
              <w:rPr>
                <w:rFonts w:ascii="Arial" w:hAnsi="Arial" w:cs="Arial"/>
                <w:sz w:val="22"/>
                <w:szCs w:val="22"/>
              </w:rPr>
              <w:t>Selezionare A2</w:t>
            </w:r>
            <w:r w:rsidR="00DB7B7B" w:rsidRPr="00191AD9">
              <w:rPr>
                <w:rFonts w:ascii="Arial" w:hAnsi="Arial" w:cs="Arial"/>
                <w:sz w:val="22"/>
                <w:szCs w:val="22"/>
              </w:rPr>
              <w:t>1</w:t>
            </w:r>
            <w:r w:rsidRPr="00191AD9">
              <w:rPr>
                <w:rFonts w:ascii="Arial" w:hAnsi="Arial" w:cs="Arial"/>
                <w:sz w:val="22"/>
                <w:szCs w:val="22"/>
              </w:rPr>
              <w:t>:</w:t>
            </w:r>
            <w:r w:rsidR="00DB7B7B" w:rsidRPr="00191AD9">
              <w:rPr>
                <w:rFonts w:ascii="Arial" w:hAnsi="Arial" w:cs="Arial"/>
                <w:sz w:val="22"/>
                <w:szCs w:val="22"/>
              </w:rPr>
              <w:t>M21</w:t>
            </w:r>
            <w:r w:rsidRPr="00191AD9">
              <w:rPr>
                <w:rFonts w:ascii="Arial" w:hAnsi="Arial" w:cs="Arial"/>
                <w:sz w:val="22"/>
                <w:szCs w:val="22"/>
              </w:rPr>
              <w:t xml:space="preserve"> e applicare doppio bordo inferiore.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4" w:rsidRPr="00C22F02" w:rsidRDefault="00345C3C" w:rsidP="00AA693A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74" w:rsidRPr="00C22F02" w:rsidRDefault="0044469E" w:rsidP="00B27303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844BF" w:rsidRPr="00C22F02" w:rsidTr="00777BC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BF" w:rsidRPr="00C22F02" w:rsidRDefault="003844BF" w:rsidP="00F042F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524588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BF" w:rsidRPr="00C22F02" w:rsidRDefault="003844BF" w:rsidP="00F042F7">
            <w:pPr>
              <w:rPr>
                <w:rFonts w:ascii="Arial" w:hAnsi="Arial" w:cs="Arial"/>
                <w:sz w:val="22"/>
                <w:szCs w:val="22"/>
              </w:rPr>
            </w:pPr>
            <w:bookmarkStart w:id="6" w:name="OLE_LINK5"/>
            <w:bookmarkStart w:id="7" w:name="OLE_LINK6"/>
            <w:r w:rsidRPr="00C22F02">
              <w:rPr>
                <w:rFonts w:ascii="Arial" w:hAnsi="Arial" w:cs="Arial"/>
                <w:sz w:val="22"/>
                <w:szCs w:val="22"/>
              </w:rPr>
              <w:t>Salvare il file e stampa</w:t>
            </w:r>
            <w:bookmarkEnd w:id="6"/>
            <w:bookmarkEnd w:id="7"/>
            <w:r w:rsidRPr="00C22F02">
              <w:rPr>
                <w:rFonts w:ascii="Arial" w:hAnsi="Arial" w:cs="Arial"/>
                <w:sz w:val="22"/>
                <w:szCs w:val="22"/>
              </w:rPr>
              <w:t>re su una sola pagina</w:t>
            </w:r>
            <w:r w:rsidR="001530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BF" w:rsidRPr="00C22F02" w:rsidRDefault="003844BF" w:rsidP="00F042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BF" w:rsidRPr="00C22F02" w:rsidRDefault="0044469E" w:rsidP="004446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:rsidR="00525150" w:rsidRDefault="0052515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81FF1" w:rsidRDefault="00525150" w:rsidP="001C416C">
      <w:pPr>
        <w:tabs>
          <w:tab w:val="right" w:pos="9498"/>
        </w:tabs>
        <w:rPr>
          <w:rFonts w:ascii="Arial" w:hAnsi="Arial" w:cs="Arial"/>
          <w:b/>
          <w:sz w:val="32"/>
          <w:szCs w:val="32"/>
        </w:rPr>
      </w:pPr>
      <w:r w:rsidRPr="00525150">
        <w:rPr>
          <w:rFonts w:ascii="Arial" w:hAnsi="Arial" w:cs="Arial"/>
          <w:b/>
          <w:sz w:val="32"/>
          <w:szCs w:val="32"/>
        </w:rPr>
        <w:lastRenderedPageBreak/>
        <w:t>Consegna 4</w:t>
      </w:r>
      <w:r w:rsidR="001C416C">
        <w:rPr>
          <w:rFonts w:ascii="Arial" w:hAnsi="Arial" w:cs="Arial"/>
          <w:b/>
          <w:sz w:val="32"/>
          <w:szCs w:val="32"/>
        </w:rPr>
        <w:tab/>
      </w:r>
      <w:r w:rsidR="00042862">
        <w:rPr>
          <w:rFonts w:ascii="Arial" w:hAnsi="Arial" w:cs="Arial"/>
          <w:b/>
          <w:sz w:val="32"/>
          <w:szCs w:val="32"/>
        </w:rPr>
        <w:t>8</w:t>
      </w:r>
      <w:r w:rsidR="001C416C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1C416C">
        <w:rPr>
          <w:rFonts w:ascii="Arial" w:hAnsi="Arial" w:cs="Arial"/>
          <w:b/>
          <w:sz w:val="32"/>
          <w:szCs w:val="32"/>
        </w:rPr>
        <w:t>pt</w:t>
      </w:r>
      <w:proofErr w:type="spellEnd"/>
    </w:p>
    <w:p w:rsidR="00525150" w:rsidRDefault="00525150">
      <w:pPr>
        <w:rPr>
          <w:rFonts w:ascii="Arial" w:hAnsi="Arial" w:cs="Arial"/>
          <w:b/>
          <w:sz w:val="32"/>
          <w:szCs w:val="32"/>
        </w:rPr>
      </w:pPr>
    </w:p>
    <w:p w:rsidR="00C3277E" w:rsidRPr="00C22F02" w:rsidRDefault="00C3277E" w:rsidP="00C3277E">
      <w:pPr>
        <w:rPr>
          <w:rFonts w:ascii="Arial" w:hAnsi="Arial" w:cs="Arial"/>
          <w:sz w:val="22"/>
          <w:szCs w:val="22"/>
        </w:rPr>
      </w:pPr>
      <w:r w:rsidRPr="00C22F02">
        <w:rPr>
          <w:rFonts w:ascii="Arial" w:hAnsi="Arial" w:cs="Arial"/>
          <w:sz w:val="22"/>
          <w:szCs w:val="22"/>
        </w:rPr>
        <w:t>Attraverso il programma Excel crea il grafico sulla tabella che hai appena creato:</w:t>
      </w:r>
    </w:p>
    <w:p w:rsidR="00B46DE1" w:rsidRDefault="00B46DE1" w:rsidP="00C3277E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5762"/>
        <w:gridCol w:w="1386"/>
        <w:gridCol w:w="1390"/>
      </w:tblGrid>
      <w:tr w:rsidR="00B46DE1" w:rsidRPr="00EA313A" w:rsidTr="00042862">
        <w:tc>
          <w:tcPr>
            <w:tcW w:w="6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4561E0" w:rsidRDefault="00B46DE1" w:rsidP="00490D0D">
            <w:pPr>
              <w:spacing w:before="120"/>
              <w:jc w:val="center"/>
              <w:rPr>
                <w:rFonts w:ascii="Arial" w:hAnsi="Arial" w:cs="Arial"/>
                <w:i/>
              </w:rPr>
            </w:pPr>
            <w:r w:rsidRPr="004561E0">
              <w:rPr>
                <w:rFonts w:ascii="Arial" w:hAnsi="Arial" w:cs="Arial"/>
                <w:i/>
              </w:rPr>
              <w:t>Consegne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5A5E" w:rsidRDefault="00B46DE1" w:rsidP="00490D0D">
            <w:pPr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C25A5E">
              <w:rPr>
                <w:rFonts w:ascii="Arial" w:hAnsi="Arial" w:cs="Arial"/>
                <w:i/>
              </w:rPr>
              <w:t>Punti totali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5A5E" w:rsidRDefault="00B46DE1" w:rsidP="00490D0D">
            <w:pPr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C25A5E">
              <w:rPr>
                <w:rFonts w:ascii="Arial" w:hAnsi="Arial" w:cs="Arial"/>
                <w:i/>
              </w:rPr>
              <w:t>Punti ottenuti</w:t>
            </w:r>
          </w:p>
        </w:tc>
      </w:tr>
      <w:tr w:rsidR="00B46DE1" w:rsidRPr="00C22F02" w:rsidTr="00042862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46DE1" w:rsidP="00490D0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22F02">
              <w:rPr>
                <w:rFonts w:ascii="Arial" w:hAnsi="Arial" w:cs="Arial"/>
                <w:b/>
                <w:sz w:val="22"/>
                <w:szCs w:val="22"/>
              </w:rPr>
              <w:t>4.1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46DE1" w:rsidP="00490D0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/>
                <w:sz w:val="22"/>
                <w:szCs w:val="22"/>
              </w:rPr>
              <w:t>S</w:t>
            </w:r>
            <w:r w:rsidR="0081079E">
              <w:rPr>
                <w:rFonts w:ascii="Arial" w:hAnsi="Arial"/>
                <w:sz w:val="22"/>
                <w:szCs w:val="22"/>
              </w:rPr>
              <w:t xml:space="preserve">elezionare le celle necessarie </w:t>
            </w:r>
            <w:r w:rsidRPr="00C22F02">
              <w:rPr>
                <w:rFonts w:ascii="Arial" w:hAnsi="Arial"/>
                <w:sz w:val="22"/>
                <w:szCs w:val="22"/>
              </w:rPr>
              <w:t>A</w:t>
            </w:r>
            <w:r w:rsidR="00B67CF0">
              <w:rPr>
                <w:rFonts w:ascii="Arial" w:hAnsi="Arial"/>
                <w:sz w:val="22"/>
                <w:szCs w:val="22"/>
              </w:rPr>
              <w:t>1</w:t>
            </w:r>
            <w:r w:rsidR="008C32B6">
              <w:rPr>
                <w:rFonts w:ascii="Arial" w:hAnsi="Arial"/>
                <w:sz w:val="22"/>
                <w:szCs w:val="22"/>
              </w:rPr>
              <w:t>0</w:t>
            </w:r>
            <w:r w:rsidRPr="00C22F02">
              <w:rPr>
                <w:rFonts w:ascii="Arial" w:hAnsi="Arial"/>
                <w:sz w:val="22"/>
                <w:szCs w:val="22"/>
              </w:rPr>
              <w:t>:A</w:t>
            </w:r>
            <w:r w:rsidR="00B67CF0">
              <w:rPr>
                <w:rFonts w:ascii="Arial" w:hAnsi="Arial"/>
                <w:sz w:val="22"/>
                <w:szCs w:val="22"/>
              </w:rPr>
              <w:t>2</w:t>
            </w:r>
            <w:r w:rsidR="003844BF">
              <w:rPr>
                <w:rFonts w:ascii="Arial" w:hAnsi="Arial"/>
                <w:sz w:val="22"/>
                <w:szCs w:val="22"/>
              </w:rPr>
              <w:t>0</w:t>
            </w:r>
            <w:r w:rsidRPr="00C22F02">
              <w:rPr>
                <w:rFonts w:ascii="Arial" w:hAnsi="Arial"/>
                <w:sz w:val="22"/>
                <w:szCs w:val="22"/>
              </w:rPr>
              <w:t xml:space="preserve">; </w:t>
            </w:r>
            <w:r w:rsidR="003844BF">
              <w:rPr>
                <w:rFonts w:ascii="Arial" w:hAnsi="Arial"/>
                <w:sz w:val="22"/>
                <w:szCs w:val="22"/>
              </w:rPr>
              <w:t>D10</w:t>
            </w:r>
            <w:r w:rsidRPr="00C22F02">
              <w:rPr>
                <w:rFonts w:ascii="Arial" w:hAnsi="Arial"/>
                <w:sz w:val="22"/>
                <w:szCs w:val="22"/>
              </w:rPr>
              <w:t>:</w:t>
            </w:r>
            <w:r w:rsidR="003844BF">
              <w:rPr>
                <w:rFonts w:ascii="Arial" w:hAnsi="Arial"/>
                <w:sz w:val="22"/>
                <w:szCs w:val="22"/>
              </w:rPr>
              <w:t xml:space="preserve">D20; </w:t>
            </w:r>
            <w:r w:rsidR="00C11136">
              <w:rPr>
                <w:rFonts w:ascii="Arial" w:hAnsi="Arial"/>
                <w:sz w:val="22"/>
                <w:szCs w:val="22"/>
              </w:rPr>
              <w:t>J</w:t>
            </w:r>
            <w:r w:rsidR="003844BF">
              <w:rPr>
                <w:rFonts w:ascii="Arial" w:hAnsi="Arial"/>
                <w:sz w:val="22"/>
                <w:szCs w:val="22"/>
              </w:rPr>
              <w:t>10:</w:t>
            </w:r>
            <w:r w:rsidR="00C11136">
              <w:rPr>
                <w:rFonts w:ascii="Arial" w:hAnsi="Arial"/>
                <w:sz w:val="22"/>
                <w:szCs w:val="22"/>
              </w:rPr>
              <w:t>J</w:t>
            </w:r>
            <w:r w:rsidR="003844BF">
              <w:rPr>
                <w:rFonts w:ascii="Arial" w:hAnsi="Arial"/>
                <w:sz w:val="22"/>
                <w:szCs w:val="22"/>
              </w:rPr>
              <w:t>20.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D0F39" w:rsidP="00554B15">
            <w:pPr>
              <w:spacing w:before="120" w:after="12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46DE1" w:rsidP="00554B15">
            <w:pPr>
              <w:spacing w:before="120" w:after="12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B46DE1" w:rsidRPr="00C22F02" w:rsidTr="00042862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46DE1" w:rsidP="00490D0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22F02">
              <w:rPr>
                <w:rFonts w:ascii="Arial" w:hAnsi="Arial" w:cs="Arial"/>
                <w:b/>
                <w:sz w:val="22"/>
                <w:szCs w:val="22"/>
              </w:rPr>
              <w:t>4.2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46DE1" w:rsidP="00490D0D">
            <w:pPr>
              <w:tabs>
                <w:tab w:val="left" w:pos="1026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>Inserisci il seguente grafico:</w:t>
            </w:r>
          </w:p>
          <w:p w:rsidR="00B46DE1" w:rsidRPr="00C22F02" w:rsidRDefault="00B46DE1" w:rsidP="006D0C30">
            <w:pPr>
              <w:tabs>
                <w:tab w:val="left" w:pos="1204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>Grafico</w:t>
            </w:r>
            <w:r w:rsidRPr="00C22F02">
              <w:rPr>
                <w:rFonts w:ascii="Arial" w:hAnsi="Arial" w:cs="Arial"/>
                <w:sz w:val="22"/>
                <w:szCs w:val="22"/>
              </w:rPr>
              <w:tab/>
            </w:r>
            <w:r w:rsidR="00F7497D">
              <w:rPr>
                <w:rFonts w:ascii="Arial" w:hAnsi="Arial" w:cs="Arial"/>
                <w:sz w:val="22"/>
                <w:szCs w:val="22"/>
              </w:rPr>
              <w:t xml:space="preserve">Istogramma 2D, </w:t>
            </w:r>
            <w:r w:rsidR="003844BF">
              <w:rPr>
                <w:rFonts w:ascii="Arial" w:hAnsi="Arial" w:cs="Arial"/>
                <w:sz w:val="22"/>
                <w:szCs w:val="22"/>
              </w:rPr>
              <w:t>Colonne</w:t>
            </w:r>
            <w:r w:rsidRPr="00C22F02">
              <w:rPr>
                <w:rFonts w:ascii="Arial" w:hAnsi="Arial" w:cs="Arial"/>
                <w:sz w:val="22"/>
                <w:szCs w:val="22"/>
              </w:rPr>
              <w:t xml:space="preserve"> raggruppate</w:t>
            </w:r>
          </w:p>
          <w:p w:rsidR="00B46DE1" w:rsidRDefault="00B46DE1" w:rsidP="006D0C30">
            <w:pPr>
              <w:tabs>
                <w:tab w:val="left" w:pos="1204"/>
              </w:tabs>
              <w:spacing w:before="120" w:after="120"/>
              <w:rPr>
                <w:rFonts w:ascii="Arial" w:hAnsi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>Titolo</w:t>
            </w:r>
            <w:r w:rsidRPr="00C22F02">
              <w:rPr>
                <w:rFonts w:ascii="Arial" w:hAnsi="Arial" w:cs="Arial"/>
                <w:sz w:val="22"/>
                <w:szCs w:val="22"/>
              </w:rPr>
              <w:tab/>
            </w:r>
            <w:r w:rsidR="003844BF" w:rsidRPr="003844BF">
              <w:rPr>
                <w:rFonts w:ascii="Arial" w:hAnsi="Arial" w:cs="Arial"/>
                <w:sz w:val="22"/>
                <w:szCs w:val="22"/>
              </w:rPr>
              <w:t xml:space="preserve">Il costo di una giornata sul Monte </w:t>
            </w:r>
            <w:r w:rsidR="0004270F">
              <w:rPr>
                <w:rFonts w:ascii="Arial" w:hAnsi="Arial" w:cs="Arial"/>
                <w:sz w:val="22"/>
                <w:szCs w:val="22"/>
              </w:rPr>
              <w:t>Generoso</w:t>
            </w:r>
          </w:p>
          <w:p w:rsidR="003844BF" w:rsidRPr="00C22F02" w:rsidRDefault="003844BF" w:rsidP="006D0C30">
            <w:pPr>
              <w:tabs>
                <w:tab w:val="left" w:pos="1204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D0F39" w:rsidP="00554B15">
            <w:pPr>
              <w:tabs>
                <w:tab w:val="left" w:pos="1026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46DE1" w:rsidP="00554B15">
            <w:pPr>
              <w:tabs>
                <w:tab w:val="left" w:pos="1026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DE1" w:rsidRPr="00C22F02" w:rsidTr="00042862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46DE1" w:rsidP="00490D0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22F02">
              <w:rPr>
                <w:rFonts w:ascii="Arial" w:hAnsi="Arial" w:cs="Arial"/>
                <w:b/>
                <w:sz w:val="22"/>
                <w:szCs w:val="22"/>
              </w:rPr>
              <w:t>4.3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46DE1" w:rsidP="00490D0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 xml:space="preserve">Spostare il grafico su un nuovo foglio di lavoro che bisogna rinominare con il nome </w:t>
            </w:r>
            <w:r w:rsidRPr="00C22F02">
              <w:rPr>
                <w:rFonts w:ascii="Arial" w:hAnsi="Arial" w:cs="Arial"/>
                <w:b/>
                <w:sz w:val="22"/>
                <w:szCs w:val="22"/>
              </w:rPr>
              <w:t>Grafico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D0F39" w:rsidP="00554B15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46DE1" w:rsidP="00554B15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0F1" w:rsidRPr="00C22F02" w:rsidTr="00042862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F1" w:rsidRPr="00C22F02" w:rsidRDefault="005500F1" w:rsidP="00490D0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4.4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F1" w:rsidRPr="00C22F02" w:rsidRDefault="0004270F" w:rsidP="00490D0D">
            <w:pPr>
              <w:spacing w:before="120" w:after="1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Riempimento sfumato</w:t>
            </w:r>
            <w:r w:rsidR="00042862">
              <w:rPr>
                <w:rFonts w:ascii="Arial" w:hAnsi="Arial"/>
                <w:sz w:val="22"/>
                <w:szCs w:val="22"/>
              </w:rPr>
              <w:t xml:space="preserve">, leggera sfumatura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F1" w:rsidRPr="00C22F02" w:rsidRDefault="00BD0F39" w:rsidP="00554B15">
            <w:pPr>
              <w:spacing w:before="120" w:after="12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F1" w:rsidRPr="00C22F02" w:rsidRDefault="005500F1" w:rsidP="00554B15">
            <w:pPr>
              <w:spacing w:before="120" w:after="12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B46DE1" w:rsidRPr="00C22F02" w:rsidTr="00042862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46DE1" w:rsidP="00490D0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22F02">
              <w:rPr>
                <w:rFonts w:ascii="Arial" w:hAnsi="Arial" w:cs="Arial"/>
                <w:b/>
                <w:sz w:val="22"/>
                <w:szCs w:val="22"/>
              </w:rPr>
              <w:t>4.</w:t>
            </w:r>
            <w:r w:rsidR="000826B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46DE1" w:rsidP="00490D0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/>
                <w:sz w:val="22"/>
                <w:szCs w:val="22"/>
              </w:rPr>
              <w:t>Inserire il tuo nome cognome nel piè di pagina del grafico.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D0F39" w:rsidP="00554B15">
            <w:pPr>
              <w:spacing w:before="120" w:after="12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46DE1" w:rsidP="00554B15">
            <w:pPr>
              <w:spacing w:before="120" w:after="12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B46DE1" w:rsidRPr="00C22F02" w:rsidTr="00042862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46DE1" w:rsidP="00490D0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22F02">
              <w:rPr>
                <w:rFonts w:ascii="Arial" w:hAnsi="Arial" w:cs="Arial"/>
                <w:b/>
                <w:sz w:val="22"/>
                <w:szCs w:val="22"/>
              </w:rPr>
              <w:t>4.</w:t>
            </w:r>
            <w:r w:rsidR="000826B3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46DE1" w:rsidP="00490D0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22F02">
              <w:rPr>
                <w:rFonts w:ascii="Arial" w:hAnsi="Arial" w:cs="Arial"/>
                <w:sz w:val="22"/>
                <w:szCs w:val="22"/>
              </w:rPr>
              <w:t>Salvare</w:t>
            </w:r>
            <w:r w:rsidR="00BD0F39"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="00BD0F39" w:rsidRPr="00BD0F39">
              <w:rPr>
                <w:rFonts w:ascii="Arial" w:hAnsi="Arial" w:cs="Arial"/>
                <w:sz w:val="22"/>
                <w:szCs w:val="22"/>
              </w:rPr>
              <w:t>stampare il grafico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D0F39" w:rsidP="00554B15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DE1" w:rsidRPr="00C22F02" w:rsidRDefault="00B46DE1" w:rsidP="00554B15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3277E" w:rsidRPr="00C22F02" w:rsidRDefault="00C3277E" w:rsidP="00525150">
      <w:pPr>
        <w:rPr>
          <w:rFonts w:ascii="Arial" w:hAnsi="Arial" w:cs="Arial"/>
          <w:sz w:val="22"/>
          <w:szCs w:val="22"/>
        </w:rPr>
      </w:pPr>
    </w:p>
    <w:p w:rsidR="00C3277E" w:rsidRPr="00C22F02" w:rsidRDefault="00C3277E" w:rsidP="00525150">
      <w:pPr>
        <w:rPr>
          <w:rFonts w:ascii="Arial" w:hAnsi="Arial" w:cs="Arial"/>
          <w:sz w:val="22"/>
          <w:szCs w:val="22"/>
        </w:rPr>
      </w:pPr>
    </w:p>
    <w:p w:rsidR="00C3277E" w:rsidRDefault="00C3277E" w:rsidP="00525150">
      <w:pPr>
        <w:rPr>
          <w:rFonts w:ascii="Arial" w:hAnsi="Arial" w:cs="Arial"/>
          <w:sz w:val="22"/>
          <w:szCs w:val="22"/>
        </w:rPr>
      </w:pPr>
    </w:p>
    <w:p w:rsidR="00C3277E" w:rsidRDefault="00C3277E" w:rsidP="00525150">
      <w:pPr>
        <w:rPr>
          <w:rFonts w:ascii="Arial" w:hAnsi="Arial" w:cs="Arial"/>
          <w:sz w:val="22"/>
          <w:szCs w:val="22"/>
        </w:rPr>
      </w:pPr>
    </w:p>
    <w:p w:rsidR="0035291D" w:rsidRDefault="0035291D">
      <w:pPr>
        <w:rPr>
          <w:rFonts w:ascii="Arial" w:eastAsia="Calibri" w:hAnsi="Arial"/>
          <w:b/>
          <w:sz w:val="28"/>
          <w:szCs w:val="28"/>
          <w:lang w:val="it-CH" w:eastAsia="en-US"/>
        </w:rPr>
      </w:pPr>
      <w:r>
        <w:rPr>
          <w:rFonts w:ascii="Arial" w:eastAsia="Calibri" w:hAnsi="Arial"/>
          <w:b/>
          <w:sz w:val="28"/>
          <w:szCs w:val="28"/>
          <w:lang w:val="it-CH" w:eastAsia="en-US"/>
        </w:rPr>
        <w:br w:type="page"/>
      </w:r>
    </w:p>
    <w:p w:rsidR="00B73DE5" w:rsidRDefault="00B73DE5" w:rsidP="0028583F">
      <w:pPr>
        <w:spacing w:line="276" w:lineRule="auto"/>
        <w:rPr>
          <w:rFonts w:ascii="Arial" w:eastAsia="Calibri" w:hAnsi="Arial"/>
          <w:b/>
          <w:sz w:val="28"/>
          <w:szCs w:val="28"/>
          <w:lang w:val="it-CH" w:eastAsia="en-US"/>
        </w:rPr>
      </w:pPr>
    </w:p>
    <w:p w:rsidR="0028583F" w:rsidRPr="0028583F" w:rsidRDefault="0028583F" w:rsidP="0028583F">
      <w:pPr>
        <w:spacing w:line="276" w:lineRule="auto"/>
        <w:rPr>
          <w:rFonts w:ascii="Arial" w:eastAsia="Calibri" w:hAnsi="Arial"/>
          <w:b/>
          <w:sz w:val="28"/>
          <w:szCs w:val="28"/>
          <w:lang w:val="it-CH" w:eastAsia="en-US"/>
        </w:rPr>
      </w:pPr>
      <w:r w:rsidRPr="0028583F">
        <w:rPr>
          <w:rFonts w:ascii="Arial" w:eastAsia="Calibri" w:hAnsi="Arial"/>
          <w:b/>
          <w:sz w:val="28"/>
          <w:szCs w:val="28"/>
          <w:lang w:val="it-CH" w:eastAsia="en-US"/>
        </w:rPr>
        <w:t>Calcolo della nota in funzione dei punti</w:t>
      </w:r>
    </w:p>
    <w:p w:rsidR="0028583F" w:rsidRPr="0028583F" w:rsidRDefault="0028583F" w:rsidP="0028583F">
      <w:pPr>
        <w:tabs>
          <w:tab w:val="left" w:pos="5580"/>
        </w:tabs>
        <w:spacing w:line="276" w:lineRule="auto"/>
        <w:jc w:val="both"/>
        <w:rPr>
          <w:rFonts w:ascii="Arial" w:eastAsia="Calibri" w:hAnsi="Arial"/>
          <w:b/>
          <w:sz w:val="28"/>
          <w:szCs w:val="28"/>
          <w:lang w:val="it-CH" w:eastAsia="en-US"/>
        </w:rPr>
      </w:pPr>
    </w:p>
    <w:p w:rsidR="0028583F" w:rsidRPr="0028583F" w:rsidRDefault="0028583F" w:rsidP="0028583F">
      <w:pPr>
        <w:tabs>
          <w:tab w:val="left" w:pos="1276"/>
          <w:tab w:val="left" w:pos="5580"/>
        </w:tabs>
        <w:spacing w:line="276" w:lineRule="auto"/>
        <w:jc w:val="both"/>
        <w:rPr>
          <w:rFonts w:ascii="Arial" w:eastAsia="Calibri" w:hAnsi="Arial"/>
          <w:lang w:val="it-CH" w:eastAsia="en-US"/>
        </w:rPr>
      </w:pPr>
      <w:r w:rsidRPr="0028583F">
        <w:rPr>
          <w:rFonts w:ascii="Arial" w:eastAsia="Calibri" w:hAnsi="Arial"/>
          <w:lang w:val="it-CH" w:eastAsia="en-US"/>
        </w:rPr>
        <w:t>Nota    =</w:t>
      </w:r>
      <w:r w:rsidRPr="0028583F">
        <w:rPr>
          <w:rFonts w:ascii="Arial" w:eastAsia="Calibri" w:hAnsi="Arial"/>
          <w:lang w:val="it-CH" w:eastAsia="en-US"/>
        </w:rPr>
        <w:tab/>
      </w:r>
      <w:r w:rsidRPr="0028583F">
        <w:rPr>
          <w:rFonts w:ascii="Arial" w:eastAsia="Calibri" w:hAnsi="Arial"/>
          <w:u w:val="single"/>
          <w:lang w:val="it-CH" w:eastAsia="en-US"/>
        </w:rPr>
        <w:t>numero effettivo dei punti ottenuti x 5</w:t>
      </w:r>
      <w:r w:rsidRPr="0028583F">
        <w:rPr>
          <w:rFonts w:ascii="Arial" w:eastAsia="Calibri" w:hAnsi="Arial"/>
          <w:lang w:val="it-CH" w:eastAsia="en-US"/>
        </w:rPr>
        <w:t xml:space="preserve"> </w:t>
      </w:r>
      <w:r w:rsidRPr="0028583F">
        <w:rPr>
          <w:rFonts w:ascii="Arial" w:eastAsia="Calibri" w:hAnsi="Arial"/>
          <w:lang w:val="it-CH" w:eastAsia="en-US"/>
        </w:rPr>
        <w:tab/>
        <w:t xml:space="preserve">+ 1 </w:t>
      </w:r>
    </w:p>
    <w:p w:rsidR="0028583F" w:rsidRPr="0028583F" w:rsidRDefault="0028583F" w:rsidP="0028583F">
      <w:pPr>
        <w:tabs>
          <w:tab w:val="left" w:pos="1276"/>
          <w:tab w:val="left" w:pos="5580"/>
        </w:tabs>
        <w:spacing w:line="276" w:lineRule="auto"/>
        <w:jc w:val="both"/>
        <w:rPr>
          <w:rFonts w:ascii="Arial" w:eastAsia="Calibri" w:hAnsi="Arial"/>
          <w:lang w:val="it-CH" w:eastAsia="en-US"/>
        </w:rPr>
      </w:pPr>
      <w:r w:rsidRPr="0028583F">
        <w:rPr>
          <w:rFonts w:ascii="Arial" w:eastAsia="Calibri" w:hAnsi="Arial"/>
          <w:lang w:val="it-CH" w:eastAsia="en-US"/>
        </w:rPr>
        <w:tab/>
        <w:t>numero massimo dei punti possibili</w:t>
      </w:r>
    </w:p>
    <w:p w:rsidR="0028583F" w:rsidRPr="0028583F" w:rsidRDefault="0028583F" w:rsidP="0028583F">
      <w:pPr>
        <w:tabs>
          <w:tab w:val="left" w:pos="1276"/>
          <w:tab w:val="left" w:pos="5580"/>
        </w:tabs>
        <w:spacing w:line="276" w:lineRule="auto"/>
        <w:jc w:val="both"/>
        <w:rPr>
          <w:rFonts w:ascii="Arial" w:eastAsia="Calibri" w:hAnsi="Arial"/>
          <w:lang w:val="it-CH" w:eastAsia="en-US"/>
        </w:rPr>
      </w:pPr>
    </w:p>
    <w:p w:rsidR="0028583F" w:rsidRPr="0028583F" w:rsidRDefault="0028583F" w:rsidP="0028583F">
      <w:pPr>
        <w:tabs>
          <w:tab w:val="left" w:pos="1276"/>
          <w:tab w:val="left" w:pos="5580"/>
        </w:tabs>
        <w:spacing w:line="276" w:lineRule="auto"/>
        <w:jc w:val="both"/>
        <w:rPr>
          <w:rFonts w:ascii="Arial" w:eastAsia="Calibri" w:hAnsi="Arial"/>
          <w:lang w:val="it-CH" w:eastAsia="en-US"/>
        </w:rPr>
      </w:pPr>
      <w:r w:rsidRPr="0028583F">
        <w:rPr>
          <w:rFonts w:ascii="Arial" w:eastAsia="Calibri" w:hAnsi="Arial"/>
          <w:lang w:val="it-CH" w:eastAsia="en-US"/>
        </w:rPr>
        <w:t xml:space="preserve">Esempio:   </w:t>
      </w:r>
      <w:r w:rsidR="00635906">
        <w:rPr>
          <w:rFonts w:ascii="Arial" w:eastAsia="Calibri" w:hAnsi="Arial"/>
          <w:u w:val="single"/>
          <w:lang w:val="it-CH" w:eastAsia="en-US"/>
        </w:rPr>
        <w:t xml:space="preserve">18 x </w:t>
      </w:r>
      <w:r w:rsidRPr="0028583F">
        <w:rPr>
          <w:rFonts w:ascii="Arial" w:eastAsia="Calibri" w:hAnsi="Arial"/>
          <w:u w:val="single"/>
          <w:lang w:val="it-CH" w:eastAsia="en-US"/>
        </w:rPr>
        <w:t>5</w:t>
      </w:r>
      <w:r w:rsidRPr="0028583F">
        <w:rPr>
          <w:rFonts w:ascii="Arial" w:eastAsia="Calibri" w:hAnsi="Arial"/>
          <w:lang w:val="it-CH" w:eastAsia="en-US"/>
        </w:rPr>
        <w:t xml:space="preserve">   + 1 = 3.57;  nota arrotondata a 3.5</w:t>
      </w:r>
    </w:p>
    <w:p w:rsidR="0028583F" w:rsidRPr="0028583F" w:rsidRDefault="0028583F" w:rsidP="0028583F">
      <w:pPr>
        <w:tabs>
          <w:tab w:val="left" w:pos="1276"/>
          <w:tab w:val="left" w:pos="5580"/>
        </w:tabs>
        <w:spacing w:line="276" w:lineRule="auto"/>
        <w:jc w:val="both"/>
        <w:rPr>
          <w:rFonts w:ascii="Arial" w:eastAsia="Calibri" w:hAnsi="Arial"/>
          <w:lang w:val="it-CH" w:eastAsia="en-US"/>
        </w:rPr>
      </w:pPr>
      <w:r w:rsidRPr="0028583F">
        <w:rPr>
          <w:rFonts w:ascii="Arial" w:eastAsia="Calibri" w:hAnsi="Arial"/>
          <w:lang w:val="it-CH" w:eastAsia="en-US"/>
        </w:rPr>
        <w:tab/>
        <w:t xml:space="preserve">   35</w:t>
      </w:r>
    </w:p>
    <w:p w:rsidR="0028583F" w:rsidRDefault="0028583F" w:rsidP="0028583F">
      <w:pPr>
        <w:tabs>
          <w:tab w:val="left" w:pos="1276"/>
          <w:tab w:val="left" w:pos="5580"/>
        </w:tabs>
        <w:spacing w:line="276" w:lineRule="auto"/>
        <w:jc w:val="both"/>
        <w:rPr>
          <w:rFonts w:ascii="Arial" w:eastAsia="Calibri" w:hAnsi="Arial"/>
          <w:lang w:val="it-CH" w:eastAsia="en-US"/>
        </w:rPr>
      </w:pPr>
    </w:p>
    <w:p w:rsidR="00B27411" w:rsidRPr="00A56DF0" w:rsidRDefault="00B27411" w:rsidP="00B27411">
      <w:pPr>
        <w:tabs>
          <w:tab w:val="left" w:pos="2880"/>
          <w:tab w:val="right" w:pos="9180"/>
        </w:tabs>
        <w:spacing w:after="200" w:line="276" w:lineRule="auto"/>
        <w:rPr>
          <w:rFonts w:ascii="Arial" w:eastAsiaTheme="minorEastAsia" w:hAnsi="Arial" w:cs="Arial"/>
          <w:b/>
          <w:sz w:val="22"/>
          <w:szCs w:val="22"/>
          <w:lang w:val="it-CH" w:eastAsia="it-CH"/>
        </w:rPr>
      </w:pPr>
    </w:p>
    <w:sectPr w:rsidR="00B27411" w:rsidRPr="00A56DF0" w:rsidSect="00361F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128" w:rsidRDefault="00061128" w:rsidP="002C6275">
      <w:r>
        <w:separator/>
      </w:r>
    </w:p>
  </w:endnote>
  <w:endnote w:type="continuationSeparator" w:id="0">
    <w:p w:rsidR="00061128" w:rsidRDefault="00061128" w:rsidP="002C6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CCF" w:rsidRDefault="00517CCF">
    <w:pPr>
      <w:pStyle w:val="Pidipagina"/>
    </w:pPr>
  </w:p>
  <w:p w:rsidR="00517CCF" w:rsidRDefault="00517CC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128" w:rsidRDefault="00061128" w:rsidP="002C6275">
      <w:r>
        <w:separator/>
      </w:r>
    </w:p>
  </w:footnote>
  <w:footnote w:type="continuationSeparator" w:id="0">
    <w:p w:rsidR="00061128" w:rsidRDefault="00061128" w:rsidP="002C6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CCF" w:rsidRPr="00186F89" w:rsidRDefault="00517CCF" w:rsidP="00D16D19">
    <w:pPr>
      <w:pStyle w:val="Intestazione"/>
      <w:tabs>
        <w:tab w:val="clear" w:pos="9638"/>
        <w:tab w:val="left" w:pos="4365"/>
        <w:tab w:val="right" w:pos="9360"/>
      </w:tabs>
      <w:rPr>
        <w:rStyle w:val="Numeropagina"/>
        <w:rFonts w:ascii="Arial" w:hAnsi="Arial" w:cs="Arial"/>
        <w:i/>
        <w:iCs/>
      </w:rPr>
    </w:pPr>
    <w:r w:rsidRPr="00186F89">
      <w:rPr>
        <w:rFonts w:ascii="Arial" w:hAnsi="Arial" w:cs="Arial"/>
        <w:i/>
        <w:iCs/>
      </w:rPr>
      <w:t>Esami 201</w:t>
    </w:r>
    <w:r>
      <w:rPr>
        <w:rFonts w:ascii="Arial" w:hAnsi="Arial" w:cs="Arial"/>
        <w:i/>
        <w:iCs/>
      </w:rPr>
      <w:t>8</w:t>
    </w:r>
    <w:r w:rsidRPr="00186F89">
      <w:rPr>
        <w:rFonts w:ascii="Arial" w:hAnsi="Arial" w:cs="Arial"/>
        <w:i/>
        <w:iCs/>
      </w:rPr>
      <w:t xml:space="preserve">, </w:t>
    </w:r>
    <w:r>
      <w:rPr>
        <w:rFonts w:ascii="Arial" w:hAnsi="Arial" w:cs="Arial"/>
        <w:i/>
        <w:iCs/>
      </w:rPr>
      <w:t>a</w:t>
    </w:r>
    <w:r w:rsidRPr="00186F89">
      <w:rPr>
        <w:rFonts w:ascii="Arial" w:hAnsi="Arial" w:cs="Arial"/>
        <w:i/>
        <w:iCs/>
      </w:rPr>
      <w:t>ssistenti d’ufficio</w:t>
    </w:r>
    <w:r w:rsidRPr="00186F89">
      <w:rPr>
        <w:rFonts w:ascii="Arial" w:hAnsi="Arial" w:cs="Arial"/>
        <w:i/>
        <w:iCs/>
      </w:rPr>
      <w:tab/>
    </w:r>
    <w:r>
      <w:rPr>
        <w:rFonts w:ascii="Arial" w:hAnsi="Arial" w:cs="Arial"/>
        <w:i/>
        <w:iCs/>
      </w:rPr>
      <w:tab/>
    </w:r>
    <w:r w:rsidRPr="00186F89">
      <w:rPr>
        <w:rFonts w:ascii="Arial" w:hAnsi="Arial" w:cs="Arial"/>
        <w:i/>
        <w:iCs/>
      </w:rPr>
      <w:tab/>
      <w:t xml:space="preserve">pagina </w:t>
    </w:r>
    <w:r w:rsidRPr="00186F89">
      <w:rPr>
        <w:rStyle w:val="Numeropagina"/>
        <w:rFonts w:ascii="Arial" w:hAnsi="Arial" w:cs="Arial"/>
        <w:i/>
        <w:iCs/>
      </w:rPr>
      <w:fldChar w:fldCharType="begin"/>
    </w:r>
    <w:r w:rsidRPr="00186F89">
      <w:rPr>
        <w:rStyle w:val="Numeropagina"/>
        <w:rFonts w:ascii="Arial" w:hAnsi="Arial" w:cs="Arial"/>
        <w:i/>
        <w:iCs/>
      </w:rPr>
      <w:instrText xml:space="preserve"> PAGE </w:instrText>
    </w:r>
    <w:r w:rsidRPr="00186F89">
      <w:rPr>
        <w:rStyle w:val="Numeropagina"/>
        <w:rFonts w:ascii="Arial" w:hAnsi="Arial" w:cs="Arial"/>
        <w:i/>
        <w:iCs/>
      </w:rPr>
      <w:fldChar w:fldCharType="separate"/>
    </w:r>
    <w:r w:rsidR="00DF222E">
      <w:rPr>
        <w:rStyle w:val="Numeropagina"/>
        <w:rFonts w:ascii="Arial" w:hAnsi="Arial" w:cs="Arial"/>
        <w:i/>
        <w:iCs/>
        <w:noProof/>
      </w:rPr>
      <w:t>10</w:t>
    </w:r>
    <w:r w:rsidRPr="00186F89">
      <w:rPr>
        <w:rStyle w:val="Numeropagina"/>
        <w:rFonts w:ascii="Arial" w:hAnsi="Arial" w:cs="Arial"/>
        <w:i/>
        <w:iCs/>
      </w:rPr>
      <w:fldChar w:fldCharType="end"/>
    </w:r>
    <w:r w:rsidRPr="00186F89">
      <w:rPr>
        <w:rStyle w:val="Numeropagina"/>
        <w:rFonts w:ascii="Arial" w:hAnsi="Arial" w:cs="Arial"/>
        <w:i/>
        <w:iCs/>
      </w:rPr>
      <w:t xml:space="preserve"> di </w:t>
    </w:r>
    <w:r w:rsidRPr="00186F89">
      <w:rPr>
        <w:rStyle w:val="Numeropagina"/>
        <w:rFonts w:ascii="Arial" w:hAnsi="Arial" w:cs="Arial"/>
        <w:i/>
        <w:iCs/>
      </w:rPr>
      <w:fldChar w:fldCharType="begin"/>
    </w:r>
    <w:r w:rsidRPr="00186F89">
      <w:rPr>
        <w:rStyle w:val="Numeropagina"/>
        <w:rFonts w:ascii="Arial" w:hAnsi="Arial" w:cs="Arial"/>
        <w:i/>
        <w:iCs/>
      </w:rPr>
      <w:instrText xml:space="preserve"> NUMPAGES </w:instrText>
    </w:r>
    <w:r w:rsidRPr="00186F89">
      <w:rPr>
        <w:rStyle w:val="Numeropagina"/>
        <w:rFonts w:ascii="Arial" w:hAnsi="Arial" w:cs="Arial"/>
        <w:i/>
        <w:iCs/>
      </w:rPr>
      <w:fldChar w:fldCharType="separate"/>
    </w:r>
    <w:r w:rsidR="00DF222E">
      <w:rPr>
        <w:rStyle w:val="Numeropagina"/>
        <w:rFonts w:ascii="Arial" w:hAnsi="Arial" w:cs="Arial"/>
        <w:i/>
        <w:iCs/>
        <w:noProof/>
      </w:rPr>
      <w:t>10</w:t>
    </w:r>
    <w:r w:rsidRPr="00186F89">
      <w:rPr>
        <w:rStyle w:val="Numeropagina"/>
        <w:rFonts w:ascii="Arial" w:hAnsi="Arial" w:cs="Arial"/>
        <w:i/>
        <w:iCs/>
      </w:rPr>
      <w:fldChar w:fldCharType="end"/>
    </w:r>
  </w:p>
  <w:p w:rsidR="00517CCF" w:rsidRPr="00186F89" w:rsidRDefault="00517CCF" w:rsidP="00BA06FA">
    <w:pPr>
      <w:pStyle w:val="Intestazione"/>
      <w:pBdr>
        <w:bottom w:val="single" w:sz="4" w:space="1" w:color="auto"/>
      </w:pBdr>
      <w:tabs>
        <w:tab w:val="clear" w:pos="9638"/>
        <w:tab w:val="right" w:pos="9360"/>
      </w:tabs>
      <w:rPr>
        <w:rFonts w:ascii="Arial" w:hAnsi="Arial" w:cs="Arial"/>
        <w:i/>
        <w:iCs/>
      </w:rPr>
    </w:pPr>
    <w:r w:rsidRPr="00186F89">
      <w:rPr>
        <w:rStyle w:val="Numeropagina"/>
        <w:rFonts w:ascii="Arial" w:hAnsi="Arial" w:cs="Arial"/>
        <w:i/>
        <w:iCs/>
      </w:rPr>
      <w:t>ICA</w:t>
    </w:r>
    <w:r w:rsidRPr="00186F89">
      <w:rPr>
        <w:rStyle w:val="Numeropagina"/>
        <w:rFonts w:ascii="Arial" w:hAnsi="Arial" w:cs="Arial"/>
        <w:i/>
        <w:iCs/>
      </w:rPr>
      <w:tab/>
    </w:r>
    <w:r w:rsidRPr="00186F89">
      <w:rPr>
        <w:rStyle w:val="Numeropagina"/>
        <w:rFonts w:ascii="Arial" w:hAnsi="Arial" w:cs="Arial"/>
        <w:i/>
        <w:iCs/>
      </w:rPr>
      <w:tab/>
      <w:t>Serie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A7E9"/>
      </v:shape>
    </w:pict>
  </w:numPicBullet>
  <w:numPicBullet w:numPicBulletId="1">
    <w:pict>
      <v:shape id="_x0000_i1039" type="#_x0000_t75" style="width:165pt;height:123.75pt" o:bullet="t">
        <v:imagedata r:id="rId2" o:title="220px-Fiore_di_pietra_(Mario_Botta)[1]"/>
      </v:shape>
    </w:pict>
  </w:numPicBullet>
  <w:abstractNum w:abstractNumId="0" w15:restartNumberingAfterBreak="0">
    <w:nsid w:val="00E17925"/>
    <w:multiLevelType w:val="hybridMultilevel"/>
    <w:tmpl w:val="B90A687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E269BD"/>
    <w:multiLevelType w:val="hybridMultilevel"/>
    <w:tmpl w:val="9DE000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3B7004"/>
    <w:multiLevelType w:val="hybridMultilevel"/>
    <w:tmpl w:val="4C642D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F78F4"/>
    <w:multiLevelType w:val="hybridMultilevel"/>
    <w:tmpl w:val="1026073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090752"/>
    <w:multiLevelType w:val="hybridMultilevel"/>
    <w:tmpl w:val="1A7211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B67ED7"/>
    <w:multiLevelType w:val="hybridMultilevel"/>
    <w:tmpl w:val="CA68801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0C1741"/>
    <w:multiLevelType w:val="hybridMultilevel"/>
    <w:tmpl w:val="8BE2D6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4253AD"/>
    <w:multiLevelType w:val="hybridMultilevel"/>
    <w:tmpl w:val="CAE0A3F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02562D"/>
    <w:multiLevelType w:val="hybridMultilevel"/>
    <w:tmpl w:val="8D7EC3FA"/>
    <w:lvl w:ilvl="0" w:tplc="AD900716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230A85"/>
    <w:multiLevelType w:val="hybridMultilevel"/>
    <w:tmpl w:val="4E58DC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3BB1531"/>
    <w:multiLevelType w:val="hybridMultilevel"/>
    <w:tmpl w:val="51FA7B56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114E01"/>
    <w:multiLevelType w:val="hybridMultilevel"/>
    <w:tmpl w:val="330CB8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B14A91"/>
    <w:multiLevelType w:val="hybridMultilevel"/>
    <w:tmpl w:val="6130E4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E9009E"/>
    <w:multiLevelType w:val="hybridMultilevel"/>
    <w:tmpl w:val="91C826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E07ABB"/>
    <w:multiLevelType w:val="hybridMultilevel"/>
    <w:tmpl w:val="390AB886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0A0740"/>
    <w:multiLevelType w:val="hybridMultilevel"/>
    <w:tmpl w:val="9104D666"/>
    <w:lvl w:ilvl="0" w:tplc="B6D6AD2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4A4417E" w:tentative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976497E" w:tentative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70E2C52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CC4AB4C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2E583B04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6923CE4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52505B96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1DA82EAE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913CB3"/>
    <w:multiLevelType w:val="hybridMultilevel"/>
    <w:tmpl w:val="DD28C50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504256"/>
    <w:multiLevelType w:val="hybridMultilevel"/>
    <w:tmpl w:val="4C70C6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E2779B"/>
    <w:multiLevelType w:val="hybridMultilevel"/>
    <w:tmpl w:val="7B2CB39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C61B38"/>
    <w:multiLevelType w:val="hybridMultilevel"/>
    <w:tmpl w:val="B7141D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2BD037C"/>
    <w:multiLevelType w:val="hybridMultilevel"/>
    <w:tmpl w:val="C708F3C2"/>
    <w:lvl w:ilvl="0" w:tplc="0410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1" w15:restartNumberingAfterBreak="0">
    <w:nsid w:val="79A871B8"/>
    <w:multiLevelType w:val="hybridMultilevel"/>
    <w:tmpl w:val="F5DA3E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8F02CD"/>
    <w:multiLevelType w:val="hybridMultilevel"/>
    <w:tmpl w:val="16BC6E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E826FB"/>
    <w:multiLevelType w:val="hybridMultilevel"/>
    <w:tmpl w:val="5F780E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6A291C"/>
    <w:multiLevelType w:val="hybridMultilevel"/>
    <w:tmpl w:val="90B04C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0"/>
  </w:num>
  <w:num w:numId="4">
    <w:abstractNumId w:val="3"/>
  </w:num>
  <w:num w:numId="5">
    <w:abstractNumId w:val="15"/>
  </w:num>
  <w:num w:numId="6">
    <w:abstractNumId w:val="11"/>
  </w:num>
  <w:num w:numId="7">
    <w:abstractNumId w:val="18"/>
  </w:num>
  <w:num w:numId="8">
    <w:abstractNumId w:val="16"/>
  </w:num>
  <w:num w:numId="9">
    <w:abstractNumId w:val="5"/>
  </w:num>
  <w:num w:numId="10">
    <w:abstractNumId w:val="1"/>
  </w:num>
  <w:num w:numId="11">
    <w:abstractNumId w:val="8"/>
  </w:num>
  <w:num w:numId="12">
    <w:abstractNumId w:val="4"/>
  </w:num>
  <w:num w:numId="13">
    <w:abstractNumId w:val="20"/>
  </w:num>
  <w:num w:numId="14">
    <w:abstractNumId w:val="2"/>
  </w:num>
  <w:num w:numId="15">
    <w:abstractNumId w:val="23"/>
  </w:num>
  <w:num w:numId="16">
    <w:abstractNumId w:val="19"/>
  </w:num>
  <w:num w:numId="17">
    <w:abstractNumId w:val="13"/>
  </w:num>
  <w:num w:numId="18">
    <w:abstractNumId w:val="7"/>
  </w:num>
  <w:num w:numId="19">
    <w:abstractNumId w:val="21"/>
  </w:num>
  <w:num w:numId="20">
    <w:abstractNumId w:val="24"/>
  </w:num>
  <w:num w:numId="21">
    <w:abstractNumId w:val="9"/>
  </w:num>
  <w:num w:numId="22">
    <w:abstractNumId w:val="6"/>
  </w:num>
  <w:num w:numId="23">
    <w:abstractNumId w:val="12"/>
  </w:num>
  <w:num w:numId="24">
    <w:abstractNumId w:val="17"/>
  </w:num>
  <w:num w:numId="25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4A5"/>
    <w:rsid w:val="000067F1"/>
    <w:rsid w:val="000119DB"/>
    <w:rsid w:val="00011AA8"/>
    <w:rsid w:val="000122A2"/>
    <w:rsid w:val="00012858"/>
    <w:rsid w:val="00014EEE"/>
    <w:rsid w:val="000157F9"/>
    <w:rsid w:val="000167CB"/>
    <w:rsid w:val="00021380"/>
    <w:rsid w:val="000259B1"/>
    <w:rsid w:val="00025E2E"/>
    <w:rsid w:val="0003130B"/>
    <w:rsid w:val="00032D0D"/>
    <w:rsid w:val="000330F5"/>
    <w:rsid w:val="000349B4"/>
    <w:rsid w:val="00034DA2"/>
    <w:rsid w:val="0003550E"/>
    <w:rsid w:val="0003724D"/>
    <w:rsid w:val="000374D0"/>
    <w:rsid w:val="00041745"/>
    <w:rsid w:val="00041B0C"/>
    <w:rsid w:val="0004270F"/>
    <w:rsid w:val="00042862"/>
    <w:rsid w:val="0004326F"/>
    <w:rsid w:val="00044C73"/>
    <w:rsid w:val="000505B5"/>
    <w:rsid w:val="000533A3"/>
    <w:rsid w:val="0005605A"/>
    <w:rsid w:val="0005680F"/>
    <w:rsid w:val="00056D74"/>
    <w:rsid w:val="00057056"/>
    <w:rsid w:val="00060544"/>
    <w:rsid w:val="00061128"/>
    <w:rsid w:val="0006248B"/>
    <w:rsid w:val="00064770"/>
    <w:rsid w:val="00065000"/>
    <w:rsid w:val="00066059"/>
    <w:rsid w:val="00066A7D"/>
    <w:rsid w:val="000670E6"/>
    <w:rsid w:val="00070DE0"/>
    <w:rsid w:val="00072169"/>
    <w:rsid w:val="00072B18"/>
    <w:rsid w:val="000743FE"/>
    <w:rsid w:val="000758FF"/>
    <w:rsid w:val="00080880"/>
    <w:rsid w:val="000826B3"/>
    <w:rsid w:val="00082BCD"/>
    <w:rsid w:val="00083F72"/>
    <w:rsid w:val="00084139"/>
    <w:rsid w:val="000877E9"/>
    <w:rsid w:val="00087B42"/>
    <w:rsid w:val="00090A24"/>
    <w:rsid w:val="00091A46"/>
    <w:rsid w:val="00091BD0"/>
    <w:rsid w:val="00094994"/>
    <w:rsid w:val="00094DEB"/>
    <w:rsid w:val="0009508A"/>
    <w:rsid w:val="00095C41"/>
    <w:rsid w:val="0009648B"/>
    <w:rsid w:val="0009650B"/>
    <w:rsid w:val="000968B3"/>
    <w:rsid w:val="00096A52"/>
    <w:rsid w:val="000A192F"/>
    <w:rsid w:val="000A197A"/>
    <w:rsid w:val="000A2DF0"/>
    <w:rsid w:val="000A5C0A"/>
    <w:rsid w:val="000A698D"/>
    <w:rsid w:val="000A7C92"/>
    <w:rsid w:val="000B0EDA"/>
    <w:rsid w:val="000B0F8F"/>
    <w:rsid w:val="000B2547"/>
    <w:rsid w:val="000B318A"/>
    <w:rsid w:val="000B33D5"/>
    <w:rsid w:val="000B6729"/>
    <w:rsid w:val="000B6C9E"/>
    <w:rsid w:val="000B79D9"/>
    <w:rsid w:val="000C51AD"/>
    <w:rsid w:val="000C5272"/>
    <w:rsid w:val="000C59F9"/>
    <w:rsid w:val="000D114D"/>
    <w:rsid w:val="000D179C"/>
    <w:rsid w:val="000D1C1C"/>
    <w:rsid w:val="000D269D"/>
    <w:rsid w:val="000D65D2"/>
    <w:rsid w:val="000D70A8"/>
    <w:rsid w:val="000E148B"/>
    <w:rsid w:val="000E1A55"/>
    <w:rsid w:val="000F0026"/>
    <w:rsid w:val="000F6D70"/>
    <w:rsid w:val="000F7B8D"/>
    <w:rsid w:val="00101E60"/>
    <w:rsid w:val="0010411D"/>
    <w:rsid w:val="001064D1"/>
    <w:rsid w:val="00107702"/>
    <w:rsid w:val="00112458"/>
    <w:rsid w:val="001134CE"/>
    <w:rsid w:val="00113803"/>
    <w:rsid w:val="00121804"/>
    <w:rsid w:val="00125A54"/>
    <w:rsid w:val="00125D2D"/>
    <w:rsid w:val="00127AE7"/>
    <w:rsid w:val="00131A9C"/>
    <w:rsid w:val="00132539"/>
    <w:rsid w:val="001342C0"/>
    <w:rsid w:val="001345EF"/>
    <w:rsid w:val="001348F4"/>
    <w:rsid w:val="001377D9"/>
    <w:rsid w:val="00137935"/>
    <w:rsid w:val="00140C99"/>
    <w:rsid w:val="00141657"/>
    <w:rsid w:val="001417CD"/>
    <w:rsid w:val="001430D6"/>
    <w:rsid w:val="00145109"/>
    <w:rsid w:val="001471F2"/>
    <w:rsid w:val="0014765B"/>
    <w:rsid w:val="00147D6A"/>
    <w:rsid w:val="0015129A"/>
    <w:rsid w:val="00153069"/>
    <w:rsid w:val="00153529"/>
    <w:rsid w:val="001537C1"/>
    <w:rsid w:val="00153ADB"/>
    <w:rsid w:val="001555DC"/>
    <w:rsid w:val="00156060"/>
    <w:rsid w:val="00161AB7"/>
    <w:rsid w:val="0016246F"/>
    <w:rsid w:val="001639E4"/>
    <w:rsid w:val="00167B57"/>
    <w:rsid w:val="00170330"/>
    <w:rsid w:val="00171C0C"/>
    <w:rsid w:val="00172EE8"/>
    <w:rsid w:val="001731A6"/>
    <w:rsid w:val="00173D87"/>
    <w:rsid w:val="0017503B"/>
    <w:rsid w:val="001754F2"/>
    <w:rsid w:val="00175CEC"/>
    <w:rsid w:val="0017697D"/>
    <w:rsid w:val="00176BE9"/>
    <w:rsid w:val="00180135"/>
    <w:rsid w:val="00180198"/>
    <w:rsid w:val="00181159"/>
    <w:rsid w:val="00182843"/>
    <w:rsid w:val="00183738"/>
    <w:rsid w:val="00183BAC"/>
    <w:rsid w:val="00184259"/>
    <w:rsid w:val="0018435C"/>
    <w:rsid w:val="00186ED6"/>
    <w:rsid w:val="00186F89"/>
    <w:rsid w:val="00190292"/>
    <w:rsid w:val="00190FBC"/>
    <w:rsid w:val="00191AD9"/>
    <w:rsid w:val="00192DE9"/>
    <w:rsid w:val="00195DB9"/>
    <w:rsid w:val="00195E7A"/>
    <w:rsid w:val="00196C60"/>
    <w:rsid w:val="00196F3C"/>
    <w:rsid w:val="001A167A"/>
    <w:rsid w:val="001A32C7"/>
    <w:rsid w:val="001A4E70"/>
    <w:rsid w:val="001A5AEA"/>
    <w:rsid w:val="001A5B66"/>
    <w:rsid w:val="001A5F01"/>
    <w:rsid w:val="001A6BEE"/>
    <w:rsid w:val="001A6BFE"/>
    <w:rsid w:val="001B3020"/>
    <w:rsid w:val="001B3331"/>
    <w:rsid w:val="001B3BD0"/>
    <w:rsid w:val="001B4C5A"/>
    <w:rsid w:val="001B5408"/>
    <w:rsid w:val="001B7EC6"/>
    <w:rsid w:val="001B7FDF"/>
    <w:rsid w:val="001C01F8"/>
    <w:rsid w:val="001C193D"/>
    <w:rsid w:val="001C1B02"/>
    <w:rsid w:val="001C416C"/>
    <w:rsid w:val="001C4908"/>
    <w:rsid w:val="001C7DC6"/>
    <w:rsid w:val="001D1209"/>
    <w:rsid w:val="001D1445"/>
    <w:rsid w:val="001D1752"/>
    <w:rsid w:val="001D321A"/>
    <w:rsid w:val="001D3FB6"/>
    <w:rsid w:val="001D59FB"/>
    <w:rsid w:val="001D675D"/>
    <w:rsid w:val="001D7FC6"/>
    <w:rsid w:val="001E1560"/>
    <w:rsid w:val="001E16B0"/>
    <w:rsid w:val="001E3AC0"/>
    <w:rsid w:val="001E4227"/>
    <w:rsid w:val="001E4239"/>
    <w:rsid w:val="001E6962"/>
    <w:rsid w:val="001E6DB8"/>
    <w:rsid w:val="001E709A"/>
    <w:rsid w:val="001E74EA"/>
    <w:rsid w:val="001F0313"/>
    <w:rsid w:val="001F04D8"/>
    <w:rsid w:val="001F1C10"/>
    <w:rsid w:val="001F543D"/>
    <w:rsid w:val="001F5D99"/>
    <w:rsid w:val="001F6B91"/>
    <w:rsid w:val="001F7C56"/>
    <w:rsid w:val="00202F1D"/>
    <w:rsid w:val="00203C7C"/>
    <w:rsid w:val="00204F5A"/>
    <w:rsid w:val="002077E1"/>
    <w:rsid w:val="00207AC5"/>
    <w:rsid w:val="00211290"/>
    <w:rsid w:val="002113D9"/>
    <w:rsid w:val="00213A94"/>
    <w:rsid w:val="00213E36"/>
    <w:rsid w:val="00217CA5"/>
    <w:rsid w:val="0022249D"/>
    <w:rsid w:val="0022523D"/>
    <w:rsid w:val="00226490"/>
    <w:rsid w:val="00226B6B"/>
    <w:rsid w:val="002334B4"/>
    <w:rsid w:val="00237914"/>
    <w:rsid w:val="00237F24"/>
    <w:rsid w:val="00242252"/>
    <w:rsid w:val="0024252D"/>
    <w:rsid w:val="002468E8"/>
    <w:rsid w:val="002476BE"/>
    <w:rsid w:val="00254769"/>
    <w:rsid w:val="00254A33"/>
    <w:rsid w:val="0026029D"/>
    <w:rsid w:val="0026074A"/>
    <w:rsid w:val="002607E3"/>
    <w:rsid w:val="0026444E"/>
    <w:rsid w:val="00264C9B"/>
    <w:rsid w:val="00266AAA"/>
    <w:rsid w:val="0027147B"/>
    <w:rsid w:val="0027282F"/>
    <w:rsid w:val="00272A57"/>
    <w:rsid w:val="00273099"/>
    <w:rsid w:val="0027452E"/>
    <w:rsid w:val="002760DD"/>
    <w:rsid w:val="00276B56"/>
    <w:rsid w:val="00277146"/>
    <w:rsid w:val="002771AF"/>
    <w:rsid w:val="00277395"/>
    <w:rsid w:val="00282472"/>
    <w:rsid w:val="00282564"/>
    <w:rsid w:val="0028334E"/>
    <w:rsid w:val="0028583F"/>
    <w:rsid w:val="0028612A"/>
    <w:rsid w:val="00287ABB"/>
    <w:rsid w:val="00290CFC"/>
    <w:rsid w:val="00294779"/>
    <w:rsid w:val="00294BB0"/>
    <w:rsid w:val="002A1117"/>
    <w:rsid w:val="002A131B"/>
    <w:rsid w:val="002A2380"/>
    <w:rsid w:val="002A2878"/>
    <w:rsid w:val="002A2EEF"/>
    <w:rsid w:val="002A4575"/>
    <w:rsid w:val="002A544E"/>
    <w:rsid w:val="002A59F5"/>
    <w:rsid w:val="002A5DDE"/>
    <w:rsid w:val="002A657A"/>
    <w:rsid w:val="002B5C31"/>
    <w:rsid w:val="002B6247"/>
    <w:rsid w:val="002B666E"/>
    <w:rsid w:val="002B78EB"/>
    <w:rsid w:val="002B7967"/>
    <w:rsid w:val="002C0510"/>
    <w:rsid w:val="002C4340"/>
    <w:rsid w:val="002C4CC3"/>
    <w:rsid w:val="002C6275"/>
    <w:rsid w:val="002C6B97"/>
    <w:rsid w:val="002C7E90"/>
    <w:rsid w:val="002D07C9"/>
    <w:rsid w:val="002D22F8"/>
    <w:rsid w:val="002D3340"/>
    <w:rsid w:val="002D58BF"/>
    <w:rsid w:val="002D6C9F"/>
    <w:rsid w:val="002D7AAB"/>
    <w:rsid w:val="002E01D6"/>
    <w:rsid w:val="002E26F5"/>
    <w:rsid w:val="002E3E0F"/>
    <w:rsid w:val="002E497B"/>
    <w:rsid w:val="002E7581"/>
    <w:rsid w:val="002F0E08"/>
    <w:rsid w:val="002F1800"/>
    <w:rsid w:val="002F3C1B"/>
    <w:rsid w:val="002F3EE8"/>
    <w:rsid w:val="002F60C8"/>
    <w:rsid w:val="002F6376"/>
    <w:rsid w:val="002F7CA0"/>
    <w:rsid w:val="0030000F"/>
    <w:rsid w:val="00300169"/>
    <w:rsid w:val="003019A1"/>
    <w:rsid w:val="0030672A"/>
    <w:rsid w:val="00311EBB"/>
    <w:rsid w:val="00312663"/>
    <w:rsid w:val="00312AA4"/>
    <w:rsid w:val="00313C83"/>
    <w:rsid w:val="00313E45"/>
    <w:rsid w:val="003179C5"/>
    <w:rsid w:val="00320F1E"/>
    <w:rsid w:val="003216F6"/>
    <w:rsid w:val="00322A56"/>
    <w:rsid w:val="003233D0"/>
    <w:rsid w:val="00325983"/>
    <w:rsid w:val="00330D50"/>
    <w:rsid w:val="00331182"/>
    <w:rsid w:val="003315D5"/>
    <w:rsid w:val="0033205C"/>
    <w:rsid w:val="00332AED"/>
    <w:rsid w:val="0033331A"/>
    <w:rsid w:val="00333FE7"/>
    <w:rsid w:val="00334459"/>
    <w:rsid w:val="0033482C"/>
    <w:rsid w:val="00334BB1"/>
    <w:rsid w:val="00335BF6"/>
    <w:rsid w:val="00340E3B"/>
    <w:rsid w:val="00341933"/>
    <w:rsid w:val="003424B6"/>
    <w:rsid w:val="00342D39"/>
    <w:rsid w:val="003448F1"/>
    <w:rsid w:val="00344A65"/>
    <w:rsid w:val="003458DB"/>
    <w:rsid w:val="00345C3C"/>
    <w:rsid w:val="00346A3C"/>
    <w:rsid w:val="003474FB"/>
    <w:rsid w:val="00350EC8"/>
    <w:rsid w:val="003517DA"/>
    <w:rsid w:val="003520BB"/>
    <w:rsid w:val="0035291D"/>
    <w:rsid w:val="00353C8B"/>
    <w:rsid w:val="00355E26"/>
    <w:rsid w:val="00357589"/>
    <w:rsid w:val="003602F7"/>
    <w:rsid w:val="00361BE4"/>
    <w:rsid w:val="00361FA8"/>
    <w:rsid w:val="00374722"/>
    <w:rsid w:val="00376224"/>
    <w:rsid w:val="00377023"/>
    <w:rsid w:val="00377AE8"/>
    <w:rsid w:val="003813BE"/>
    <w:rsid w:val="00382D78"/>
    <w:rsid w:val="00383180"/>
    <w:rsid w:val="003836AA"/>
    <w:rsid w:val="003844BF"/>
    <w:rsid w:val="00385F8C"/>
    <w:rsid w:val="00385FA3"/>
    <w:rsid w:val="00385FF6"/>
    <w:rsid w:val="003864D5"/>
    <w:rsid w:val="003870B6"/>
    <w:rsid w:val="00393001"/>
    <w:rsid w:val="003A0073"/>
    <w:rsid w:val="003A2C18"/>
    <w:rsid w:val="003A3C9E"/>
    <w:rsid w:val="003A4DD8"/>
    <w:rsid w:val="003A7F61"/>
    <w:rsid w:val="003B26E6"/>
    <w:rsid w:val="003B2E35"/>
    <w:rsid w:val="003B3159"/>
    <w:rsid w:val="003B7261"/>
    <w:rsid w:val="003B7C24"/>
    <w:rsid w:val="003C0DEB"/>
    <w:rsid w:val="003C39EA"/>
    <w:rsid w:val="003C3FB0"/>
    <w:rsid w:val="003C4853"/>
    <w:rsid w:val="003C77AE"/>
    <w:rsid w:val="003D2036"/>
    <w:rsid w:val="003D2D35"/>
    <w:rsid w:val="003D37C6"/>
    <w:rsid w:val="003D3DDC"/>
    <w:rsid w:val="003D4FC4"/>
    <w:rsid w:val="003D6AF7"/>
    <w:rsid w:val="003D7389"/>
    <w:rsid w:val="003E0A2C"/>
    <w:rsid w:val="003E0CA1"/>
    <w:rsid w:val="003E1026"/>
    <w:rsid w:val="003E125F"/>
    <w:rsid w:val="003E32A0"/>
    <w:rsid w:val="003E4AE1"/>
    <w:rsid w:val="003F21EF"/>
    <w:rsid w:val="003F340D"/>
    <w:rsid w:val="003F3F88"/>
    <w:rsid w:val="003F6051"/>
    <w:rsid w:val="003F6F6F"/>
    <w:rsid w:val="00400A47"/>
    <w:rsid w:val="00402DB4"/>
    <w:rsid w:val="00404CB8"/>
    <w:rsid w:val="00405659"/>
    <w:rsid w:val="0040650C"/>
    <w:rsid w:val="00406C69"/>
    <w:rsid w:val="00412364"/>
    <w:rsid w:val="00413158"/>
    <w:rsid w:val="0042002D"/>
    <w:rsid w:val="0042069E"/>
    <w:rsid w:val="0042098A"/>
    <w:rsid w:val="004222F9"/>
    <w:rsid w:val="00422424"/>
    <w:rsid w:val="00422DCB"/>
    <w:rsid w:val="004231E5"/>
    <w:rsid w:val="00424B04"/>
    <w:rsid w:val="00426420"/>
    <w:rsid w:val="00427976"/>
    <w:rsid w:val="00427DBB"/>
    <w:rsid w:val="004303CA"/>
    <w:rsid w:val="0043525A"/>
    <w:rsid w:val="00440C7D"/>
    <w:rsid w:val="00440F79"/>
    <w:rsid w:val="00443AD2"/>
    <w:rsid w:val="0044469E"/>
    <w:rsid w:val="004448B9"/>
    <w:rsid w:val="004501E9"/>
    <w:rsid w:val="004512F7"/>
    <w:rsid w:val="0045208D"/>
    <w:rsid w:val="00452808"/>
    <w:rsid w:val="004536C3"/>
    <w:rsid w:val="00453D8A"/>
    <w:rsid w:val="00454B45"/>
    <w:rsid w:val="004561E0"/>
    <w:rsid w:val="004567D3"/>
    <w:rsid w:val="00456A02"/>
    <w:rsid w:val="004570F8"/>
    <w:rsid w:val="004574EF"/>
    <w:rsid w:val="00460428"/>
    <w:rsid w:val="00461ABA"/>
    <w:rsid w:val="00462ADE"/>
    <w:rsid w:val="00463530"/>
    <w:rsid w:val="00463670"/>
    <w:rsid w:val="00463B21"/>
    <w:rsid w:val="0046533C"/>
    <w:rsid w:val="00471918"/>
    <w:rsid w:val="00473B27"/>
    <w:rsid w:val="00477261"/>
    <w:rsid w:val="00477308"/>
    <w:rsid w:val="004805FC"/>
    <w:rsid w:val="004832FF"/>
    <w:rsid w:val="00483F0D"/>
    <w:rsid w:val="00484AB4"/>
    <w:rsid w:val="00486F35"/>
    <w:rsid w:val="00490D0D"/>
    <w:rsid w:val="00493ABD"/>
    <w:rsid w:val="004964E8"/>
    <w:rsid w:val="00496D7D"/>
    <w:rsid w:val="004A0F27"/>
    <w:rsid w:val="004A1E41"/>
    <w:rsid w:val="004A2437"/>
    <w:rsid w:val="004A2483"/>
    <w:rsid w:val="004A2FC4"/>
    <w:rsid w:val="004A333F"/>
    <w:rsid w:val="004A3F94"/>
    <w:rsid w:val="004A6BAC"/>
    <w:rsid w:val="004B153B"/>
    <w:rsid w:val="004B2A13"/>
    <w:rsid w:val="004B2E0C"/>
    <w:rsid w:val="004B451F"/>
    <w:rsid w:val="004B6BF7"/>
    <w:rsid w:val="004B7C67"/>
    <w:rsid w:val="004C0833"/>
    <w:rsid w:val="004C0BC2"/>
    <w:rsid w:val="004C1FE7"/>
    <w:rsid w:val="004C2CE1"/>
    <w:rsid w:val="004C380D"/>
    <w:rsid w:val="004C4DFE"/>
    <w:rsid w:val="004C5BA9"/>
    <w:rsid w:val="004C60F8"/>
    <w:rsid w:val="004C6C3D"/>
    <w:rsid w:val="004C788C"/>
    <w:rsid w:val="004D033B"/>
    <w:rsid w:val="004D061A"/>
    <w:rsid w:val="004D30EE"/>
    <w:rsid w:val="004D3AE6"/>
    <w:rsid w:val="004D5C2C"/>
    <w:rsid w:val="004D7E79"/>
    <w:rsid w:val="004E194E"/>
    <w:rsid w:val="004E31BD"/>
    <w:rsid w:val="004E71B8"/>
    <w:rsid w:val="004F05E8"/>
    <w:rsid w:val="004F53B2"/>
    <w:rsid w:val="004F5BBA"/>
    <w:rsid w:val="004F6911"/>
    <w:rsid w:val="0050146F"/>
    <w:rsid w:val="005030F8"/>
    <w:rsid w:val="005041F1"/>
    <w:rsid w:val="00505300"/>
    <w:rsid w:val="00506ABD"/>
    <w:rsid w:val="00506CB4"/>
    <w:rsid w:val="005125EF"/>
    <w:rsid w:val="00512E0F"/>
    <w:rsid w:val="00517CCF"/>
    <w:rsid w:val="005201C4"/>
    <w:rsid w:val="00524588"/>
    <w:rsid w:val="00525150"/>
    <w:rsid w:val="00525ADB"/>
    <w:rsid w:val="00527F44"/>
    <w:rsid w:val="0053053B"/>
    <w:rsid w:val="0053284B"/>
    <w:rsid w:val="00534404"/>
    <w:rsid w:val="005346A0"/>
    <w:rsid w:val="00534786"/>
    <w:rsid w:val="00535F6D"/>
    <w:rsid w:val="0054020F"/>
    <w:rsid w:val="005404F2"/>
    <w:rsid w:val="00541305"/>
    <w:rsid w:val="00541984"/>
    <w:rsid w:val="00542C12"/>
    <w:rsid w:val="00543853"/>
    <w:rsid w:val="005500F1"/>
    <w:rsid w:val="005516AB"/>
    <w:rsid w:val="005529E2"/>
    <w:rsid w:val="00553E46"/>
    <w:rsid w:val="00554604"/>
    <w:rsid w:val="00554B15"/>
    <w:rsid w:val="00554D91"/>
    <w:rsid w:val="005556CB"/>
    <w:rsid w:val="00556BCA"/>
    <w:rsid w:val="00557448"/>
    <w:rsid w:val="0055784C"/>
    <w:rsid w:val="0056111E"/>
    <w:rsid w:val="00562122"/>
    <w:rsid w:val="00563B28"/>
    <w:rsid w:val="00564F62"/>
    <w:rsid w:val="00565A16"/>
    <w:rsid w:val="00565FD7"/>
    <w:rsid w:val="0057015A"/>
    <w:rsid w:val="0057236C"/>
    <w:rsid w:val="00572B7C"/>
    <w:rsid w:val="00574592"/>
    <w:rsid w:val="00574E1D"/>
    <w:rsid w:val="005753BC"/>
    <w:rsid w:val="0057562C"/>
    <w:rsid w:val="00580A5C"/>
    <w:rsid w:val="00580C28"/>
    <w:rsid w:val="00582ACC"/>
    <w:rsid w:val="00582EB1"/>
    <w:rsid w:val="0058382E"/>
    <w:rsid w:val="00584E44"/>
    <w:rsid w:val="00585301"/>
    <w:rsid w:val="00585EB4"/>
    <w:rsid w:val="00593A71"/>
    <w:rsid w:val="0059406C"/>
    <w:rsid w:val="005944F4"/>
    <w:rsid w:val="00597ED1"/>
    <w:rsid w:val="005A1E8D"/>
    <w:rsid w:val="005A24C4"/>
    <w:rsid w:val="005A40E8"/>
    <w:rsid w:val="005A472E"/>
    <w:rsid w:val="005A5BD1"/>
    <w:rsid w:val="005B01F5"/>
    <w:rsid w:val="005B1104"/>
    <w:rsid w:val="005B12FA"/>
    <w:rsid w:val="005B14BE"/>
    <w:rsid w:val="005B3978"/>
    <w:rsid w:val="005B4D52"/>
    <w:rsid w:val="005B5A20"/>
    <w:rsid w:val="005C0320"/>
    <w:rsid w:val="005C164D"/>
    <w:rsid w:val="005C2824"/>
    <w:rsid w:val="005C340C"/>
    <w:rsid w:val="005C528A"/>
    <w:rsid w:val="005C6248"/>
    <w:rsid w:val="005D2262"/>
    <w:rsid w:val="005D39FE"/>
    <w:rsid w:val="005D3FA2"/>
    <w:rsid w:val="005D508D"/>
    <w:rsid w:val="005D51F9"/>
    <w:rsid w:val="005D78CF"/>
    <w:rsid w:val="005E3437"/>
    <w:rsid w:val="005E56C2"/>
    <w:rsid w:val="005E6325"/>
    <w:rsid w:val="005E6593"/>
    <w:rsid w:val="005F252A"/>
    <w:rsid w:val="005F3675"/>
    <w:rsid w:val="005F5319"/>
    <w:rsid w:val="00600A3B"/>
    <w:rsid w:val="00601EE4"/>
    <w:rsid w:val="00603C54"/>
    <w:rsid w:val="006106F2"/>
    <w:rsid w:val="00610FDE"/>
    <w:rsid w:val="006118C8"/>
    <w:rsid w:val="0061268D"/>
    <w:rsid w:val="00612A51"/>
    <w:rsid w:val="00612C05"/>
    <w:rsid w:val="00613A95"/>
    <w:rsid w:val="0061466B"/>
    <w:rsid w:val="00615C5C"/>
    <w:rsid w:val="00615D09"/>
    <w:rsid w:val="00617EE8"/>
    <w:rsid w:val="00620896"/>
    <w:rsid w:val="00623D5E"/>
    <w:rsid w:val="0062739A"/>
    <w:rsid w:val="006279F0"/>
    <w:rsid w:val="00630C45"/>
    <w:rsid w:val="0063180D"/>
    <w:rsid w:val="0063230F"/>
    <w:rsid w:val="00632479"/>
    <w:rsid w:val="00632E48"/>
    <w:rsid w:val="006330B5"/>
    <w:rsid w:val="00635906"/>
    <w:rsid w:val="00635AB7"/>
    <w:rsid w:val="00636876"/>
    <w:rsid w:val="00640F4B"/>
    <w:rsid w:val="00641FC2"/>
    <w:rsid w:val="00642656"/>
    <w:rsid w:val="00645617"/>
    <w:rsid w:val="00645B3A"/>
    <w:rsid w:val="00645B5C"/>
    <w:rsid w:val="00651E7B"/>
    <w:rsid w:val="006538B1"/>
    <w:rsid w:val="00655FDF"/>
    <w:rsid w:val="00656139"/>
    <w:rsid w:val="00656425"/>
    <w:rsid w:val="006603D0"/>
    <w:rsid w:val="006628F8"/>
    <w:rsid w:val="00663176"/>
    <w:rsid w:val="006651EC"/>
    <w:rsid w:val="00666C02"/>
    <w:rsid w:val="00667CFC"/>
    <w:rsid w:val="00667D0E"/>
    <w:rsid w:val="00670363"/>
    <w:rsid w:val="0067484B"/>
    <w:rsid w:val="006753A5"/>
    <w:rsid w:val="00675C5B"/>
    <w:rsid w:val="00676FD6"/>
    <w:rsid w:val="00677CD7"/>
    <w:rsid w:val="00681059"/>
    <w:rsid w:val="00685DC6"/>
    <w:rsid w:val="00687011"/>
    <w:rsid w:val="006871DC"/>
    <w:rsid w:val="006872F2"/>
    <w:rsid w:val="006906D9"/>
    <w:rsid w:val="0069080E"/>
    <w:rsid w:val="00691C3F"/>
    <w:rsid w:val="00692E81"/>
    <w:rsid w:val="006A08A8"/>
    <w:rsid w:val="006A5070"/>
    <w:rsid w:val="006A5465"/>
    <w:rsid w:val="006B0C88"/>
    <w:rsid w:val="006B33B4"/>
    <w:rsid w:val="006B36D9"/>
    <w:rsid w:val="006B42BC"/>
    <w:rsid w:val="006B5A02"/>
    <w:rsid w:val="006B5B56"/>
    <w:rsid w:val="006B61FE"/>
    <w:rsid w:val="006B78AB"/>
    <w:rsid w:val="006B78CE"/>
    <w:rsid w:val="006C2BF2"/>
    <w:rsid w:val="006C2EDE"/>
    <w:rsid w:val="006C3F77"/>
    <w:rsid w:val="006C4235"/>
    <w:rsid w:val="006C4F16"/>
    <w:rsid w:val="006C7101"/>
    <w:rsid w:val="006D0C30"/>
    <w:rsid w:val="006D30F9"/>
    <w:rsid w:val="006D42A1"/>
    <w:rsid w:val="006D4800"/>
    <w:rsid w:val="006D49EA"/>
    <w:rsid w:val="006E26EE"/>
    <w:rsid w:val="006E2F26"/>
    <w:rsid w:val="006E401B"/>
    <w:rsid w:val="006E428C"/>
    <w:rsid w:val="006E4A9C"/>
    <w:rsid w:val="006E55D9"/>
    <w:rsid w:val="006E583B"/>
    <w:rsid w:val="006E6C01"/>
    <w:rsid w:val="006F0539"/>
    <w:rsid w:val="006F281C"/>
    <w:rsid w:val="006F55E8"/>
    <w:rsid w:val="006F7083"/>
    <w:rsid w:val="00700A0A"/>
    <w:rsid w:val="00700ECA"/>
    <w:rsid w:val="00701283"/>
    <w:rsid w:val="0070413E"/>
    <w:rsid w:val="00704D46"/>
    <w:rsid w:val="007066C2"/>
    <w:rsid w:val="00706BDC"/>
    <w:rsid w:val="00710250"/>
    <w:rsid w:val="007128DC"/>
    <w:rsid w:val="00712FDF"/>
    <w:rsid w:val="007161AE"/>
    <w:rsid w:val="00717077"/>
    <w:rsid w:val="007170ED"/>
    <w:rsid w:val="007207A1"/>
    <w:rsid w:val="00720FA9"/>
    <w:rsid w:val="00722D05"/>
    <w:rsid w:val="00722E6B"/>
    <w:rsid w:val="00723211"/>
    <w:rsid w:val="007236F5"/>
    <w:rsid w:val="00723862"/>
    <w:rsid w:val="007249A7"/>
    <w:rsid w:val="00724F2E"/>
    <w:rsid w:val="00725339"/>
    <w:rsid w:val="00726095"/>
    <w:rsid w:val="00726C1F"/>
    <w:rsid w:val="00726C7D"/>
    <w:rsid w:val="00727BDA"/>
    <w:rsid w:val="00727D00"/>
    <w:rsid w:val="007306DD"/>
    <w:rsid w:val="00731AE5"/>
    <w:rsid w:val="00731E97"/>
    <w:rsid w:val="00734CA0"/>
    <w:rsid w:val="007362D0"/>
    <w:rsid w:val="00736680"/>
    <w:rsid w:val="00741D87"/>
    <w:rsid w:val="0074205D"/>
    <w:rsid w:val="00747300"/>
    <w:rsid w:val="007473DA"/>
    <w:rsid w:val="00750B2B"/>
    <w:rsid w:val="00752B44"/>
    <w:rsid w:val="00753F69"/>
    <w:rsid w:val="0075680C"/>
    <w:rsid w:val="00756BF8"/>
    <w:rsid w:val="00756D1B"/>
    <w:rsid w:val="00757728"/>
    <w:rsid w:val="00760353"/>
    <w:rsid w:val="007616DD"/>
    <w:rsid w:val="00761A82"/>
    <w:rsid w:val="00763481"/>
    <w:rsid w:val="00763D57"/>
    <w:rsid w:val="00764458"/>
    <w:rsid w:val="007659CA"/>
    <w:rsid w:val="00765B93"/>
    <w:rsid w:val="00771ED4"/>
    <w:rsid w:val="00773B5D"/>
    <w:rsid w:val="00776423"/>
    <w:rsid w:val="007764BB"/>
    <w:rsid w:val="00776AEC"/>
    <w:rsid w:val="007773F1"/>
    <w:rsid w:val="00777BC3"/>
    <w:rsid w:val="00780ECC"/>
    <w:rsid w:val="00790DB6"/>
    <w:rsid w:val="00791107"/>
    <w:rsid w:val="00793389"/>
    <w:rsid w:val="00795A58"/>
    <w:rsid w:val="00796463"/>
    <w:rsid w:val="007969E9"/>
    <w:rsid w:val="007A0C2D"/>
    <w:rsid w:val="007A18EF"/>
    <w:rsid w:val="007A1D2D"/>
    <w:rsid w:val="007A29C2"/>
    <w:rsid w:val="007A4A5B"/>
    <w:rsid w:val="007A4F0E"/>
    <w:rsid w:val="007B0318"/>
    <w:rsid w:val="007B093A"/>
    <w:rsid w:val="007B2264"/>
    <w:rsid w:val="007B415D"/>
    <w:rsid w:val="007B5A46"/>
    <w:rsid w:val="007B5B5C"/>
    <w:rsid w:val="007B5E3A"/>
    <w:rsid w:val="007B718B"/>
    <w:rsid w:val="007C0C5B"/>
    <w:rsid w:val="007C3221"/>
    <w:rsid w:val="007C4674"/>
    <w:rsid w:val="007C5175"/>
    <w:rsid w:val="007C55EE"/>
    <w:rsid w:val="007D102F"/>
    <w:rsid w:val="007D1ADF"/>
    <w:rsid w:val="007D1E58"/>
    <w:rsid w:val="007D208C"/>
    <w:rsid w:val="007D2B6F"/>
    <w:rsid w:val="007D4E38"/>
    <w:rsid w:val="007D7437"/>
    <w:rsid w:val="007F10E9"/>
    <w:rsid w:val="007F2299"/>
    <w:rsid w:val="007F3D6F"/>
    <w:rsid w:val="007F4C2E"/>
    <w:rsid w:val="007F7AFE"/>
    <w:rsid w:val="0080155E"/>
    <w:rsid w:val="00802ECA"/>
    <w:rsid w:val="00803657"/>
    <w:rsid w:val="00804ED8"/>
    <w:rsid w:val="00805104"/>
    <w:rsid w:val="008068BE"/>
    <w:rsid w:val="00810604"/>
    <w:rsid w:val="0081079E"/>
    <w:rsid w:val="008108F2"/>
    <w:rsid w:val="00810E6A"/>
    <w:rsid w:val="00814901"/>
    <w:rsid w:val="008169F6"/>
    <w:rsid w:val="00816A44"/>
    <w:rsid w:val="00822358"/>
    <w:rsid w:val="00823330"/>
    <w:rsid w:val="00824BB9"/>
    <w:rsid w:val="00827B2B"/>
    <w:rsid w:val="00830B40"/>
    <w:rsid w:val="00834C49"/>
    <w:rsid w:val="008378E7"/>
    <w:rsid w:val="00840A9B"/>
    <w:rsid w:val="00840E36"/>
    <w:rsid w:val="00842600"/>
    <w:rsid w:val="00845212"/>
    <w:rsid w:val="00850C48"/>
    <w:rsid w:val="00851149"/>
    <w:rsid w:val="00852C73"/>
    <w:rsid w:val="00853A6B"/>
    <w:rsid w:val="00853EE4"/>
    <w:rsid w:val="00856451"/>
    <w:rsid w:val="00857610"/>
    <w:rsid w:val="00860218"/>
    <w:rsid w:val="0086325D"/>
    <w:rsid w:val="00864155"/>
    <w:rsid w:val="008645A7"/>
    <w:rsid w:val="00865118"/>
    <w:rsid w:val="0086715A"/>
    <w:rsid w:val="0086716F"/>
    <w:rsid w:val="008673EB"/>
    <w:rsid w:val="008734E4"/>
    <w:rsid w:val="008759C8"/>
    <w:rsid w:val="0087750D"/>
    <w:rsid w:val="0087756C"/>
    <w:rsid w:val="008820C8"/>
    <w:rsid w:val="008833E5"/>
    <w:rsid w:val="0088466C"/>
    <w:rsid w:val="008846B8"/>
    <w:rsid w:val="00885463"/>
    <w:rsid w:val="00886E0F"/>
    <w:rsid w:val="00886F5C"/>
    <w:rsid w:val="00892C38"/>
    <w:rsid w:val="00894419"/>
    <w:rsid w:val="00896460"/>
    <w:rsid w:val="00897279"/>
    <w:rsid w:val="008A13EF"/>
    <w:rsid w:val="008A23F7"/>
    <w:rsid w:val="008A28B0"/>
    <w:rsid w:val="008A42E6"/>
    <w:rsid w:val="008B0160"/>
    <w:rsid w:val="008B0836"/>
    <w:rsid w:val="008B236D"/>
    <w:rsid w:val="008C09E0"/>
    <w:rsid w:val="008C0BC2"/>
    <w:rsid w:val="008C150D"/>
    <w:rsid w:val="008C240C"/>
    <w:rsid w:val="008C253E"/>
    <w:rsid w:val="008C2906"/>
    <w:rsid w:val="008C2A9F"/>
    <w:rsid w:val="008C32B6"/>
    <w:rsid w:val="008C5D7D"/>
    <w:rsid w:val="008C5E02"/>
    <w:rsid w:val="008C6C7F"/>
    <w:rsid w:val="008D1199"/>
    <w:rsid w:val="008D1295"/>
    <w:rsid w:val="008D28BE"/>
    <w:rsid w:val="008D4E5B"/>
    <w:rsid w:val="008D4E7D"/>
    <w:rsid w:val="008D5342"/>
    <w:rsid w:val="008D57CE"/>
    <w:rsid w:val="008D6B65"/>
    <w:rsid w:val="008D7DA9"/>
    <w:rsid w:val="008D7E73"/>
    <w:rsid w:val="008D7EE8"/>
    <w:rsid w:val="008E02BC"/>
    <w:rsid w:val="008E0E3E"/>
    <w:rsid w:val="008E217F"/>
    <w:rsid w:val="008E2D19"/>
    <w:rsid w:val="008E4532"/>
    <w:rsid w:val="008F0DB3"/>
    <w:rsid w:val="008F0F20"/>
    <w:rsid w:val="008F1383"/>
    <w:rsid w:val="008F1A6F"/>
    <w:rsid w:val="008F3B82"/>
    <w:rsid w:val="008F3C66"/>
    <w:rsid w:val="008F3EB3"/>
    <w:rsid w:val="008F44A5"/>
    <w:rsid w:val="008F4930"/>
    <w:rsid w:val="008F6BA1"/>
    <w:rsid w:val="0090126C"/>
    <w:rsid w:val="009013A3"/>
    <w:rsid w:val="0090214A"/>
    <w:rsid w:val="00902EAF"/>
    <w:rsid w:val="009036C6"/>
    <w:rsid w:val="00904CB5"/>
    <w:rsid w:val="00904EF7"/>
    <w:rsid w:val="009062B7"/>
    <w:rsid w:val="009115B5"/>
    <w:rsid w:val="00912431"/>
    <w:rsid w:val="00913642"/>
    <w:rsid w:val="00921E52"/>
    <w:rsid w:val="00922D09"/>
    <w:rsid w:val="00924B42"/>
    <w:rsid w:val="009264AB"/>
    <w:rsid w:val="0092687F"/>
    <w:rsid w:val="00927436"/>
    <w:rsid w:val="0093262A"/>
    <w:rsid w:val="00932A1A"/>
    <w:rsid w:val="00933CF7"/>
    <w:rsid w:val="009401BA"/>
    <w:rsid w:val="0094235B"/>
    <w:rsid w:val="0094271A"/>
    <w:rsid w:val="00943A4E"/>
    <w:rsid w:val="00943CFD"/>
    <w:rsid w:val="009478EF"/>
    <w:rsid w:val="00947C4A"/>
    <w:rsid w:val="009508FC"/>
    <w:rsid w:val="00954A2B"/>
    <w:rsid w:val="00957B9A"/>
    <w:rsid w:val="00957CB8"/>
    <w:rsid w:val="009600C5"/>
    <w:rsid w:val="00961AC3"/>
    <w:rsid w:val="00962285"/>
    <w:rsid w:val="009629F6"/>
    <w:rsid w:val="009633A1"/>
    <w:rsid w:val="00966FA8"/>
    <w:rsid w:val="00970932"/>
    <w:rsid w:val="00971C4B"/>
    <w:rsid w:val="009754AC"/>
    <w:rsid w:val="0097650F"/>
    <w:rsid w:val="009809FC"/>
    <w:rsid w:val="00980D92"/>
    <w:rsid w:val="00981FF1"/>
    <w:rsid w:val="00982486"/>
    <w:rsid w:val="0098379E"/>
    <w:rsid w:val="00985C8E"/>
    <w:rsid w:val="009863C3"/>
    <w:rsid w:val="009869EB"/>
    <w:rsid w:val="00987098"/>
    <w:rsid w:val="0099070E"/>
    <w:rsid w:val="00993342"/>
    <w:rsid w:val="009A52C2"/>
    <w:rsid w:val="009A6BDD"/>
    <w:rsid w:val="009A7AFD"/>
    <w:rsid w:val="009B12B1"/>
    <w:rsid w:val="009B17F6"/>
    <w:rsid w:val="009B1AF5"/>
    <w:rsid w:val="009B35EA"/>
    <w:rsid w:val="009B5881"/>
    <w:rsid w:val="009C3BA6"/>
    <w:rsid w:val="009C6427"/>
    <w:rsid w:val="009C65A6"/>
    <w:rsid w:val="009C6676"/>
    <w:rsid w:val="009C6FB0"/>
    <w:rsid w:val="009C7C98"/>
    <w:rsid w:val="009D0117"/>
    <w:rsid w:val="009D0BB7"/>
    <w:rsid w:val="009D35A2"/>
    <w:rsid w:val="009D4622"/>
    <w:rsid w:val="009D4834"/>
    <w:rsid w:val="009D48FA"/>
    <w:rsid w:val="009D5451"/>
    <w:rsid w:val="009D646E"/>
    <w:rsid w:val="009D7A48"/>
    <w:rsid w:val="009E0F7C"/>
    <w:rsid w:val="009E2980"/>
    <w:rsid w:val="009E31E7"/>
    <w:rsid w:val="009E4291"/>
    <w:rsid w:val="009E438F"/>
    <w:rsid w:val="009E47DF"/>
    <w:rsid w:val="009E7105"/>
    <w:rsid w:val="009F0526"/>
    <w:rsid w:val="009F1ABD"/>
    <w:rsid w:val="009F2839"/>
    <w:rsid w:val="009F4BF4"/>
    <w:rsid w:val="009F71ED"/>
    <w:rsid w:val="00A00151"/>
    <w:rsid w:val="00A01023"/>
    <w:rsid w:val="00A03CA4"/>
    <w:rsid w:val="00A07F6D"/>
    <w:rsid w:val="00A102F9"/>
    <w:rsid w:val="00A12244"/>
    <w:rsid w:val="00A12824"/>
    <w:rsid w:val="00A139BB"/>
    <w:rsid w:val="00A13E28"/>
    <w:rsid w:val="00A1536E"/>
    <w:rsid w:val="00A15D6B"/>
    <w:rsid w:val="00A2067B"/>
    <w:rsid w:val="00A22F40"/>
    <w:rsid w:val="00A2373D"/>
    <w:rsid w:val="00A249A6"/>
    <w:rsid w:val="00A252B6"/>
    <w:rsid w:val="00A25A8C"/>
    <w:rsid w:val="00A276D7"/>
    <w:rsid w:val="00A27B72"/>
    <w:rsid w:val="00A30EA6"/>
    <w:rsid w:val="00A3131E"/>
    <w:rsid w:val="00A34555"/>
    <w:rsid w:val="00A34F38"/>
    <w:rsid w:val="00A368E8"/>
    <w:rsid w:val="00A36D57"/>
    <w:rsid w:val="00A42A89"/>
    <w:rsid w:val="00A443FC"/>
    <w:rsid w:val="00A45E6C"/>
    <w:rsid w:val="00A52470"/>
    <w:rsid w:val="00A54FAA"/>
    <w:rsid w:val="00A55C8D"/>
    <w:rsid w:val="00A56563"/>
    <w:rsid w:val="00A56DF0"/>
    <w:rsid w:val="00A609CD"/>
    <w:rsid w:val="00A60B87"/>
    <w:rsid w:val="00A60C83"/>
    <w:rsid w:val="00A61C21"/>
    <w:rsid w:val="00A62F98"/>
    <w:rsid w:val="00A63AC0"/>
    <w:rsid w:val="00A64DC0"/>
    <w:rsid w:val="00A6543D"/>
    <w:rsid w:val="00A66421"/>
    <w:rsid w:val="00A66DD6"/>
    <w:rsid w:val="00A67DCA"/>
    <w:rsid w:val="00A70D9F"/>
    <w:rsid w:val="00A729EB"/>
    <w:rsid w:val="00A7384B"/>
    <w:rsid w:val="00A76201"/>
    <w:rsid w:val="00A76C0C"/>
    <w:rsid w:val="00A76FF3"/>
    <w:rsid w:val="00A77784"/>
    <w:rsid w:val="00A80067"/>
    <w:rsid w:val="00A82A05"/>
    <w:rsid w:val="00A82D9B"/>
    <w:rsid w:val="00A83067"/>
    <w:rsid w:val="00A839BF"/>
    <w:rsid w:val="00A84663"/>
    <w:rsid w:val="00A87823"/>
    <w:rsid w:val="00A87B99"/>
    <w:rsid w:val="00A87ECD"/>
    <w:rsid w:val="00A900DE"/>
    <w:rsid w:val="00A90454"/>
    <w:rsid w:val="00A922A0"/>
    <w:rsid w:val="00A930D7"/>
    <w:rsid w:val="00A94046"/>
    <w:rsid w:val="00A95DA2"/>
    <w:rsid w:val="00A97E12"/>
    <w:rsid w:val="00AA1EB9"/>
    <w:rsid w:val="00AA3832"/>
    <w:rsid w:val="00AA5D91"/>
    <w:rsid w:val="00AA6445"/>
    <w:rsid w:val="00AA693A"/>
    <w:rsid w:val="00AA6C0A"/>
    <w:rsid w:val="00AA735E"/>
    <w:rsid w:val="00AB0053"/>
    <w:rsid w:val="00AB16E3"/>
    <w:rsid w:val="00AB18C2"/>
    <w:rsid w:val="00AB35AD"/>
    <w:rsid w:val="00AB3CE7"/>
    <w:rsid w:val="00AB4676"/>
    <w:rsid w:val="00AB4B0D"/>
    <w:rsid w:val="00AC00A7"/>
    <w:rsid w:val="00AC06B2"/>
    <w:rsid w:val="00AC07E9"/>
    <w:rsid w:val="00AC21A4"/>
    <w:rsid w:val="00AC2A20"/>
    <w:rsid w:val="00AC46C1"/>
    <w:rsid w:val="00AC5753"/>
    <w:rsid w:val="00AC77D3"/>
    <w:rsid w:val="00AD1A4C"/>
    <w:rsid w:val="00AD200E"/>
    <w:rsid w:val="00AD2030"/>
    <w:rsid w:val="00AD2658"/>
    <w:rsid w:val="00AD30B3"/>
    <w:rsid w:val="00AD46CD"/>
    <w:rsid w:val="00AD7766"/>
    <w:rsid w:val="00AD7D87"/>
    <w:rsid w:val="00AD7E35"/>
    <w:rsid w:val="00AD7FAD"/>
    <w:rsid w:val="00AE161C"/>
    <w:rsid w:val="00AE1E71"/>
    <w:rsid w:val="00AE21A0"/>
    <w:rsid w:val="00AE3CAA"/>
    <w:rsid w:val="00AE4200"/>
    <w:rsid w:val="00AE5BA4"/>
    <w:rsid w:val="00AE62BF"/>
    <w:rsid w:val="00AF0F7B"/>
    <w:rsid w:val="00AF1C9E"/>
    <w:rsid w:val="00AF2455"/>
    <w:rsid w:val="00AF34B5"/>
    <w:rsid w:val="00AF4125"/>
    <w:rsid w:val="00AF4322"/>
    <w:rsid w:val="00AF7E5D"/>
    <w:rsid w:val="00B036BB"/>
    <w:rsid w:val="00B05416"/>
    <w:rsid w:val="00B05FF2"/>
    <w:rsid w:val="00B07CC7"/>
    <w:rsid w:val="00B122EA"/>
    <w:rsid w:val="00B1560D"/>
    <w:rsid w:val="00B16E21"/>
    <w:rsid w:val="00B216A4"/>
    <w:rsid w:val="00B237E0"/>
    <w:rsid w:val="00B23856"/>
    <w:rsid w:val="00B269E5"/>
    <w:rsid w:val="00B27303"/>
    <w:rsid w:val="00B27411"/>
    <w:rsid w:val="00B3037E"/>
    <w:rsid w:val="00B31438"/>
    <w:rsid w:val="00B31490"/>
    <w:rsid w:val="00B32345"/>
    <w:rsid w:val="00B34D24"/>
    <w:rsid w:val="00B3553F"/>
    <w:rsid w:val="00B36278"/>
    <w:rsid w:val="00B37169"/>
    <w:rsid w:val="00B37C91"/>
    <w:rsid w:val="00B40318"/>
    <w:rsid w:val="00B46DE1"/>
    <w:rsid w:val="00B47A2C"/>
    <w:rsid w:val="00B502B3"/>
    <w:rsid w:val="00B505AA"/>
    <w:rsid w:val="00B64FAA"/>
    <w:rsid w:val="00B656D4"/>
    <w:rsid w:val="00B65C06"/>
    <w:rsid w:val="00B6658A"/>
    <w:rsid w:val="00B674F2"/>
    <w:rsid w:val="00B67CF0"/>
    <w:rsid w:val="00B70959"/>
    <w:rsid w:val="00B71409"/>
    <w:rsid w:val="00B73DE5"/>
    <w:rsid w:val="00B761E7"/>
    <w:rsid w:val="00B83ECC"/>
    <w:rsid w:val="00B8630B"/>
    <w:rsid w:val="00B87178"/>
    <w:rsid w:val="00B87D35"/>
    <w:rsid w:val="00B907F1"/>
    <w:rsid w:val="00B908AD"/>
    <w:rsid w:val="00B92507"/>
    <w:rsid w:val="00B9367A"/>
    <w:rsid w:val="00B93846"/>
    <w:rsid w:val="00B97332"/>
    <w:rsid w:val="00B97623"/>
    <w:rsid w:val="00B97F8A"/>
    <w:rsid w:val="00BA06FA"/>
    <w:rsid w:val="00BA070F"/>
    <w:rsid w:val="00BA1293"/>
    <w:rsid w:val="00BA12F7"/>
    <w:rsid w:val="00BA2349"/>
    <w:rsid w:val="00BA3DA5"/>
    <w:rsid w:val="00BA54E0"/>
    <w:rsid w:val="00BA70AD"/>
    <w:rsid w:val="00BA7775"/>
    <w:rsid w:val="00BB079C"/>
    <w:rsid w:val="00BB15D8"/>
    <w:rsid w:val="00BB17A3"/>
    <w:rsid w:val="00BB28AF"/>
    <w:rsid w:val="00BB322A"/>
    <w:rsid w:val="00BB356A"/>
    <w:rsid w:val="00BB6773"/>
    <w:rsid w:val="00BC33C8"/>
    <w:rsid w:val="00BC6490"/>
    <w:rsid w:val="00BD0F39"/>
    <w:rsid w:val="00BD3264"/>
    <w:rsid w:val="00BD3602"/>
    <w:rsid w:val="00BD5F62"/>
    <w:rsid w:val="00BD791F"/>
    <w:rsid w:val="00BD7FB5"/>
    <w:rsid w:val="00BE0028"/>
    <w:rsid w:val="00BE3BA1"/>
    <w:rsid w:val="00BE70C5"/>
    <w:rsid w:val="00BE784B"/>
    <w:rsid w:val="00BF07EB"/>
    <w:rsid w:val="00BF2E8B"/>
    <w:rsid w:val="00BF37C6"/>
    <w:rsid w:val="00BF427C"/>
    <w:rsid w:val="00BF4367"/>
    <w:rsid w:val="00BF51B4"/>
    <w:rsid w:val="00C00204"/>
    <w:rsid w:val="00C034BF"/>
    <w:rsid w:val="00C04BD0"/>
    <w:rsid w:val="00C05B22"/>
    <w:rsid w:val="00C06974"/>
    <w:rsid w:val="00C06A83"/>
    <w:rsid w:val="00C077F2"/>
    <w:rsid w:val="00C11136"/>
    <w:rsid w:val="00C126BB"/>
    <w:rsid w:val="00C139C4"/>
    <w:rsid w:val="00C14552"/>
    <w:rsid w:val="00C14EF4"/>
    <w:rsid w:val="00C226D4"/>
    <w:rsid w:val="00C22F02"/>
    <w:rsid w:val="00C2314C"/>
    <w:rsid w:val="00C23B4A"/>
    <w:rsid w:val="00C256D0"/>
    <w:rsid w:val="00C25A5E"/>
    <w:rsid w:val="00C263BD"/>
    <w:rsid w:val="00C267E1"/>
    <w:rsid w:val="00C27437"/>
    <w:rsid w:val="00C320F1"/>
    <w:rsid w:val="00C3277E"/>
    <w:rsid w:val="00C32981"/>
    <w:rsid w:val="00C32B17"/>
    <w:rsid w:val="00C339F9"/>
    <w:rsid w:val="00C342BF"/>
    <w:rsid w:val="00C36530"/>
    <w:rsid w:val="00C369CD"/>
    <w:rsid w:val="00C41B0E"/>
    <w:rsid w:val="00C44A1E"/>
    <w:rsid w:val="00C4532F"/>
    <w:rsid w:val="00C46E40"/>
    <w:rsid w:val="00C53074"/>
    <w:rsid w:val="00C56974"/>
    <w:rsid w:val="00C56CB3"/>
    <w:rsid w:val="00C571C9"/>
    <w:rsid w:val="00C57459"/>
    <w:rsid w:val="00C61626"/>
    <w:rsid w:val="00C625D7"/>
    <w:rsid w:val="00C640C4"/>
    <w:rsid w:val="00C642D7"/>
    <w:rsid w:val="00C64627"/>
    <w:rsid w:val="00C649C7"/>
    <w:rsid w:val="00C66FFE"/>
    <w:rsid w:val="00C675DE"/>
    <w:rsid w:val="00C7037E"/>
    <w:rsid w:val="00C7191E"/>
    <w:rsid w:val="00C72FC7"/>
    <w:rsid w:val="00C7338E"/>
    <w:rsid w:val="00C744F5"/>
    <w:rsid w:val="00C75D62"/>
    <w:rsid w:val="00C76723"/>
    <w:rsid w:val="00C77993"/>
    <w:rsid w:val="00C77A9F"/>
    <w:rsid w:val="00C81B7B"/>
    <w:rsid w:val="00C81B9E"/>
    <w:rsid w:val="00C83CBE"/>
    <w:rsid w:val="00C83EB8"/>
    <w:rsid w:val="00C8635F"/>
    <w:rsid w:val="00C902DF"/>
    <w:rsid w:val="00C9298B"/>
    <w:rsid w:val="00C93AC6"/>
    <w:rsid w:val="00C941E1"/>
    <w:rsid w:val="00C9444B"/>
    <w:rsid w:val="00C94979"/>
    <w:rsid w:val="00C962C9"/>
    <w:rsid w:val="00C969D3"/>
    <w:rsid w:val="00CA0061"/>
    <w:rsid w:val="00CA0AF1"/>
    <w:rsid w:val="00CA141D"/>
    <w:rsid w:val="00CA3C67"/>
    <w:rsid w:val="00CA3F28"/>
    <w:rsid w:val="00CA5234"/>
    <w:rsid w:val="00CA5ECA"/>
    <w:rsid w:val="00CB0793"/>
    <w:rsid w:val="00CB096C"/>
    <w:rsid w:val="00CB0F80"/>
    <w:rsid w:val="00CB13C2"/>
    <w:rsid w:val="00CB2CA4"/>
    <w:rsid w:val="00CB42E3"/>
    <w:rsid w:val="00CB44B2"/>
    <w:rsid w:val="00CB5E81"/>
    <w:rsid w:val="00CC0F24"/>
    <w:rsid w:val="00CC5A68"/>
    <w:rsid w:val="00CC61F4"/>
    <w:rsid w:val="00CD0396"/>
    <w:rsid w:val="00CD092C"/>
    <w:rsid w:val="00CD34F9"/>
    <w:rsid w:val="00CD3542"/>
    <w:rsid w:val="00CD3796"/>
    <w:rsid w:val="00CD63B8"/>
    <w:rsid w:val="00CE24F0"/>
    <w:rsid w:val="00CE2D6D"/>
    <w:rsid w:val="00CE5BAA"/>
    <w:rsid w:val="00CE5E71"/>
    <w:rsid w:val="00CE63B6"/>
    <w:rsid w:val="00CE7C75"/>
    <w:rsid w:val="00CF6619"/>
    <w:rsid w:val="00CF6EA1"/>
    <w:rsid w:val="00D00578"/>
    <w:rsid w:val="00D00A22"/>
    <w:rsid w:val="00D0119B"/>
    <w:rsid w:val="00D01DC8"/>
    <w:rsid w:val="00D03EFE"/>
    <w:rsid w:val="00D05C30"/>
    <w:rsid w:val="00D067E4"/>
    <w:rsid w:val="00D11B4C"/>
    <w:rsid w:val="00D11DE3"/>
    <w:rsid w:val="00D167AA"/>
    <w:rsid w:val="00D16D19"/>
    <w:rsid w:val="00D2022B"/>
    <w:rsid w:val="00D23F6D"/>
    <w:rsid w:val="00D24CE9"/>
    <w:rsid w:val="00D25BBE"/>
    <w:rsid w:val="00D31CEC"/>
    <w:rsid w:val="00D3422D"/>
    <w:rsid w:val="00D371E5"/>
    <w:rsid w:val="00D41947"/>
    <w:rsid w:val="00D4283D"/>
    <w:rsid w:val="00D43E36"/>
    <w:rsid w:val="00D45711"/>
    <w:rsid w:val="00D46397"/>
    <w:rsid w:val="00D4690B"/>
    <w:rsid w:val="00D469F9"/>
    <w:rsid w:val="00D473F3"/>
    <w:rsid w:val="00D477CF"/>
    <w:rsid w:val="00D513B4"/>
    <w:rsid w:val="00D55F0F"/>
    <w:rsid w:val="00D56A15"/>
    <w:rsid w:val="00D60131"/>
    <w:rsid w:val="00D608F5"/>
    <w:rsid w:val="00D60E3F"/>
    <w:rsid w:val="00D64F0C"/>
    <w:rsid w:val="00D650A7"/>
    <w:rsid w:val="00D70963"/>
    <w:rsid w:val="00D71636"/>
    <w:rsid w:val="00D717BA"/>
    <w:rsid w:val="00D72EB8"/>
    <w:rsid w:val="00D73660"/>
    <w:rsid w:val="00D75570"/>
    <w:rsid w:val="00D75596"/>
    <w:rsid w:val="00D75CAE"/>
    <w:rsid w:val="00D75F1B"/>
    <w:rsid w:val="00D75F7F"/>
    <w:rsid w:val="00D772FF"/>
    <w:rsid w:val="00D77502"/>
    <w:rsid w:val="00D77C6F"/>
    <w:rsid w:val="00D80F45"/>
    <w:rsid w:val="00D81C93"/>
    <w:rsid w:val="00D81CEA"/>
    <w:rsid w:val="00D85B8C"/>
    <w:rsid w:val="00D8616F"/>
    <w:rsid w:val="00D877C3"/>
    <w:rsid w:val="00D90F9F"/>
    <w:rsid w:val="00D923B0"/>
    <w:rsid w:val="00D940A2"/>
    <w:rsid w:val="00D94726"/>
    <w:rsid w:val="00D9514D"/>
    <w:rsid w:val="00D96E15"/>
    <w:rsid w:val="00DA054C"/>
    <w:rsid w:val="00DA09FC"/>
    <w:rsid w:val="00DA0A7D"/>
    <w:rsid w:val="00DA1DB7"/>
    <w:rsid w:val="00DA3057"/>
    <w:rsid w:val="00DA7913"/>
    <w:rsid w:val="00DB038B"/>
    <w:rsid w:val="00DB1F23"/>
    <w:rsid w:val="00DB7908"/>
    <w:rsid w:val="00DB7B7B"/>
    <w:rsid w:val="00DC0417"/>
    <w:rsid w:val="00DC0985"/>
    <w:rsid w:val="00DC0B6D"/>
    <w:rsid w:val="00DC0E39"/>
    <w:rsid w:val="00DC4EFA"/>
    <w:rsid w:val="00DC71A0"/>
    <w:rsid w:val="00DD0D83"/>
    <w:rsid w:val="00DD1280"/>
    <w:rsid w:val="00DD181C"/>
    <w:rsid w:val="00DD3187"/>
    <w:rsid w:val="00DD4D4E"/>
    <w:rsid w:val="00DE0DB2"/>
    <w:rsid w:val="00DE1527"/>
    <w:rsid w:val="00DE2FDE"/>
    <w:rsid w:val="00DE47E2"/>
    <w:rsid w:val="00DE4ADA"/>
    <w:rsid w:val="00DF222E"/>
    <w:rsid w:val="00DF2AF6"/>
    <w:rsid w:val="00DF3A5C"/>
    <w:rsid w:val="00DF3F77"/>
    <w:rsid w:val="00DF4591"/>
    <w:rsid w:val="00DF7D84"/>
    <w:rsid w:val="00E000AC"/>
    <w:rsid w:val="00E00306"/>
    <w:rsid w:val="00E00ACE"/>
    <w:rsid w:val="00E01CF1"/>
    <w:rsid w:val="00E03935"/>
    <w:rsid w:val="00E03BC1"/>
    <w:rsid w:val="00E06817"/>
    <w:rsid w:val="00E11769"/>
    <w:rsid w:val="00E12AB8"/>
    <w:rsid w:val="00E14597"/>
    <w:rsid w:val="00E15A50"/>
    <w:rsid w:val="00E15CA4"/>
    <w:rsid w:val="00E16DC3"/>
    <w:rsid w:val="00E178E0"/>
    <w:rsid w:val="00E20C8A"/>
    <w:rsid w:val="00E25790"/>
    <w:rsid w:val="00E25C34"/>
    <w:rsid w:val="00E25CA0"/>
    <w:rsid w:val="00E25FBB"/>
    <w:rsid w:val="00E26B95"/>
    <w:rsid w:val="00E2706B"/>
    <w:rsid w:val="00E27E19"/>
    <w:rsid w:val="00E27E43"/>
    <w:rsid w:val="00E30742"/>
    <w:rsid w:val="00E309BF"/>
    <w:rsid w:val="00E316CE"/>
    <w:rsid w:val="00E32386"/>
    <w:rsid w:val="00E338CC"/>
    <w:rsid w:val="00E3418E"/>
    <w:rsid w:val="00E3456D"/>
    <w:rsid w:val="00E34D9D"/>
    <w:rsid w:val="00E358FB"/>
    <w:rsid w:val="00E36FF7"/>
    <w:rsid w:val="00E3741C"/>
    <w:rsid w:val="00E3787B"/>
    <w:rsid w:val="00E402B0"/>
    <w:rsid w:val="00E406F3"/>
    <w:rsid w:val="00E420F8"/>
    <w:rsid w:val="00E435E0"/>
    <w:rsid w:val="00E448BA"/>
    <w:rsid w:val="00E45707"/>
    <w:rsid w:val="00E507EF"/>
    <w:rsid w:val="00E51ACA"/>
    <w:rsid w:val="00E5641C"/>
    <w:rsid w:val="00E6014B"/>
    <w:rsid w:val="00E60FEF"/>
    <w:rsid w:val="00E6131F"/>
    <w:rsid w:val="00E649E1"/>
    <w:rsid w:val="00E64E86"/>
    <w:rsid w:val="00E66267"/>
    <w:rsid w:val="00E66747"/>
    <w:rsid w:val="00E7069E"/>
    <w:rsid w:val="00E71E06"/>
    <w:rsid w:val="00E73901"/>
    <w:rsid w:val="00E763E4"/>
    <w:rsid w:val="00E801A8"/>
    <w:rsid w:val="00E82F3F"/>
    <w:rsid w:val="00E83271"/>
    <w:rsid w:val="00E83ACF"/>
    <w:rsid w:val="00E86152"/>
    <w:rsid w:val="00E8636D"/>
    <w:rsid w:val="00E86DD6"/>
    <w:rsid w:val="00E940F2"/>
    <w:rsid w:val="00E945A1"/>
    <w:rsid w:val="00E95D3F"/>
    <w:rsid w:val="00E95DCA"/>
    <w:rsid w:val="00EA04A4"/>
    <w:rsid w:val="00EA0AC6"/>
    <w:rsid w:val="00EA0F48"/>
    <w:rsid w:val="00EA313A"/>
    <w:rsid w:val="00EA3914"/>
    <w:rsid w:val="00EA53A1"/>
    <w:rsid w:val="00EA58F9"/>
    <w:rsid w:val="00EA7075"/>
    <w:rsid w:val="00EA7864"/>
    <w:rsid w:val="00EB0918"/>
    <w:rsid w:val="00EB0D13"/>
    <w:rsid w:val="00EB2AA6"/>
    <w:rsid w:val="00EB2FDD"/>
    <w:rsid w:val="00EB4D40"/>
    <w:rsid w:val="00EB7ACC"/>
    <w:rsid w:val="00EB7B1C"/>
    <w:rsid w:val="00EC0449"/>
    <w:rsid w:val="00EC0D81"/>
    <w:rsid w:val="00EC2BE9"/>
    <w:rsid w:val="00EC3220"/>
    <w:rsid w:val="00EC4DE1"/>
    <w:rsid w:val="00EC7D23"/>
    <w:rsid w:val="00ED03BF"/>
    <w:rsid w:val="00ED094B"/>
    <w:rsid w:val="00ED1455"/>
    <w:rsid w:val="00ED1F4F"/>
    <w:rsid w:val="00ED2227"/>
    <w:rsid w:val="00ED2897"/>
    <w:rsid w:val="00ED3CB6"/>
    <w:rsid w:val="00ED40B3"/>
    <w:rsid w:val="00ED51EF"/>
    <w:rsid w:val="00ED6765"/>
    <w:rsid w:val="00EE0010"/>
    <w:rsid w:val="00EE2C11"/>
    <w:rsid w:val="00EE38F4"/>
    <w:rsid w:val="00EE3CCE"/>
    <w:rsid w:val="00EE7769"/>
    <w:rsid w:val="00EF0C8A"/>
    <w:rsid w:val="00EF2F17"/>
    <w:rsid w:val="00EF4BD4"/>
    <w:rsid w:val="00EF67FE"/>
    <w:rsid w:val="00EF6A18"/>
    <w:rsid w:val="00EF6C4C"/>
    <w:rsid w:val="00EF79AD"/>
    <w:rsid w:val="00F011BC"/>
    <w:rsid w:val="00F012ED"/>
    <w:rsid w:val="00F023D8"/>
    <w:rsid w:val="00F0275C"/>
    <w:rsid w:val="00F02AA8"/>
    <w:rsid w:val="00F042F7"/>
    <w:rsid w:val="00F053AB"/>
    <w:rsid w:val="00F1238D"/>
    <w:rsid w:val="00F15C80"/>
    <w:rsid w:val="00F17A4A"/>
    <w:rsid w:val="00F2423B"/>
    <w:rsid w:val="00F248AB"/>
    <w:rsid w:val="00F27D01"/>
    <w:rsid w:val="00F319DE"/>
    <w:rsid w:val="00F34138"/>
    <w:rsid w:val="00F35E2C"/>
    <w:rsid w:val="00F413E5"/>
    <w:rsid w:val="00F41767"/>
    <w:rsid w:val="00F42AD6"/>
    <w:rsid w:val="00F42DB3"/>
    <w:rsid w:val="00F43554"/>
    <w:rsid w:val="00F477BB"/>
    <w:rsid w:val="00F5017E"/>
    <w:rsid w:val="00F50FBC"/>
    <w:rsid w:val="00F5189B"/>
    <w:rsid w:val="00F52150"/>
    <w:rsid w:val="00F5397B"/>
    <w:rsid w:val="00F53D9D"/>
    <w:rsid w:val="00F5557B"/>
    <w:rsid w:val="00F5716F"/>
    <w:rsid w:val="00F6181B"/>
    <w:rsid w:val="00F618D8"/>
    <w:rsid w:val="00F62007"/>
    <w:rsid w:val="00F64922"/>
    <w:rsid w:val="00F65091"/>
    <w:rsid w:val="00F6730C"/>
    <w:rsid w:val="00F6771D"/>
    <w:rsid w:val="00F67995"/>
    <w:rsid w:val="00F71953"/>
    <w:rsid w:val="00F73170"/>
    <w:rsid w:val="00F73D9F"/>
    <w:rsid w:val="00F7497D"/>
    <w:rsid w:val="00F76BB8"/>
    <w:rsid w:val="00F8512B"/>
    <w:rsid w:val="00F87454"/>
    <w:rsid w:val="00F87F7D"/>
    <w:rsid w:val="00F90ADD"/>
    <w:rsid w:val="00F929BA"/>
    <w:rsid w:val="00F930EA"/>
    <w:rsid w:val="00F955F4"/>
    <w:rsid w:val="00F958D1"/>
    <w:rsid w:val="00F964DF"/>
    <w:rsid w:val="00FA232A"/>
    <w:rsid w:val="00FA25D5"/>
    <w:rsid w:val="00FA28E2"/>
    <w:rsid w:val="00FA2BE6"/>
    <w:rsid w:val="00FA2D7C"/>
    <w:rsid w:val="00FA3BD8"/>
    <w:rsid w:val="00FA4571"/>
    <w:rsid w:val="00FB0DE6"/>
    <w:rsid w:val="00FB1319"/>
    <w:rsid w:val="00FB1CA9"/>
    <w:rsid w:val="00FB41A8"/>
    <w:rsid w:val="00FB44DC"/>
    <w:rsid w:val="00FB4BB8"/>
    <w:rsid w:val="00FC05C6"/>
    <w:rsid w:val="00FC0899"/>
    <w:rsid w:val="00FC11F9"/>
    <w:rsid w:val="00FC3AF5"/>
    <w:rsid w:val="00FC7874"/>
    <w:rsid w:val="00FD65FD"/>
    <w:rsid w:val="00FD6998"/>
    <w:rsid w:val="00FE2352"/>
    <w:rsid w:val="00FE244F"/>
    <w:rsid w:val="00FE27FB"/>
    <w:rsid w:val="00FE27FD"/>
    <w:rsid w:val="00FF0962"/>
    <w:rsid w:val="00FF280D"/>
    <w:rsid w:val="00FF3809"/>
    <w:rsid w:val="00FF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4:docId w14:val="743AC4EE"/>
  <w15:docId w15:val="{549A5157-DF01-4E82-8906-D6833D27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E632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885463"/>
    <w:pPr>
      <w:keepNext/>
      <w:jc w:val="center"/>
      <w:outlineLvl w:val="0"/>
    </w:pPr>
    <w:rPr>
      <w:rFonts w:ascii="Tahoma" w:hAnsi="Tahoma"/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C44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A12F7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A12F7"/>
    <w:pPr>
      <w:spacing w:before="100" w:beforeAutospacing="1" w:after="100" w:afterAutospacing="1"/>
    </w:pPr>
  </w:style>
  <w:style w:type="paragraph" w:styleId="Intestazione">
    <w:name w:val="header"/>
    <w:basedOn w:val="Normale"/>
    <w:link w:val="IntestazioneCarattere"/>
    <w:uiPriority w:val="99"/>
    <w:rsid w:val="002C62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627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2C62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6275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FB41A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BA06F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A06FA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BA06FA"/>
  </w:style>
  <w:style w:type="character" w:customStyle="1" w:styleId="Titolo1Carattere">
    <w:name w:val="Titolo 1 Carattere"/>
    <w:basedOn w:val="Carpredefinitoparagrafo"/>
    <w:link w:val="Titolo1"/>
    <w:rsid w:val="00885463"/>
    <w:rPr>
      <w:rFonts w:ascii="Tahoma" w:hAnsi="Tahoma"/>
      <w:b/>
      <w:sz w:val="32"/>
    </w:rPr>
  </w:style>
  <w:style w:type="character" w:styleId="Enfasiintensa">
    <w:name w:val="Intense Emphasis"/>
    <w:basedOn w:val="Carpredefinitoparagrafo"/>
    <w:uiPriority w:val="21"/>
    <w:qFormat/>
    <w:rsid w:val="002A657A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348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5DA4F-A389-497F-9061-588AF7303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1CFAD74D.dotm</Template>
  <TotalTime>121</TotalTime>
  <Pages>10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Consegna</vt:lpstr>
    </vt:vector>
  </TitlesOfParts>
  <Company>Germani</Company>
  <LinksUpToDate>false</LinksUpToDate>
  <CharactersWithSpaces>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Consegna</dc:title>
  <dc:subject/>
  <dc:creator>Germani</dc:creator>
  <cp:keywords/>
  <dc:description/>
  <cp:lastModifiedBy>monica.leoni</cp:lastModifiedBy>
  <cp:revision>16</cp:revision>
  <cp:lastPrinted>2018-03-05T10:54:00Z</cp:lastPrinted>
  <dcterms:created xsi:type="dcterms:W3CDTF">2018-03-01T12:40:00Z</dcterms:created>
  <dcterms:modified xsi:type="dcterms:W3CDTF">2018-03-05T11:02:00Z</dcterms:modified>
  <cp:contentStatus/>
</cp:coreProperties>
</file>